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header3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p14">
  <w:body>
    <w:p w:rsidRPr="007E3594" w:rsidR="00C90922" w:rsidRDefault="00C90922" w14:paraId="60784D68" w14:textId="77777777">
      <w:pPr>
        <w:pStyle w:val="Encabezado"/>
        <w:tabs>
          <w:tab w:val="clear" w:pos="4252"/>
          <w:tab w:val="clear" w:pos="8504"/>
        </w:tabs>
        <w:ind w:left="110"/>
      </w:pPr>
    </w:p>
    <w:p w:rsidRPr="007E3594" w:rsidR="00C90922" w:rsidRDefault="00C90922" w14:paraId="023E6EEB" w14:textId="77777777"/>
    <w:p w:rsidRPr="007E3594" w:rsidR="00C90922" w:rsidP="004D71D5" w:rsidRDefault="002A302A" w14:paraId="3031E292" w14:textId="77777777">
      <w:r>
        <w:rPr>
          <w:b/>
          <w:sz w:val="40"/>
          <w:szCs w:val="40"/>
        </w:rPr>
        <w:t>FORMATO FACTURA SIMPLIFICADA CRTM</w:t>
      </w:r>
    </w:p>
    <w:p w:rsidRPr="004D71D5" w:rsidR="00C90922" w:rsidP="004D71D5" w:rsidRDefault="00716D05" w14:paraId="04CDD389" w14:textId="2F8ED6D1">
      <w:pPr>
        <w:pStyle w:val="TtuloPortada"/>
      </w:pPr>
      <w:bookmarkStart w:name="VersionDocumento" w:id="0"/>
      <w:r w:rsidRPr="004D71D5">
        <w:t>Versión</w:t>
      </w:r>
      <w:r w:rsidR="00593511">
        <w:t xml:space="preserve"> </w:t>
      </w:r>
      <w:bookmarkEnd w:id="0"/>
      <w:r w:rsidR="00CF09AE">
        <w:t>3</w:t>
      </w:r>
      <w:r w:rsidR="002A302A">
        <w:t>.0</w:t>
      </w:r>
    </w:p>
    <w:p w:rsidRPr="007E3594" w:rsidR="00C90922" w:rsidRDefault="00C90922" w14:paraId="6738E6BD" w14:textId="38A1A8CD">
      <w:pPr>
        <w:jc w:val="right"/>
      </w:pPr>
      <w:r w:rsidRPr="007E3594">
        <w:tab/>
      </w:r>
      <w:r w:rsidRPr="007E3594">
        <w:tab/>
      </w:r>
      <w:r w:rsidRPr="007E3594">
        <w:tab/>
      </w:r>
      <w:r w:rsidR="00165C66">
        <w:tab/>
      </w:r>
      <w:r w:rsidR="00165C66">
        <w:tab/>
      </w:r>
      <w:r w:rsidR="00165C66">
        <w:tab/>
      </w:r>
      <w:r w:rsidR="00165C66">
        <w:tab/>
      </w:r>
      <w:r w:rsidR="00165C66">
        <w:tab/>
      </w:r>
      <w:r w:rsidR="00CF09AE">
        <w:rPr>
          <w:color w:val="auto"/>
          <w:sz w:val="20"/>
        </w:rPr>
        <w:t>18/10</w:t>
      </w:r>
      <w:r w:rsidR="002A302A">
        <w:rPr>
          <w:color w:val="auto"/>
          <w:sz w:val="20"/>
        </w:rPr>
        <w:t>/2018</w:t>
      </w:r>
    </w:p>
    <w:p w:rsidRPr="007E3594" w:rsidR="00C90922" w:rsidRDefault="00C90922" w14:paraId="0CF8D4CD" w14:textId="77777777">
      <w:pPr>
        <w:pStyle w:val="Encabezado"/>
        <w:tabs>
          <w:tab w:val="clear" w:pos="4252"/>
          <w:tab w:val="clear" w:pos="8504"/>
        </w:tabs>
        <w:rPr>
          <w:highlight w:val="yellow"/>
        </w:rPr>
      </w:pPr>
    </w:p>
    <w:tbl>
      <w:tblPr>
        <w:tblW w:w="9458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6" w:space="0"/>
          <w:insideV w:val="single" w:color="000000" w:sz="6" w:space="0"/>
        </w:tblBorders>
        <w:tblLayout w:type="fixed"/>
        <w:tblCellMar>
          <w:left w:w="70" w:type="dxa"/>
          <w:right w:w="70" w:type="dxa"/>
        </w:tblCellMar>
        <w:tblLook w:val="0080" w:firstRow="0" w:lastRow="0" w:firstColumn="1" w:lastColumn="0" w:noHBand="0" w:noVBand="0"/>
      </w:tblPr>
      <w:tblGrid>
        <w:gridCol w:w="1630"/>
        <w:gridCol w:w="7828"/>
      </w:tblGrid>
      <w:tr w:rsidRPr="007E3594" w:rsidR="00C90922" w:rsidTr="001935C2" w14:paraId="25DED746" w14:textId="77777777">
        <w:trPr>
          <w:trHeight w:val="20"/>
          <w:jc w:val="center"/>
        </w:trPr>
        <w:tc>
          <w:tcPr>
            <w:tcW w:w="1630" w:type="dxa"/>
            <w:shd w:val="clear" w:color="auto" w:fill="FF0000"/>
          </w:tcPr>
          <w:p w:rsidRPr="007E3594" w:rsidR="00C90922" w:rsidRDefault="00C90922" w14:paraId="410884C7" w14:textId="77777777">
            <w:pPr>
              <w:spacing w:before="20" w:after="20"/>
              <w:ind w:left="-70"/>
              <w:jc w:val="center"/>
              <w:rPr>
                <w:color w:val="FFFFFF"/>
              </w:rPr>
            </w:pPr>
            <w:r w:rsidRPr="007E3594">
              <w:rPr>
                <w:color w:val="FFFFFF"/>
              </w:rPr>
              <w:t>Archivo</w:t>
            </w:r>
          </w:p>
        </w:tc>
        <w:tc>
          <w:tcPr>
            <w:tcW w:w="7828" w:type="dxa"/>
          </w:tcPr>
          <w:p w:rsidRPr="00B94AE3" w:rsidR="00C90922" w:rsidP="00A945AC" w:rsidRDefault="002A302A" w14:paraId="7EDAAAFE" w14:textId="77777777">
            <w:pPr>
              <w:spacing w:before="20" w:after="20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FACTURA SIMPLIFICADA CRTM</w:t>
            </w:r>
          </w:p>
        </w:tc>
      </w:tr>
      <w:tr w:rsidRPr="007E3594" w:rsidR="002A302A" w:rsidTr="001935C2" w14:paraId="1BDF1F01" w14:textId="77777777">
        <w:trPr>
          <w:trHeight w:val="20"/>
          <w:jc w:val="center"/>
        </w:trPr>
        <w:tc>
          <w:tcPr>
            <w:tcW w:w="1630" w:type="dxa"/>
            <w:shd w:val="clear" w:color="auto" w:fill="FF0000"/>
          </w:tcPr>
          <w:p w:rsidRPr="007E3594" w:rsidR="002A302A" w:rsidP="002A302A" w:rsidRDefault="002A302A" w14:paraId="70F55BCA" w14:textId="77777777">
            <w:pPr>
              <w:spacing w:before="20" w:after="20"/>
              <w:ind w:left="-70"/>
              <w:jc w:val="center"/>
              <w:rPr>
                <w:color w:val="FFFFFF"/>
              </w:rPr>
            </w:pPr>
            <w:r w:rsidRPr="007E3594">
              <w:rPr>
                <w:color w:val="FFFFFF"/>
              </w:rPr>
              <w:t>Título</w:t>
            </w:r>
          </w:p>
        </w:tc>
        <w:tc>
          <w:tcPr>
            <w:tcW w:w="7828" w:type="dxa"/>
          </w:tcPr>
          <w:p w:rsidRPr="00B94AE3" w:rsidR="002A302A" w:rsidP="002A302A" w:rsidRDefault="002A302A" w14:paraId="0FCF398A" w14:textId="77777777">
            <w:pPr>
              <w:spacing w:before="20" w:after="20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FACTURA SIMPLIFICADA CRTM</w:t>
            </w:r>
          </w:p>
        </w:tc>
      </w:tr>
      <w:tr w:rsidRPr="007E3594" w:rsidR="002A302A" w:rsidTr="001935C2" w14:paraId="0F29A35C" w14:textId="77777777">
        <w:trPr>
          <w:trHeight w:val="20"/>
          <w:jc w:val="center"/>
        </w:trPr>
        <w:tc>
          <w:tcPr>
            <w:tcW w:w="1630" w:type="dxa"/>
            <w:shd w:val="clear" w:color="auto" w:fill="FF0000"/>
          </w:tcPr>
          <w:p w:rsidRPr="007E3594" w:rsidR="002A302A" w:rsidP="002A302A" w:rsidRDefault="002A302A" w14:paraId="59B521DC" w14:textId="77777777">
            <w:pPr>
              <w:spacing w:before="20" w:after="20"/>
              <w:ind w:left="-70"/>
              <w:jc w:val="center"/>
              <w:rPr>
                <w:color w:val="FFFFFF"/>
              </w:rPr>
            </w:pPr>
            <w:r w:rsidRPr="007E3594">
              <w:rPr>
                <w:color w:val="FFFFFF"/>
              </w:rPr>
              <w:t>Versión</w:t>
            </w:r>
          </w:p>
        </w:tc>
        <w:tc>
          <w:tcPr>
            <w:tcW w:w="7828" w:type="dxa"/>
          </w:tcPr>
          <w:p w:rsidRPr="00B94AE3" w:rsidR="002A302A" w:rsidP="002A302A" w:rsidRDefault="00CF09AE" w14:paraId="14E0CD1E" w14:textId="06B4BCA8">
            <w:pPr>
              <w:spacing w:before="20" w:after="20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</w:t>
            </w:r>
            <w:r w:rsidR="002A302A">
              <w:rPr>
                <w:color w:val="auto"/>
                <w:sz w:val="20"/>
                <w:szCs w:val="20"/>
              </w:rPr>
              <w:t>.0</w:t>
            </w:r>
          </w:p>
        </w:tc>
      </w:tr>
      <w:tr w:rsidRPr="007E3594" w:rsidR="002A302A" w:rsidTr="001935C2" w14:paraId="0F1B0EC8" w14:textId="77777777">
        <w:trPr>
          <w:trHeight w:val="20"/>
          <w:jc w:val="center"/>
        </w:trPr>
        <w:tc>
          <w:tcPr>
            <w:tcW w:w="1630" w:type="dxa"/>
            <w:shd w:val="clear" w:color="auto" w:fill="FF0000"/>
          </w:tcPr>
          <w:p w:rsidRPr="007E3594" w:rsidR="002A302A" w:rsidP="002A302A" w:rsidRDefault="002A302A" w14:paraId="4B6CC162" w14:textId="77777777">
            <w:pPr>
              <w:spacing w:before="20" w:after="20"/>
              <w:ind w:left="-70"/>
              <w:jc w:val="center"/>
              <w:rPr>
                <w:color w:val="FFFFFF"/>
              </w:rPr>
            </w:pPr>
            <w:r>
              <w:rPr>
                <w:color w:val="FFFFFF"/>
              </w:rPr>
              <w:t>Fecha inicio documento</w:t>
            </w:r>
          </w:p>
        </w:tc>
        <w:tc>
          <w:tcPr>
            <w:tcW w:w="7828" w:type="dxa"/>
          </w:tcPr>
          <w:p w:rsidRPr="00B94AE3" w:rsidR="002A302A" w:rsidP="002A302A" w:rsidRDefault="00CF09AE" w14:paraId="2643B8F3" w14:textId="504FAAB0">
            <w:pPr>
              <w:spacing w:before="20" w:after="20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18/10</w:t>
            </w:r>
            <w:r w:rsidR="002A302A">
              <w:rPr>
                <w:color w:val="auto"/>
                <w:sz w:val="20"/>
                <w:szCs w:val="20"/>
              </w:rPr>
              <w:t>/2018</w:t>
            </w:r>
          </w:p>
        </w:tc>
      </w:tr>
      <w:tr w:rsidRPr="007E3594" w:rsidR="002A302A" w:rsidTr="001935C2" w14:paraId="19567419" w14:textId="77777777">
        <w:trPr>
          <w:trHeight w:val="20"/>
          <w:jc w:val="center"/>
        </w:trPr>
        <w:tc>
          <w:tcPr>
            <w:tcW w:w="1630" w:type="dxa"/>
            <w:shd w:val="clear" w:color="auto" w:fill="FF0000"/>
          </w:tcPr>
          <w:p w:rsidR="002A302A" w:rsidP="002A302A" w:rsidRDefault="002A302A" w14:paraId="1C12D398" w14:textId="77777777">
            <w:pPr>
              <w:spacing w:before="20" w:after="20"/>
              <w:ind w:left="-70"/>
              <w:jc w:val="center"/>
              <w:rPr>
                <w:color w:val="FFFFFF"/>
              </w:rPr>
            </w:pPr>
            <w:r>
              <w:rPr>
                <w:color w:val="FFFFFF"/>
              </w:rPr>
              <w:t>Fecha fin documento</w:t>
            </w:r>
          </w:p>
        </w:tc>
        <w:tc>
          <w:tcPr>
            <w:tcW w:w="7828" w:type="dxa"/>
          </w:tcPr>
          <w:p w:rsidR="002A302A" w:rsidP="002A302A" w:rsidRDefault="002A302A" w14:paraId="194C25E5" w14:textId="77777777">
            <w:pPr>
              <w:spacing w:before="20" w:after="20"/>
              <w:rPr>
                <w:color w:val="auto"/>
                <w:sz w:val="20"/>
                <w:szCs w:val="20"/>
              </w:rPr>
            </w:pPr>
          </w:p>
        </w:tc>
      </w:tr>
      <w:tr w:rsidRPr="007E3594" w:rsidR="002A302A" w:rsidTr="001935C2" w14:paraId="1B798BAF" w14:textId="77777777">
        <w:trPr>
          <w:trHeight w:val="20"/>
          <w:jc w:val="center"/>
        </w:trPr>
        <w:tc>
          <w:tcPr>
            <w:tcW w:w="1630" w:type="dxa"/>
            <w:shd w:val="clear" w:color="auto" w:fill="FF0000"/>
          </w:tcPr>
          <w:p w:rsidRPr="007E3594" w:rsidR="002A302A" w:rsidP="002A302A" w:rsidRDefault="002A302A" w14:paraId="24B09583" w14:textId="77777777">
            <w:pPr>
              <w:spacing w:before="20" w:after="20"/>
              <w:ind w:left="-70"/>
              <w:jc w:val="center"/>
              <w:rPr>
                <w:color w:val="FFFFFF"/>
              </w:rPr>
            </w:pPr>
            <w:r>
              <w:rPr>
                <w:color w:val="FFFFFF"/>
              </w:rPr>
              <w:t>Autor</w:t>
            </w:r>
          </w:p>
        </w:tc>
        <w:tc>
          <w:tcPr>
            <w:tcW w:w="7828" w:type="dxa"/>
          </w:tcPr>
          <w:p w:rsidRPr="00B94AE3" w:rsidR="002A302A" w:rsidP="002A302A" w:rsidRDefault="002A302A" w14:paraId="25647F6F" w14:textId="77777777">
            <w:pPr>
              <w:spacing w:before="20" w:after="20"/>
              <w:rPr>
                <w:color w:val="auto"/>
                <w:sz w:val="20"/>
                <w:szCs w:val="20"/>
              </w:rPr>
            </w:pPr>
          </w:p>
        </w:tc>
      </w:tr>
      <w:tr w:rsidRPr="007E3594" w:rsidR="002A302A" w:rsidTr="001935C2" w14:paraId="3202B2B4" w14:textId="77777777">
        <w:trPr>
          <w:trHeight w:val="20"/>
          <w:jc w:val="center"/>
        </w:trPr>
        <w:tc>
          <w:tcPr>
            <w:tcW w:w="1630" w:type="dxa"/>
            <w:shd w:val="clear" w:color="auto" w:fill="FF0000"/>
          </w:tcPr>
          <w:p w:rsidRPr="007E3594" w:rsidR="002A302A" w:rsidP="002A302A" w:rsidRDefault="002A302A" w14:paraId="20F0818E" w14:textId="77777777">
            <w:pPr>
              <w:spacing w:before="20" w:after="20"/>
              <w:ind w:left="-70"/>
              <w:jc w:val="center"/>
              <w:rPr>
                <w:color w:val="FFFFFF"/>
              </w:rPr>
            </w:pPr>
            <w:r w:rsidRPr="007E3594">
              <w:rPr>
                <w:color w:val="FFFFFF"/>
              </w:rPr>
              <w:t>Revisado</w:t>
            </w:r>
          </w:p>
        </w:tc>
        <w:tc>
          <w:tcPr>
            <w:tcW w:w="7828" w:type="dxa"/>
          </w:tcPr>
          <w:p w:rsidRPr="00B94AE3" w:rsidR="002A302A" w:rsidP="002A302A" w:rsidRDefault="002A302A" w14:paraId="45A6FB47" w14:textId="77777777">
            <w:pPr>
              <w:spacing w:before="20" w:after="20"/>
              <w:rPr>
                <w:sz w:val="20"/>
                <w:szCs w:val="20"/>
              </w:rPr>
            </w:pPr>
          </w:p>
        </w:tc>
      </w:tr>
      <w:tr w:rsidRPr="007E3594" w:rsidR="002A302A" w:rsidTr="001935C2" w14:paraId="53C48B30" w14:textId="77777777">
        <w:trPr>
          <w:trHeight w:val="20"/>
          <w:jc w:val="center"/>
        </w:trPr>
        <w:tc>
          <w:tcPr>
            <w:tcW w:w="1630" w:type="dxa"/>
            <w:shd w:val="clear" w:color="auto" w:fill="FF0000"/>
          </w:tcPr>
          <w:p w:rsidRPr="007E3594" w:rsidR="002A302A" w:rsidP="002A302A" w:rsidRDefault="002A302A" w14:paraId="2C8E6A0D" w14:textId="77777777">
            <w:pPr>
              <w:spacing w:before="20" w:after="20"/>
              <w:ind w:left="-70"/>
              <w:jc w:val="center"/>
              <w:rPr>
                <w:color w:val="FFFFFF"/>
              </w:rPr>
            </w:pPr>
            <w:r w:rsidRPr="007E3594">
              <w:rPr>
                <w:color w:val="FFFFFF"/>
              </w:rPr>
              <w:t>Aprobado</w:t>
            </w:r>
          </w:p>
        </w:tc>
        <w:tc>
          <w:tcPr>
            <w:tcW w:w="7828" w:type="dxa"/>
          </w:tcPr>
          <w:p w:rsidRPr="00B94AE3" w:rsidR="002A302A" w:rsidP="002A302A" w:rsidRDefault="002A302A" w14:paraId="6E873336" w14:textId="77777777">
            <w:pPr>
              <w:spacing w:before="20" w:after="20"/>
              <w:rPr>
                <w:sz w:val="20"/>
                <w:szCs w:val="20"/>
              </w:rPr>
            </w:pPr>
          </w:p>
        </w:tc>
      </w:tr>
    </w:tbl>
    <w:p w:rsidRPr="007E3594" w:rsidR="005609D4" w:rsidP="005609D4" w:rsidRDefault="005609D4" w14:paraId="361C91EC" w14:textId="77777777">
      <w:pPr>
        <w:jc w:val="left"/>
        <w:rPr>
          <w:b/>
          <w:bCs/>
          <w:color w:val="auto"/>
        </w:rPr>
      </w:pPr>
      <w:r w:rsidRPr="007E3594">
        <w:rPr>
          <w:b/>
          <w:bCs/>
          <w:color w:val="auto"/>
        </w:rPr>
        <w:t>Control de Versiones</w:t>
      </w:r>
    </w:p>
    <w:tbl>
      <w:tblPr>
        <w:tblW w:w="945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599"/>
        <w:gridCol w:w="6237"/>
        <w:gridCol w:w="1622"/>
      </w:tblGrid>
      <w:tr w:rsidRPr="007E3594" w:rsidR="005609D4" w:rsidTr="004D3DEE" w14:paraId="01B99EC5" w14:textId="77777777">
        <w:trPr>
          <w:jc w:val="center"/>
        </w:trPr>
        <w:tc>
          <w:tcPr>
            <w:tcW w:w="1599" w:type="dxa"/>
            <w:shd w:val="clear" w:color="auto" w:fill="FF0000"/>
            <w:vAlign w:val="center"/>
          </w:tcPr>
          <w:p w:rsidRPr="007E3594" w:rsidR="005609D4" w:rsidP="004D3DEE" w:rsidRDefault="005609D4" w14:paraId="0116CA47" w14:textId="77777777">
            <w:pPr>
              <w:pStyle w:val="Tabla"/>
              <w:jc w:val="left"/>
              <w:rPr>
                <w:color w:val="FFFFFF"/>
                <w:sz w:val="22"/>
              </w:rPr>
            </w:pPr>
            <w:r w:rsidRPr="007E3594">
              <w:rPr>
                <w:color w:val="FFFFFF"/>
                <w:sz w:val="22"/>
              </w:rPr>
              <w:t>Versión</w:t>
            </w:r>
          </w:p>
        </w:tc>
        <w:tc>
          <w:tcPr>
            <w:tcW w:w="6237" w:type="dxa"/>
            <w:shd w:val="clear" w:color="auto" w:fill="FF0000"/>
            <w:vAlign w:val="center"/>
          </w:tcPr>
          <w:p w:rsidRPr="007E3594" w:rsidR="005609D4" w:rsidP="004D3DEE" w:rsidRDefault="005609D4" w14:paraId="625ABA77" w14:textId="77777777">
            <w:pPr>
              <w:pStyle w:val="Tabla"/>
              <w:jc w:val="left"/>
              <w:rPr>
                <w:color w:val="FFFFFF"/>
                <w:sz w:val="22"/>
              </w:rPr>
            </w:pPr>
            <w:r w:rsidRPr="007E3594">
              <w:rPr>
                <w:color w:val="FFFFFF"/>
                <w:sz w:val="22"/>
              </w:rPr>
              <w:t>Descripción</w:t>
            </w:r>
          </w:p>
        </w:tc>
        <w:tc>
          <w:tcPr>
            <w:tcW w:w="1622" w:type="dxa"/>
            <w:shd w:val="clear" w:color="auto" w:fill="FF0000"/>
            <w:vAlign w:val="center"/>
          </w:tcPr>
          <w:p w:rsidRPr="007E3594" w:rsidR="005609D4" w:rsidP="004D3DEE" w:rsidRDefault="005609D4" w14:paraId="4DB05BAB" w14:textId="77777777">
            <w:pPr>
              <w:pStyle w:val="Tabla"/>
              <w:jc w:val="left"/>
              <w:rPr>
                <w:color w:val="FFFFFF"/>
                <w:sz w:val="22"/>
              </w:rPr>
            </w:pPr>
            <w:r w:rsidRPr="007E3594">
              <w:rPr>
                <w:color w:val="FFFFFF"/>
                <w:sz w:val="22"/>
              </w:rPr>
              <w:t>Fecha</w:t>
            </w:r>
          </w:p>
        </w:tc>
      </w:tr>
      <w:tr w:rsidRPr="007E3594" w:rsidR="005609D4" w:rsidTr="004D3DEE" w14:paraId="64EF6235" w14:textId="77777777">
        <w:trPr>
          <w:jc w:val="center"/>
        </w:trPr>
        <w:tc>
          <w:tcPr>
            <w:tcW w:w="1599" w:type="dxa"/>
            <w:vAlign w:val="center"/>
          </w:tcPr>
          <w:p w:rsidRPr="007E3594" w:rsidR="005609D4" w:rsidP="004D3DEE" w:rsidRDefault="00C97BB6" w14:paraId="490C9168" w14:textId="77777777">
            <w:pPr>
              <w:pStyle w:val="Tabla"/>
              <w:jc w:val="left"/>
              <w:rPr>
                <w:color w:val="auto"/>
                <w:sz w:val="20"/>
              </w:rPr>
            </w:pPr>
            <w:r>
              <w:rPr>
                <w:color w:val="auto"/>
                <w:sz w:val="20"/>
              </w:rPr>
              <w:t>1.0</w:t>
            </w:r>
          </w:p>
        </w:tc>
        <w:tc>
          <w:tcPr>
            <w:tcW w:w="6237" w:type="dxa"/>
            <w:vAlign w:val="center"/>
          </w:tcPr>
          <w:p w:rsidRPr="007E3594" w:rsidR="005609D4" w:rsidP="004D3DEE" w:rsidRDefault="005609D4" w14:paraId="02331236" w14:textId="77777777">
            <w:pPr>
              <w:pStyle w:val="Tabla"/>
              <w:jc w:val="left"/>
              <w:rPr>
                <w:color w:val="auto"/>
                <w:sz w:val="20"/>
              </w:rPr>
            </w:pPr>
            <w:r w:rsidRPr="007E3594">
              <w:rPr>
                <w:color w:val="auto"/>
                <w:sz w:val="20"/>
              </w:rPr>
              <w:t>Creación del documento</w:t>
            </w:r>
          </w:p>
        </w:tc>
        <w:tc>
          <w:tcPr>
            <w:tcW w:w="1622" w:type="dxa"/>
            <w:vAlign w:val="center"/>
          </w:tcPr>
          <w:p w:rsidRPr="007E3594" w:rsidR="005609D4" w:rsidP="00850FC6" w:rsidRDefault="002A302A" w14:paraId="7C4E5A69" w14:textId="77777777">
            <w:pPr>
              <w:pStyle w:val="Tabla"/>
              <w:jc w:val="left"/>
              <w:rPr>
                <w:color w:val="auto"/>
                <w:sz w:val="20"/>
              </w:rPr>
            </w:pPr>
            <w:r>
              <w:rPr>
                <w:color w:val="auto"/>
                <w:sz w:val="20"/>
              </w:rPr>
              <w:t>13/02/2018</w:t>
            </w:r>
          </w:p>
        </w:tc>
      </w:tr>
      <w:tr w:rsidRPr="007E3594" w:rsidR="00323FF4" w:rsidTr="004D3DEE" w14:paraId="4B6F570F" w14:textId="77777777">
        <w:trPr>
          <w:jc w:val="center"/>
        </w:trPr>
        <w:tc>
          <w:tcPr>
            <w:tcW w:w="1599" w:type="dxa"/>
            <w:vAlign w:val="center"/>
          </w:tcPr>
          <w:p w:rsidR="00323FF4" w:rsidP="004D3DEE" w:rsidRDefault="00323FF4" w14:paraId="14D785D4" w14:textId="1DB40AA1">
            <w:pPr>
              <w:pStyle w:val="Tabla"/>
              <w:jc w:val="left"/>
              <w:rPr>
                <w:color w:val="auto"/>
                <w:sz w:val="20"/>
              </w:rPr>
            </w:pPr>
            <w:r>
              <w:rPr>
                <w:color w:val="auto"/>
                <w:sz w:val="20"/>
              </w:rPr>
              <w:t>2.0</w:t>
            </w:r>
          </w:p>
        </w:tc>
        <w:tc>
          <w:tcPr>
            <w:tcW w:w="6237" w:type="dxa"/>
            <w:vAlign w:val="center"/>
          </w:tcPr>
          <w:p w:rsidR="00323FF4" w:rsidP="004D3DEE" w:rsidRDefault="00323FF4" w14:paraId="7C603525" w14:textId="77777777">
            <w:pPr>
              <w:pStyle w:val="Tabla"/>
              <w:jc w:val="left"/>
              <w:rPr>
                <w:color w:val="auto"/>
                <w:sz w:val="20"/>
              </w:rPr>
            </w:pPr>
            <w:r>
              <w:rPr>
                <w:color w:val="auto"/>
                <w:sz w:val="20"/>
              </w:rPr>
              <w:t>Modificado TAMAÑO DE NUMERACIÓN DE FACTURAS HABIA ERRATA.</w:t>
            </w:r>
          </w:p>
          <w:p w:rsidRPr="007E3594" w:rsidR="00323FF4" w:rsidP="004D3DEE" w:rsidRDefault="00560093" w14:paraId="2B35D448" w14:textId="4DF349D0">
            <w:pPr>
              <w:pStyle w:val="Tabla"/>
              <w:jc w:val="left"/>
              <w:rPr>
                <w:color w:val="auto"/>
                <w:sz w:val="20"/>
              </w:rPr>
            </w:pPr>
            <w:r>
              <w:rPr>
                <w:color w:val="auto"/>
                <w:sz w:val="20"/>
              </w:rPr>
              <w:t xml:space="preserve">AÑADIDO OBLIGATORIO CODIGO DE </w:t>
            </w:r>
            <w:r w:rsidR="00323FF4">
              <w:rPr>
                <w:color w:val="auto"/>
                <w:sz w:val="20"/>
              </w:rPr>
              <w:t>BARRAS CON NUMERACIÓN FACTURA</w:t>
            </w:r>
            <w:r>
              <w:rPr>
                <w:color w:val="auto"/>
                <w:sz w:val="20"/>
              </w:rPr>
              <w:t xml:space="preserve"> y Código de control que es la firma de la transacción de facturación</w:t>
            </w:r>
          </w:p>
        </w:tc>
        <w:tc>
          <w:tcPr>
            <w:tcW w:w="1622" w:type="dxa"/>
            <w:vAlign w:val="center"/>
          </w:tcPr>
          <w:p w:rsidR="00323FF4" w:rsidP="00850FC6" w:rsidRDefault="00323FF4" w14:paraId="4B1DA5D2" w14:textId="78A7F48D">
            <w:pPr>
              <w:pStyle w:val="Tabla"/>
              <w:jc w:val="left"/>
              <w:rPr>
                <w:color w:val="auto"/>
                <w:sz w:val="20"/>
              </w:rPr>
            </w:pPr>
            <w:r>
              <w:rPr>
                <w:color w:val="auto"/>
                <w:sz w:val="20"/>
              </w:rPr>
              <w:t>21/05/2018</w:t>
            </w:r>
          </w:p>
        </w:tc>
      </w:tr>
      <w:tr w:rsidRPr="007E3594" w:rsidR="00CF09AE" w:rsidTr="004D3DEE" w14:paraId="29EE8942" w14:textId="77777777">
        <w:trPr>
          <w:jc w:val="center"/>
        </w:trPr>
        <w:tc>
          <w:tcPr>
            <w:tcW w:w="1599" w:type="dxa"/>
            <w:vAlign w:val="center"/>
          </w:tcPr>
          <w:p w:rsidR="00CF09AE" w:rsidP="004D3DEE" w:rsidRDefault="00CF09AE" w14:paraId="06CDC22E" w14:textId="384C5A71">
            <w:pPr>
              <w:pStyle w:val="Tabla"/>
              <w:jc w:val="left"/>
              <w:rPr>
                <w:color w:val="auto"/>
                <w:sz w:val="20"/>
              </w:rPr>
            </w:pPr>
            <w:r>
              <w:rPr>
                <w:color w:val="auto"/>
                <w:sz w:val="20"/>
              </w:rPr>
              <w:t>3.0</w:t>
            </w:r>
          </w:p>
        </w:tc>
        <w:tc>
          <w:tcPr>
            <w:tcW w:w="6237" w:type="dxa"/>
            <w:vAlign w:val="center"/>
          </w:tcPr>
          <w:p w:rsidR="00CF09AE" w:rsidP="004D3DEE" w:rsidRDefault="00CF09AE" w14:paraId="1E9F0560" w14:textId="3AE69EB5">
            <w:pPr>
              <w:pStyle w:val="Tabla"/>
              <w:jc w:val="left"/>
              <w:rPr>
                <w:color w:val="auto"/>
                <w:sz w:val="20"/>
              </w:rPr>
            </w:pPr>
            <w:r>
              <w:rPr>
                <w:color w:val="auto"/>
                <w:sz w:val="20"/>
              </w:rPr>
              <w:t xml:space="preserve">Actualizada </w:t>
            </w:r>
          </w:p>
        </w:tc>
        <w:tc>
          <w:tcPr>
            <w:tcW w:w="1622" w:type="dxa"/>
            <w:vAlign w:val="center"/>
          </w:tcPr>
          <w:p w:rsidR="00CF09AE" w:rsidP="00850FC6" w:rsidRDefault="00CF09AE" w14:paraId="559E0339" w14:textId="0F9B0023">
            <w:pPr>
              <w:pStyle w:val="Tabla"/>
              <w:jc w:val="left"/>
              <w:rPr>
                <w:color w:val="auto"/>
                <w:sz w:val="20"/>
              </w:rPr>
            </w:pPr>
            <w:r>
              <w:rPr>
                <w:color w:val="auto"/>
                <w:sz w:val="20"/>
              </w:rPr>
              <w:t>18/10/2018</w:t>
            </w:r>
          </w:p>
        </w:tc>
      </w:tr>
    </w:tbl>
    <w:p w:rsidRPr="007E3594" w:rsidR="005609D4" w:rsidP="005609D4" w:rsidRDefault="005609D4" w14:paraId="4E9789F5" w14:textId="77777777">
      <w:pPr>
        <w:pStyle w:val="Tabla"/>
        <w:jc w:val="left"/>
        <w:rPr>
          <w:color w:val="auto"/>
          <w:sz w:val="20"/>
        </w:rPr>
      </w:pPr>
    </w:p>
    <w:p w:rsidRPr="007E3594" w:rsidR="005609D4" w:rsidP="005609D4" w:rsidRDefault="005609D4" w14:paraId="26945BC4" w14:textId="77777777">
      <w:pPr>
        <w:jc w:val="left"/>
        <w:rPr>
          <w:b/>
          <w:bCs/>
          <w:color w:val="auto"/>
        </w:rPr>
      </w:pPr>
      <w:r w:rsidRPr="007E3594">
        <w:rPr>
          <w:b/>
          <w:bCs/>
          <w:color w:val="auto"/>
        </w:rPr>
        <w:t xml:space="preserve"> </w:t>
      </w:r>
    </w:p>
    <w:p w:rsidRPr="007E3594" w:rsidR="005609D4" w:rsidP="005609D4" w:rsidRDefault="005E3CC5" w14:paraId="249126ED" w14:textId="77777777">
      <w:pPr>
        <w:jc w:val="left"/>
      </w:pPr>
      <w:r>
        <w:rPr>
          <w:b/>
          <w:bCs/>
          <w:sz w:val="20"/>
        </w:rPr>
        <w:pict w14:anchorId="24DA4F4D">
          <v:shapetype id="_x0000_t202" coordsize="21600,21600" o:spt="202" path="m,l,21600r21600,l21600,xe">
            <v:stroke joinstyle="miter"/>
            <v:path gradientshapeok="t" o:connecttype="rect"/>
          </v:shapetype>
          <v:shape id="_x0000_s1147" style="position:absolute;margin-left:45pt;margin-top:-.15pt;width:378pt;height:29.75pt;z-index:251657728" filled="f" stroked="f" type="#_x0000_t202">
            <v:textbox style="mso-next-textbox:#_x0000_s1147">
              <w:txbxContent>
                <w:p w:rsidR="00304E67" w:rsidP="005609D4" w:rsidRDefault="00304E67" w14:paraId="4B9B7AFE" w14:textId="77777777">
                  <w:pPr>
                    <w:spacing w:before="0" w:after="0"/>
                    <w:jc w:val="center"/>
                    <w:rPr>
                      <w:color w:val="auto"/>
                      <w:sz w:val="16"/>
                    </w:rPr>
                  </w:pPr>
                  <w:r>
                    <w:rPr>
                      <w:color w:val="auto"/>
                      <w:sz w:val="16"/>
                    </w:rPr>
                    <w:t>Copyright © CRTM. Todos los derechos reservados. Solo para uso interno.</w:t>
                  </w:r>
                </w:p>
                <w:p w:rsidR="00304E67" w:rsidP="005609D4" w:rsidRDefault="00304E67" w14:paraId="26CA32AC" w14:textId="77777777">
                  <w:pPr>
                    <w:spacing w:before="0" w:after="0"/>
                    <w:jc w:val="center"/>
                    <w:rPr>
                      <w:sz w:val="20"/>
                    </w:rPr>
                  </w:pPr>
                  <w:r>
                    <w:rPr>
                      <w:color w:val="auto"/>
                      <w:sz w:val="16"/>
                    </w:rPr>
                    <w:t xml:space="preserve">Prohibida su </w:t>
                  </w:r>
                  <w:proofErr w:type="gramStart"/>
                  <w:r>
                    <w:rPr>
                      <w:color w:val="auto"/>
                      <w:sz w:val="16"/>
                    </w:rPr>
                    <w:t>distribución  sin</w:t>
                  </w:r>
                  <w:proofErr w:type="gramEnd"/>
                  <w:r>
                    <w:rPr>
                      <w:color w:val="auto"/>
                      <w:sz w:val="16"/>
                    </w:rPr>
                    <w:t xml:space="preserve"> autorización expresa</w:t>
                  </w:r>
                </w:p>
              </w:txbxContent>
            </v:textbox>
          </v:shape>
        </w:pict>
      </w:r>
    </w:p>
    <w:p w:rsidRPr="007E3594" w:rsidR="005609D4" w:rsidP="005609D4" w:rsidRDefault="005609D4" w14:paraId="6F8F18D4" w14:textId="77777777"/>
    <w:p w:rsidRPr="007E3594" w:rsidR="00C90922" w:rsidRDefault="00C90922" w14:paraId="5FB868D6" w14:textId="77777777"/>
    <w:p w:rsidRPr="007E3594" w:rsidR="00C90922" w:rsidRDefault="003A4101" w14:paraId="409AC244" w14:textId="77777777">
      <w:r w:rsidRPr="007E3594">
        <w:br w:type="page"/>
      </w:r>
    </w:p>
    <w:p w:rsidRPr="007E3594" w:rsidR="00C90922" w:rsidRDefault="00C90922" w14:paraId="0C1B9375" w14:textId="77777777"/>
    <w:p w:rsidR="00C90922" w:rsidRDefault="005609D4" w14:paraId="18F4A06F" w14:textId="77777777">
      <w:pPr>
        <w:pBdr>
          <w:bottom w:val="single" w:color="auto" w:sz="6" w:space="1"/>
        </w:pBdr>
        <w:rPr>
          <w:b/>
          <w:i/>
        </w:rPr>
      </w:pPr>
      <w:r>
        <w:rPr>
          <w:b/>
          <w:i/>
        </w:rPr>
        <w:t>ÍNDICE</w:t>
      </w:r>
    </w:p>
    <w:p w:rsidRPr="007E3594" w:rsidR="00C90922" w:rsidRDefault="00C90922" w14:paraId="7BBB8D40" w14:textId="77777777"/>
    <w:p w:rsidR="0038741B" w:rsidRDefault="00BD643E" w14:paraId="35A16CAD" w14:textId="0DF405DB">
      <w:pPr>
        <w:pStyle w:val="TDC1"/>
        <w:tabs>
          <w:tab w:val="left" w:pos="440"/>
          <w:tab w:val="right" w:leader="dot" w:pos="10218"/>
        </w:tabs>
        <w:rPr>
          <w:rFonts w:asciiTheme="minorHAnsi" w:hAnsiTheme="minorHAnsi" w:eastAsiaTheme="minorEastAsia" w:cstheme="minorBidi"/>
          <w:b w:val="0"/>
          <w:bCs w:val="0"/>
          <w:caps w:val="0"/>
          <w:noProof/>
          <w:color w:val="auto"/>
          <w:szCs w:val="22"/>
          <w:lang w:val="es-ES"/>
        </w:rPr>
      </w:pPr>
      <w:r w:rsidRPr="007E3594">
        <w:fldChar w:fldCharType="begin"/>
      </w:r>
      <w:r w:rsidRPr="007E3594" w:rsidR="00C90922">
        <w:instrText xml:space="preserve"> TOC \o "1-3" \h \z \u </w:instrText>
      </w:r>
      <w:r w:rsidRPr="007E3594">
        <w:fldChar w:fldCharType="separate"/>
      </w:r>
      <w:hyperlink w:history="1" w:anchor="_Toc506383567">
        <w:r w:rsidRPr="00030F8B" w:rsidR="0038741B">
          <w:rPr>
            <w:rStyle w:val="Hipervnculo"/>
            <w:noProof/>
          </w:rPr>
          <w:t>1.</w:t>
        </w:r>
        <w:r w:rsidR="0038741B">
          <w:rPr>
            <w:rFonts w:asciiTheme="minorHAnsi" w:hAnsiTheme="minorHAnsi" w:eastAsiaTheme="minorEastAsia" w:cstheme="minorBidi"/>
            <w:b w:val="0"/>
            <w:bCs w:val="0"/>
            <w:caps w:val="0"/>
            <w:noProof/>
            <w:color w:val="auto"/>
            <w:szCs w:val="22"/>
            <w:lang w:val="es-ES"/>
          </w:rPr>
          <w:tab/>
        </w:r>
        <w:r w:rsidRPr="00030F8B" w:rsidR="0038741B">
          <w:rPr>
            <w:rStyle w:val="Hipervnculo"/>
            <w:noProof/>
          </w:rPr>
          <w:t>Introducción.</w:t>
        </w:r>
        <w:r w:rsidR="0038741B">
          <w:rPr>
            <w:noProof/>
            <w:webHidden/>
          </w:rPr>
          <w:tab/>
        </w:r>
        <w:r w:rsidR="0038741B">
          <w:rPr>
            <w:noProof/>
            <w:webHidden/>
          </w:rPr>
          <w:fldChar w:fldCharType="begin"/>
        </w:r>
        <w:r w:rsidR="0038741B">
          <w:rPr>
            <w:noProof/>
            <w:webHidden/>
          </w:rPr>
          <w:instrText xml:space="preserve"> PAGEREF _Toc506383567 \h </w:instrText>
        </w:r>
        <w:r w:rsidR="0038741B">
          <w:rPr>
            <w:noProof/>
            <w:webHidden/>
          </w:rPr>
        </w:r>
        <w:r w:rsidR="0038741B">
          <w:rPr>
            <w:noProof/>
            <w:webHidden/>
          </w:rPr>
          <w:fldChar w:fldCharType="separate"/>
        </w:r>
        <w:r w:rsidR="005F11AF">
          <w:rPr>
            <w:noProof/>
            <w:webHidden/>
          </w:rPr>
          <w:t>3</w:t>
        </w:r>
        <w:r w:rsidR="0038741B">
          <w:rPr>
            <w:noProof/>
            <w:webHidden/>
          </w:rPr>
          <w:fldChar w:fldCharType="end"/>
        </w:r>
      </w:hyperlink>
    </w:p>
    <w:p w:rsidR="0038741B" w:rsidRDefault="005E3CC5" w14:paraId="0CD2F068" w14:textId="5268B186">
      <w:pPr>
        <w:pStyle w:val="TDC1"/>
        <w:tabs>
          <w:tab w:val="left" w:pos="440"/>
          <w:tab w:val="right" w:leader="dot" w:pos="10218"/>
        </w:tabs>
        <w:rPr>
          <w:rFonts w:asciiTheme="minorHAnsi" w:hAnsiTheme="minorHAnsi" w:eastAsiaTheme="minorEastAsia" w:cstheme="minorBidi"/>
          <w:b w:val="0"/>
          <w:bCs w:val="0"/>
          <w:caps w:val="0"/>
          <w:noProof/>
          <w:color w:val="auto"/>
          <w:szCs w:val="22"/>
          <w:lang w:val="es-ES"/>
        </w:rPr>
      </w:pPr>
      <w:hyperlink w:history="1" w:anchor="_Toc506383568">
        <w:r w:rsidRPr="00030F8B" w:rsidR="0038741B">
          <w:rPr>
            <w:rStyle w:val="Hipervnculo"/>
            <w:noProof/>
          </w:rPr>
          <w:t>2.</w:t>
        </w:r>
        <w:r w:rsidR="0038741B">
          <w:rPr>
            <w:rFonts w:asciiTheme="minorHAnsi" w:hAnsiTheme="minorHAnsi" w:eastAsiaTheme="minorEastAsia" w:cstheme="minorBidi"/>
            <w:b w:val="0"/>
            <w:bCs w:val="0"/>
            <w:caps w:val="0"/>
            <w:noProof/>
            <w:color w:val="auto"/>
            <w:szCs w:val="22"/>
            <w:lang w:val="es-ES"/>
          </w:rPr>
          <w:tab/>
        </w:r>
        <w:r w:rsidRPr="00030F8B" w:rsidR="0038741B">
          <w:rPr>
            <w:rStyle w:val="Hipervnculo"/>
            <w:noProof/>
          </w:rPr>
          <w:t>Numeración de las facturas</w:t>
        </w:r>
        <w:r w:rsidR="0038741B">
          <w:rPr>
            <w:noProof/>
            <w:webHidden/>
          </w:rPr>
          <w:tab/>
        </w:r>
        <w:r w:rsidR="0038741B">
          <w:rPr>
            <w:noProof/>
            <w:webHidden/>
          </w:rPr>
          <w:fldChar w:fldCharType="begin"/>
        </w:r>
        <w:r w:rsidR="0038741B">
          <w:rPr>
            <w:noProof/>
            <w:webHidden/>
          </w:rPr>
          <w:instrText xml:space="preserve"> PAGEREF _Toc506383568 \h </w:instrText>
        </w:r>
        <w:r w:rsidR="0038741B">
          <w:rPr>
            <w:noProof/>
            <w:webHidden/>
          </w:rPr>
        </w:r>
        <w:r w:rsidR="0038741B">
          <w:rPr>
            <w:noProof/>
            <w:webHidden/>
          </w:rPr>
          <w:fldChar w:fldCharType="separate"/>
        </w:r>
        <w:r w:rsidR="005F11AF">
          <w:rPr>
            <w:noProof/>
            <w:webHidden/>
          </w:rPr>
          <w:t>3</w:t>
        </w:r>
        <w:r w:rsidR="0038741B">
          <w:rPr>
            <w:noProof/>
            <w:webHidden/>
          </w:rPr>
          <w:fldChar w:fldCharType="end"/>
        </w:r>
      </w:hyperlink>
    </w:p>
    <w:p w:rsidR="0038741B" w:rsidRDefault="005E3CC5" w14:paraId="135D8B2B" w14:textId="67C9A94C">
      <w:pPr>
        <w:pStyle w:val="TDC1"/>
        <w:tabs>
          <w:tab w:val="left" w:pos="440"/>
          <w:tab w:val="right" w:leader="dot" w:pos="10218"/>
        </w:tabs>
        <w:rPr>
          <w:rFonts w:asciiTheme="minorHAnsi" w:hAnsiTheme="minorHAnsi" w:eastAsiaTheme="minorEastAsia" w:cstheme="minorBidi"/>
          <w:b w:val="0"/>
          <w:bCs w:val="0"/>
          <w:caps w:val="0"/>
          <w:noProof/>
          <w:color w:val="auto"/>
          <w:szCs w:val="22"/>
          <w:lang w:val="es-ES"/>
        </w:rPr>
      </w:pPr>
      <w:hyperlink w:history="1" w:anchor="_Toc506383569">
        <w:r w:rsidRPr="00030F8B" w:rsidR="0038741B">
          <w:rPr>
            <w:rStyle w:val="Hipervnculo"/>
            <w:noProof/>
          </w:rPr>
          <w:t>3.</w:t>
        </w:r>
        <w:r w:rsidR="0038741B">
          <w:rPr>
            <w:rFonts w:asciiTheme="minorHAnsi" w:hAnsiTheme="minorHAnsi" w:eastAsiaTheme="minorEastAsia" w:cstheme="minorBidi"/>
            <w:b w:val="0"/>
            <w:bCs w:val="0"/>
            <w:caps w:val="0"/>
            <w:noProof/>
            <w:color w:val="auto"/>
            <w:szCs w:val="22"/>
            <w:lang w:val="es-ES"/>
          </w:rPr>
          <w:tab/>
        </w:r>
        <w:r w:rsidRPr="00030F8B" w:rsidR="0038741B">
          <w:rPr>
            <w:rStyle w:val="Hipervnculo"/>
            <w:noProof/>
          </w:rPr>
          <w:t>Bloques de la factura.</w:t>
        </w:r>
        <w:r w:rsidR="0038741B">
          <w:rPr>
            <w:noProof/>
            <w:webHidden/>
          </w:rPr>
          <w:tab/>
        </w:r>
        <w:r w:rsidR="0038741B">
          <w:rPr>
            <w:noProof/>
            <w:webHidden/>
          </w:rPr>
          <w:fldChar w:fldCharType="begin"/>
        </w:r>
        <w:r w:rsidR="0038741B">
          <w:rPr>
            <w:noProof/>
            <w:webHidden/>
          </w:rPr>
          <w:instrText xml:space="preserve"> PAGEREF _Toc506383569 \h </w:instrText>
        </w:r>
        <w:r w:rsidR="0038741B">
          <w:rPr>
            <w:noProof/>
            <w:webHidden/>
          </w:rPr>
        </w:r>
        <w:r w:rsidR="0038741B">
          <w:rPr>
            <w:noProof/>
            <w:webHidden/>
          </w:rPr>
          <w:fldChar w:fldCharType="separate"/>
        </w:r>
        <w:r w:rsidR="005F11AF">
          <w:rPr>
            <w:noProof/>
            <w:webHidden/>
          </w:rPr>
          <w:t>3</w:t>
        </w:r>
        <w:r w:rsidR="0038741B">
          <w:rPr>
            <w:noProof/>
            <w:webHidden/>
          </w:rPr>
          <w:fldChar w:fldCharType="end"/>
        </w:r>
      </w:hyperlink>
    </w:p>
    <w:p w:rsidR="0038741B" w:rsidRDefault="005E3CC5" w14:paraId="06B0ABBE" w14:textId="03961620">
      <w:pPr>
        <w:pStyle w:val="TDC2"/>
        <w:tabs>
          <w:tab w:val="left" w:pos="880"/>
          <w:tab w:val="right" w:leader="dot" w:pos="10218"/>
        </w:tabs>
        <w:rPr>
          <w:rFonts w:asciiTheme="minorHAnsi" w:hAnsiTheme="minorHAnsi" w:eastAsiaTheme="minorEastAsia" w:cstheme="minorBidi"/>
          <w:smallCaps w:val="0"/>
          <w:noProof/>
          <w:color w:val="auto"/>
          <w:szCs w:val="22"/>
          <w:lang w:val="es-ES"/>
        </w:rPr>
      </w:pPr>
      <w:hyperlink w:history="1" w:anchor="_Toc506383570">
        <w:r w:rsidRPr="00030F8B" w:rsidR="0038741B">
          <w:rPr>
            <w:rStyle w:val="Hipervnculo"/>
            <w:noProof/>
          </w:rPr>
          <w:t>3.1.</w:t>
        </w:r>
        <w:r w:rsidR="0038741B">
          <w:rPr>
            <w:rFonts w:asciiTheme="minorHAnsi" w:hAnsiTheme="minorHAnsi" w:eastAsiaTheme="minorEastAsia" w:cstheme="minorBidi"/>
            <w:smallCaps w:val="0"/>
            <w:noProof/>
            <w:color w:val="auto"/>
            <w:szCs w:val="22"/>
            <w:lang w:val="es-ES"/>
          </w:rPr>
          <w:tab/>
        </w:r>
        <w:r w:rsidRPr="00030F8B" w:rsidR="0038741B">
          <w:rPr>
            <w:rStyle w:val="Hipervnculo"/>
            <w:noProof/>
          </w:rPr>
          <w:t>Bloque 1 Datos del Emisor</w:t>
        </w:r>
        <w:r w:rsidR="0038741B">
          <w:rPr>
            <w:noProof/>
            <w:webHidden/>
          </w:rPr>
          <w:tab/>
        </w:r>
        <w:r w:rsidR="0038741B">
          <w:rPr>
            <w:noProof/>
            <w:webHidden/>
          </w:rPr>
          <w:fldChar w:fldCharType="begin"/>
        </w:r>
        <w:r w:rsidR="0038741B">
          <w:rPr>
            <w:noProof/>
            <w:webHidden/>
          </w:rPr>
          <w:instrText xml:space="preserve"> PAGEREF _Toc506383570 \h </w:instrText>
        </w:r>
        <w:r w:rsidR="0038741B">
          <w:rPr>
            <w:noProof/>
            <w:webHidden/>
          </w:rPr>
        </w:r>
        <w:r w:rsidR="0038741B">
          <w:rPr>
            <w:noProof/>
            <w:webHidden/>
          </w:rPr>
          <w:fldChar w:fldCharType="separate"/>
        </w:r>
        <w:r w:rsidR="005F11AF">
          <w:rPr>
            <w:noProof/>
            <w:webHidden/>
          </w:rPr>
          <w:t>4</w:t>
        </w:r>
        <w:r w:rsidR="0038741B">
          <w:rPr>
            <w:noProof/>
            <w:webHidden/>
          </w:rPr>
          <w:fldChar w:fldCharType="end"/>
        </w:r>
      </w:hyperlink>
    </w:p>
    <w:p w:rsidR="0038741B" w:rsidRDefault="005E3CC5" w14:paraId="42B95790" w14:textId="10053B05">
      <w:pPr>
        <w:pStyle w:val="TDC2"/>
        <w:tabs>
          <w:tab w:val="right" w:leader="dot" w:pos="10218"/>
        </w:tabs>
        <w:rPr>
          <w:rFonts w:asciiTheme="minorHAnsi" w:hAnsiTheme="minorHAnsi" w:eastAsiaTheme="minorEastAsia" w:cstheme="minorBidi"/>
          <w:smallCaps w:val="0"/>
          <w:noProof/>
          <w:color w:val="auto"/>
          <w:szCs w:val="22"/>
          <w:lang w:val="es-ES"/>
        </w:rPr>
      </w:pPr>
      <w:hyperlink w:history="1" w:anchor="_Toc506383571">
        <w:r w:rsidRPr="00030F8B" w:rsidR="0038741B">
          <w:rPr>
            <w:rStyle w:val="Hipervnculo"/>
            <w:noProof/>
          </w:rPr>
          <w:t>3.2      Bloque 2 Datos del distribuidor y punto de venta</w:t>
        </w:r>
        <w:r w:rsidR="0038741B">
          <w:rPr>
            <w:noProof/>
            <w:webHidden/>
          </w:rPr>
          <w:tab/>
        </w:r>
        <w:r w:rsidR="0038741B">
          <w:rPr>
            <w:noProof/>
            <w:webHidden/>
          </w:rPr>
          <w:fldChar w:fldCharType="begin"/>
        </w:r>
        <w:r w:rsidR="0038741B">
          <w:rPr>
            <w:noProof/>
            <w:webHidden/>
          </w:rPr>
          <w:instrText xml:space="preserve"> PAGEREF _Toc506383571 \h </w:instrText>
        </w:r>
        <w:r w:rsidR="0038741B">
          <w:rPr>
            <w:noProof/>
            <w:webHidden/>
          </w:rPr>
        </w:r>
        <w:r w:rsidR="0038741B">
          <w:rPr>
            <w:noProof/>
            <w:webHidden/>
          </w:rPr>
          <w:fldChar w:fldCharType="separate"/>
        </w:r>
        <w:r w:rsidR="005F11AF">
          <w:rPr>
            <w:noProof/>
            <w:webHidden/>
          </w:rPr>
          <w:t>5</w:t>
        </w:r>
        <w:r w:rsidR="0038741B">
          <w:rPr>
            <w:noProof/>
            <w:webHidden/>
          </w:rPr>
          <w:fldChar w:fldCharType="end"/>
        </w:r>
      </w:hyperlink>
    </w:p>
    <w:p w:rsidR="0038741B" w:rsidRDefault="005E3CC5" w14:paraId="5B610A59" w14:textId="659FD2EE">
      <w:pPr>
        <w:pStyle w:val="TDC2"/>
        <w:tabs>
          <w:tab w:val="right" w:leader="dot" w:pos="10218"/>
        </w:tabs>
        <w:rPr>
          <w:rFonts w:asciiTheme="minorHAnsi" w:hAnsiTheme="minorHAnsi" w:eastAsiaTheme="minorEastAsia" w:cstheme="minorBidi"/>
          <w:smallCaps w:val="0"/>
          <w:noProof/>
          <w:color w:val="auto"/>
          <w:szCs w:val="22"/>
          <w:lang w:val="es-ES"/>
        </w:rPr>
      </w:pPr>
      <w:hyperlink w:history="1" w:anchor="_Toc506383572">
        <w:r w:rsidRPr="00030F8B" w:rsidR="0038741B">
          <w:rPr>
            <w:rStyle w:val="Hipervnculo"/>
            <w:noProof/>
          </w:rPr>
          <w:t>3.3      Bloque 3 Datos del producto y tarifas</w:t>
        </w:r>
        <w:r w:rsidR="0038741B">
          <w:rPr>
            <w:noProof/>
            <w:webHidden/>
          </w:rPr>
          <w:tab/>
        </w:r>
        <w:r w:rsidR="0038741B">
          <w:rPr>
            <w:noProof/>
            <w:webHidden/>
          </w:rPr>
          <w:fldChar w:fldCharType="begin"/>
        </w:r>
        <w:r w:rsidR="0038741B">
          <w:rPr>
            <w:noProof/>
            <w:webHidden/>
          </w:rPr>
          <w:instrText xml:space="preserve"> PAGEREF _Toc506383572 \h </w:instrText>
        </w:r>
        <w:r w:rsidR="0038741B">
          <w:rPr>
            <w:noProof/>
            <w:webHidden/>
          </w:rPr>
        </w:r>
        <w:r w:rsidR="0038741B">
          <w:rPr>
            <w:noProof/>
            <w:webHidden/>
          </w:rPr>
          <w:fldChar w:fldCharType="separate"/>
        </w:r>
        <w:r w:rsidR="005F11AF">
          <w:rPr>
            <w:noProof/>
            <w:webHidden/>
          </w:rPr>
          <w:t>6</w:t>
        </w:r>
        <w:r w:rsidR="0038741B">
          <w:rPr>
            <w:noProof/>
            <w:webHidden/>
          </w:rPr>
          <w:fldChar w:fldCharType="end"/>
        </w:r>
      </w:hyperlink>
    </w:p>
    <w:p w:rsidR="0038741B" w:rsidRDefault="005E3CC5" w14:paraId="34D6ECC6" w14:textId="2A038189">
      <w:pPr>
        <w:pStyle w:val="TDC2"/>
        <w:tabs>
          <w:tab w:val="right" w:leader="dot" w:pos="10218"/>
        </w:tabs>
        <w:rPr>
          <w:rFonts w:asciiTheme="minorHAnsi" w:hAnsiTheme="minorHAnsi" w:eastAsiaTheme="minorEastAsia" w:cstheme="minorBidi"/>
          <w:smallCaps w:val="0"/>
          <w:noProof/>
          <w:color w:val="auto"/>
          <w:szCs w:val="22"/>
          <w:lang w:val="es-ES"/>
        </w:rPr>
      </w:pPr>
      <w:hyperlink w:history="1" w:anchor="_Toc506383573">
        <w:r w:rsidRPr="00030F8B" w:rsidR="0038741B">
          <w:rPr>
            <w:rStyle w:val="Hipervnculo"/>
            <w:noProof/>
          </w:rPr>
          <w:t>3.4      Bloque 4 Datos del modo de pago. Efectivo o tarjeta</w:t>
        </w:r>
        <w:r w:rsidR="0038741B">
          <w:rPr>
            <w:noProof/>
            <w:webHidden/>
          </w:rPr>
          <w:tab/>
        </w:r>
        <w:r w:rsidR="0038741B">
          <w:rPr>
            <w:noProof/>
            <w:webHidden/>
          </w:rPr>
          <w:fldChar w:fldCharType="begin"/>
        </w:r>
        <w:r w:rsidR="0038741B">
          <w:rPr>
            <w:noProof/>
            <w:webHidden/>
          </w:rPr>
          <w:instrText xml:space="preserve"> PAGEREF _Toc506383573 \h </w:instrText>
        </w:r>
        <w:r w:rsidR="0038741B">
          <w:rPr>
            <w:noProof/>
            <w:webHidden/>
          </w:rPr>
        </w:r>
        <w:r w:rsidR="0038741B">
          <w:rPr>
            <w:noProof/>
            <w:webHidden/>
          </w:rPr>
          <w:fldChar w:fldCharType="separate"/>
        </w:r>
        <w:r w:rsidR="005F11AF">
          <w:rPr>
            <w:noProof/>
            <w:webHidden/>
          </w:rPr>
          <w:t>7</w:t>
        </w:r>
        <w:r w:rsidR="0038741B">
          <w:rPr>
            <w:noProof/>
            <w:webHidden/>
          </w:rPr>
          <w:fldChar w:fldCharType="end"/>
        </w:r>
      </w:hyperlink>
    </w:p>
    <w:p w:rsidR="0038741B" w:rsidRDefault="005E3CC5" w14:paraId="344625BF" w14:textId="3CCFF689">
      <w:pPr>
        <w:pStyle w:val="TDC2"/>
        <w:tabs>
          <w:tab w:val="right" w:leader="dot" w:pos="10218"/>
        </w:tabs>
        <w:rPr>
          <w:rFonts w:asciiTheme="minorHAnsi" w:hAnsiTheme="minorHAnsi" w:eastAsiaTheme="minorEastAsia" w:cstheme="minorBidi"/>
          <w:smallCaps w:val="0"/>
          <w:noProof/>
          <w:color w:val="auto"/>
          <w:szCs w:val="22"/>
          <w:lang w:val="es-ES"/>
        </w:rPr>
      </w:pPr>
      <w:hyperlink w:history="1" w:anchor="_Toc506383574">
        <w:r w:rsidRPr="00030F8B" w:rsidR="0038741B">
          <w:rPr>
            <w:rStyle w:val="Hipervnculo"/>
            <w:noProof/>
          </w:rPr>
          <w:t>3.5      Bloque 5 Información de la tarjeta de transporte público</w:t>
        </w:r>
        <w:r w:rsidR="0038741B">
          <w:rPr>
            <w:noProof/>
            <w:webHidden/>
          </w:rPr>
          <w:tab/>
        </w:r>
        <w:r w:rsidR="0038741B">
          <w:rPr>
            <w:noProof/>
            <w:webHidden/>
          </w:rPr>
          <w:fldChar w:fldCharType="begin"/>
        </w:r>
        <w:r w:rsidR="0038741B">
          <w:rPr>
            <w:noProof/>
            <w:webHidden/>
          </w:rPr>
          <w:instrText xml:space="preserve"> PAGEREF _Toc506383574 \h </w:instrText>
        </w:r>
        <w:r w:rsidR="0038741B">
          <w:rPr>
            <w:noProof/>
            <w:webHidden/>
          </w:rPr>
        </w:r>
        <w:r w:rsidR="0038741B">
          <w:rPr>
            <w:noProof/>
            <w:webHidden/>
          </w:rPr>
          <w:fldChar w:fldCharType="separate"/>
        </w:r>
        <w:r w:rsidR="005F11AF">
          <w:rPr>
            <w:noProof/>
            <w:webHidden/>
          </w:rPr>
          <w:t>7</w:t>
        </w:r>
        <w:r w:rsidR="0038741B">
          <w:rPr>
            <w:noProof/>
            <w:webHidden/>
          </w:rPr>
          <w:fldChar w:fldCharType="end"/>
        </w:r>
      </w:hyperlink>
    </w:p>
    <w:p w:rsidR="0038741B" w:rsidRDefault="005E3CC5" w14:paraId="0222E49C" w14:textId="3999B77D">
      <w:pPr>
        <w:pStyle w:val="TDC2"/>
        <w:tabs>
          <w:tab w:val="right" w:leader="dot" w:pos="10218"/>
        </w:tabs>
        <w:rPr>
          <w:rFonts w:asciiTheme="minorHAnsi" w:hAnsiTheme="minorHAnsi" w:eastAsiaTheme="minorEastAsia" w:cstheme="minorBidi"/>
          <w:smallCaps w:val="0"/>
          <w:noProof/>
          <w:color w:val="auto"/>
          <w:szCs w:val="22"/>
          <w:lang w:val="es-ES"/>
        </w:rPr>
      </w:pPr>
      <w:hyperlink w:history="1" w:anchor="_Toc506383575">
        <w:r w:rsidRPr="00030F8B" w:rsidR="0038741B">
          <w:rPr>
            <w:rStyle w:val="Hipervnculo"/>
            <w:noProof/>
          </w:rPr>
          <w:t>3.6      Bloque 5 De información y publicidad</w:t>
        </w:r>
        <w:r w:rsidR="0038741B">
          <w:rPr>
            <w:noProof/>
            <w:webHidden/>
          </w:rPr>
          <w:tab/>
        </w:r>
        <w:r w:rsidR="0038741B">
          <w:rPr>
            <w:noProof/>
            <w:webHidden/>
          </w:rPr>
          <w:fldChar w:fldCharType="begin"/>
        </w:r>
        <w:r w:rsidR="0038741B">
          <w:rPr>
            <w:noProof/>
            <w:webHidden/>
          </w:rPr>
          <w:instrText xml:space="preserve"> PAGEREF _Toc506383575 \h </w:instrText>
        </w:r>
        <w:r w:rsidR="0038741B">
          <w:rPr>
            <w:noProof/>
            <w:webHidden/>
          </w:rPr>
        </w:r>
        <w:r w:rsidR="0038741B">
          <w:rPr>
            <w:noProof/>
            <w:webHidden/>
          </w:rPr>
          <w:fldChar w:fldCharType="separate"/>
        </w:r>
        <w:r w:rsidR="005F11AF">
          <w:rPr>
            <w:noProof/>
            <w:webHidden/>
          </w:rPr>
          <w:t>8</w:t>
        </w:r>
        <w:r w:rsidR="0038741B">
          <w:rPr>
            <w:noProof/>
            <w:webHidden/>
          </w:rPr>
          <w:fldChar w:fldCharType="end"/>
        </w:r>
      </w:hyperlink>
    </w:p>
    <w:p w:rsidR="0038741B" w:rsidRDefault="005E3CC5" w14:paraId="0FA8EE72" w14:textId="60B9241D">
      <w:pPr>
        <w:pStyle w:val="TDC1"/>
        <w:tabs>
          <w:tab w:val="left" w:pos="440"/>
          <w:tab w:val="right" w:leader="dot" w:pos="10218"/>
        </w:tabs>
        <w:rPr>
          <w:rFonts w:asciiTheme="minorHAnsi" w:hAnsiTheme="minorHAnsi" w:eastAsiaTheme="minorEastAsia" w:cstheme="minorBidi"/>
          <w:b w:val="0"/>
          <w:bCs w:val="0"/>
          <w:caps w:val="0"/>
          <w:noProof/>
          <w:color w:val="auto"/>
          <w:szCs w:val="22"/>
          <w:lang w:val="es-ES"/>
        </w:rPr>
      </w:pPr>
      <w:hyperlink w:history="1" w:anchor="_Toc506383576">
        <w:r w:rsidRPr="00030F8B" w:rsidR="0038741B">
          <w:rPr>
            <w:rStyle w:val="Hipervnculo"/>
            <w:noProof/>
          </w:rPr>
          <w:t>4.</w:t>
        </w:r>
        <w:r w:rsidR="0038741B">
          <w:rPr>
            <w:rFonts w:asciiTheme="minorHAnsi" w:hAnsiTheme="minorHAnsi" w:eastAsiaTheme="minorEastAsia" w:cstheme="minorBidi"/>
            <w:b w:val="0"/>
            <w:bCs w:val="0"/>
            <w:caps w:val="0"/>
            <w:noProof/>
            <w:color w:val="auto"/>
            <w:szCs w:val="22"/>
            <w:lang w:val="es-ES"/>
          </w:rPr>
          <w:tab/>
        </w:r>
        <w:r w:rsidRPr="00030F8B" w:rsidR="0038741B">
          <w:rPr>
            <w:rStyle w:val="Hipervnculo"/>
            <w:noProof/>
          </w:rPr>
          <w:t>EJEMPLOS DE FACURAS COMPLETAS</w:t>
        </w:r>
        <w:r w:rsidR="0038741B">
          <w:rPr>
            <w:noProof/>
            <w:webHidden/>
          </w:rPr>
          <w:tab/>
        </w:r>
        <w:r w:rsidR="0038741B">
          <w:rPr>
            <w:noProof/>
            <w:webHidden/>
          </w:rPr>
          <w:fldChar w:fldCharType="begin"/>
        </w:r>
        <w:r w:rsidR="0038741B">
          <w:rPr>
            <w:noProof/>
            <w:webHidden/>
          </w:rPr>
          <w:instrText xml:space="preserve"> PAGEREF _Toc506383576 \h </w:instrText>
        </w:r>
        <w:r w:rsidR="0038741B">
          <w:rPr>
            <w:noProof/>
            <w:webHidden/>
          </w:rPr>
        </w:r>
        <w:r w:rsidR="0038741B">
          <w:rPr>
            <w:noProof/>
            <w:webHidden/>
          </w:rPr>
          <w:fldChar w:fldCharType="separate"/>
        </w:r>
        <w:r w:rsidR="005F11AF">
          <w:rPr>
            <w:noProof/>
            <w:webHidden/>
          </w:rPr>
          <w:t>9</w:t>
        </w:r>
        <w:r w:rsidR="0038741B">
          <w:rPr>
            <w:noProof/>
            <w:webHidden/>
          </w:rPr>
          <w:fldChar w:fldCharType="end"/>
        </w:r>
      </w:hyperlink>
    </w:p>
    <w:p w:rsidRPr="007E3594" w:rsidR="00C90922" w:rsidRDefault="00BD643E" w14:paraId="120513D3" w14:textId="6C9F4831">
      <w:r w:rsidRPr="007E3594">
        <w:fldChar w:fldCharType="end"/>
      </w:r>
    </w:p>
    <w:p w:rsidRPr="007E3594" w:rsidR="00C90922" w:rsidRDefault="00C90922" w14:paraId="67D64351" w14:textId="77777777"/>
    <w:p w:rsidRPr="007E3594" w:rsidR="00C90922" w:rsidRDefault="00C90922" w14:paraId="21E16713" w14:textId="77777777"/>
    <w:p w:rsidRPr="007E3594" w:rsidR="00C90922" w:rsidRDefault="00C90922" w14:paraId="5F3C05EA" w14:textId="77777777"/>
    <w:p w:rsidRPr="007E3594" w:rsidR="00C90922" w:rsidRDefault="00C90922" w14:paraId="1CBBBCD3" w14:textId="77777777"/>
    <w:p w:rsidRPr="007E3594" w:rsidR="00C90922" w:rsidRDefault="00C90922" w14:paraId="6947A3D2" w14:textId="77777777"/>
    <w:p w:rsidRPr="007E3594" w:rsidR="00C90922" w:rsidRDefault="00C90922" w14:paraId="7C649FD4" w14:textId="77777777"/>
    <w:p w:rsidRPr="007E3594" w:rsidR="00C90922" w:rsidRDefault="00C90922" w14:paraId="3B54817A" w14:textId="77777777"/>
    <w:p w:rsidRPr="007E3594" w:rsidR="00C90922" w:rsidRDefault="00C90922" w14:paraId="33F7E9BB" w14:textId="77777777"/>
    <w:p w:rsidRPr="007E3594" w:rsidR="00C90922" w:rsidRDefault="00C90922" w14:paraId="48CE7E8E" w14:textId="77777777"/>
    <w:p w:rsidRPr="007E3594" w:rsidR="00C90922" w:rsidRDefault="00C90922" w14:paraId="34D9DC56" w14:textId="77777777"/>
    <w:p w:rsidRPr="007E3594" w:rsidR="00C90922" w:rsidRDefault="00C90922" w14:paraId="24E6A569" w14:textId="77777777"/>
    <w:p w:rsidRPr="007E3594" w:rsidR="00C90922" w:rsidRDefault="00C90922" w14:paraId="3F6482A3" w14:textId="77777777"/>
    <w:p w:rsidR="00353ABF" w:rsidP="00353ABF" w:rsidRDefault="00353ABF" w14:paraId="0DF48AB9" w14:textId="77777777">
      <w:r>
        <w:br w:type="page"/>
      </w:r>
    </w:p>
    <w:p w:rsidR="003A726B" w:rsidP="001E19F3" w:rsidRDefault="00222F12" w14:paraId="797A9712" w14:textId="77777777">
      <w:pPr>
        <w:pStyle w:val="Ttulo1"/>
        <w:spacing w:line="360" w:lineRule="auto"/>
      </w:pPr>
      <w:bookmarkStart w:name="_Toc138053569" w:id="1"/>
      <w:bookmarkStart w:name="_Toc138146538" w:id="2"/>
      <w:bookmarkStart w:name="_Toc506383567" w:id="3"/>
      <w:r>
        <w:t>Introducción</w:t>
      </w:r>
      <w:r w:rsidR="00F55197">
        <w:t>.</w:t>
      </w:r>
      <w:bookmarkEnd w:id="1"/>
      <w:bookmarkEnd w:id="2"/>
      <w:bookmarkEnd w:id="3"/>
    </w:p>
    <w:p w:rsidR="008F2098" w:rsidP="008F2098" w:rsidRDefault="008F2098" w14:paraId="6F0292C2" w14:textId="77777777">
      <w:pPr>
        <w:spacing w:line="360" w:lineRule="auto"/>
      </w:pPr>
      <w:r>
        <w:t>Este documento presenta el formato que han de seguir las facturas simplificadas del CRTM.</w:t>
      </w:r>
    </w:p>
    <w:p w:rsidR="00CF1433" w:rsidP="008F2098" w:rsidRDefault="008F2098" w14:paraId="50C51B2E" w14:textId="77777777">
      <w:pPr>
        <w:spacing w:line="360" w:lineRule="auto"/>
      </w:pPr>
      <w:r>
        <w:t>Actualmente, las redes externas, por defecto entregan recibos. El objetivo, a partir de ahora, es que cualquier pu</w:t>
      </w:r>
      <w:r w:rsidR="00D51B12">
        <w:t>nto ya sea de una red ex</w:t>
      </w:r>
      <w:r>
        <w:t>terna como</w:t>
      </w:r>
      <w:r w:rsidR="00D51B12">
        <w:t xml:space="preserve"> interna entreguen por defecto facturas simplificadas</w:t>
      </w:r>
      <w:r w:rsidR="005D1A27">
        <w:t>.</w:t>
      </w:r>
    </w:p>
    <w:p w:rsidR="00F45232" w:rsidP="008F2098" w:rsidRDefault="00F45232" w14:paraId="34B0938C" w14:textId="77777777">
      <w:pPr>
        <w:spacing w:line="360" w:lineRule="auto"/>
      </w:pPr>
      <w:r w:rsidRPr="4456D47B" w:rsidR="00F45232">
        <w:rPr>
          <w:lang w:val="es-ES"/>
        </w:rPr>
        <w:t xml:space="preserve">El sistema seguirá manteniendo alguna impresión en formato recibo como la consulta de saldo y la activación de la tarjeta infantil. El resto de </w:t>
      </w:r>
      <w:r w:rsidRPr="4456D47B" w:rsidR="00F45232">
        <w:rPr>
          <w:lang w:val="es-ES"/>
        </w:rPr>
        <w:t>operaciones</w:t>
      </w:r>
      <w:r w:rsidRPr="4456D47B" w:rsidR="00F45232">
        <w:rPr>
          <w:lang w:val="es-ES"/>
        </w:rPr>
        <w:t xml:space="preserve"> que llevan asociada una transacción monetaria incluso cuando ésta de como resultado importe de 0 euros tendrá la impresión en forma de factura simplificada.</w:t>
      </w:r>
    </w:p>
    <w:p w:rsidR="0040069C" w:rsidP="0040069C" w:rsidRDefault="0040069C" w14:paraId="6028E0D5" w14:textId="77777777">
      <w:pPr>
        <w:pStyle w:val="Ttulo1"/>
      </w:pPr>
      <w:bookmarkStart w:name="_Toc506383568" w:id="4"/>
      <w:r>
        <w:t>Numeración de las facturas</w:t>
      </w:r>
      <w:bookmarkEnd w:id="4"/>
    </w:p>
    <w:p w:rsidR="00AA12A4" w:rsidP="00AA12A4" w:rsidRDefault="00AA12A4" w14:paraId="5ABB9957" w14:textId="77777777">
      <w:pPr>
        <w:spacing w:line="360" w:lineRule="auto"/>
      </w:pPr>
      <w:r>
        <w:t>El criterio de numeración de las facturas será el siguiente, y se necesitaran utilizar 15 bytes</w:t>
      </w:r>
    </w:p>
    <w:p w:rsidR="00AA12A4" w:rsidP="4456D47B" w:rsidRDefault="00AA12A4" w14:paraId="69F67B11" w14:textId="77777777">
      <w:pPr>
        <w:spacing w:line="360" w:lineRule="auto"/>
        <w:rPr>
          <w:b w:val="1"/>
          <w:bCs w:val="1"/>
          <w:lang w:val="es-ES"/>
        </w:rPr>
      </w:pPr>
      <w:r w:rsidRPr="4456D47B" w:rsidR="00AA12A4">
        <w:rPr>
          <w:lang w:val="es-ES"/>
        </w:rPr>
        <w:t xml:space="preserve">[CódigoActor, Número HSM, tipo </w:t>
      </w:r>
      <w:r w:rsidRPr="4456D47B" w:rsidR="00AA12A4">
        <w:rPr>
          <w:lang w:val="es-ES"/>
        </w:rPr>
        <w:t>contador,(</w:t>
      </w:r>
      <w:r w:rsidRPr="4456D47B" w:rsidR="00AA12A4">
        <w:rPr>
          <w:lang w:val="es-ES"/>
        </w:rPr>
        <w:t>ContadorFacturaHSM), Año]</w:t>
      </w:r>
      <w:r w:rsidRPr="4456D47B" w:rsidR="00AA12A4">
        <w:rPr>
          <w:rFonts w:ascii="Wingdings" w:hAnsi="Wingdings" w:eastAsia="Wingdings" w:cs="Wingdings"/>
          <w:lang w:val="es-ES"/>
        </w:rPr>
        <w:t>à</w:t>
      </w:r>
      <w:r w:rsidRPr="4456D47B" w:rsidR="00AA12A4">
        <w:rPr>
          <w:lang w:val="es-ES"/>
        </w:rPr>
        <w:t xml:space="preserve"> </w:t>
      </w:r>
      <w:r w:rsidRPr="4456D47B" w:rsidR="00AA12A4">
        <w:rPr>
          <w:b w:val="1"/>
          <w:bCs w:val="1"/>
          <w:lang w:val="es-ES"/>
        </w:rPr>
        <w:t>contador simplificada.</w:t>
      </w:r>
    </w:p>
    <w:p w:rsidRPr="00F71C82" w:rsidR="00AA12A4" w:rsidP="00AA12A4" w:rsidRDefault="00AA12A4" w14:paraId="2FDC1A90" w14:textId="77777777">
      <w:pPr>
        <w:spacing w:line="360" w:lineRule="auto"/>
        <w:rPr>
          <w:lang w:val="en-US"/>
        </w:rPr>
      </w:pPr>
      <w:r w:rsidRPr="00F71C82">
        <w:rPr>
          <w:lang w:val="en-US"/>
        </w:rPr>
        <w:t>[1Byte, 3 Byte, 1 Byte,8 Byte, 2 bytes] total 15 bytes</w:t>
      </w:r>
    </w:p>
    <w:p w:rsidR="00AA12A4" w:rsidP="00AA12A4" w:rsidRDefault="00AA12A4" w14:paraId="29F3C28E" w14:textId="77777777">
      <w:pPr>
        <w:spacing w:line="360" w:lineRule="auto"/>
      </w:pPr>
      <w:r w:rsidRPr="4456D47B" w:rsidR="00AA12A4">
        <w:rPr>
          <w:lang w:val="es-ES"/>
        </w:rPr>
        <w:t xml:space="preserve">[CódigoActor, Número HSM, tipo </w:t>
      </w:r>
      <w:r w:rsidRPr="4456D47B" w:rsidR="00AA12A4">
        <w:rPr>
          <w:lang w:val="es-ES"/>
        </w:rPr>
        <w:t>contador,(</w:t>
      </w:r>
      <w:r w:rsidRPr="4456D47B" w:rsidR="00AA12A4">
        <w:rPr>
          <w:lang w:val="es-ES"/>
        </w:rPr>
        <w:t>ContadorFacturaHSM), Año]</w:t>
      </w:r>
      <w:r w:rsidRPr="4456D47B" w:rsidR="00AA12A4">
        <w:rPr>
          <w:rFonts w:ascii="Wingdings" w:hAnsi="Wingdings" w:eastAsia="Wingdings" w:cs="Wingdings"/>
          <w:lang w:val="es-ES"/>
        </w:rPr>
        <w:t>à</w:t>
      </w:r>
      <w:r w:rsidRPr="4456D47B" w:rsidR="00AA12A4">
        <w:rPr>
          <w:lang w:val="es-ES"/>
        </w:rPr>
        <w:t xml:space="preserve"> </w:t>
      </w:r>
      <w:r w:rsidRPr="4456D47B" w:rsidR="00AA12A4">
        <w:rPr>
          <w:b w:val="1"/>
          <w:bCs w:val="1"/>
          <w:lang w:val="es-ES"/>
        </w:rPr>
        <w:t>contador rectificativa.</w:t>
      </w:r>
    </w:p>
    <w:p w:rsidR="00AA12A4" w:rsidP="00AA12A4" w:rsidRDefault="00AA12A4" w14:paraId="077B9CED" w14:textId="77777777">
      <w:pPr>
        <w:spacing w:line="360" w:lineRule="auto"/>
      </w:pPr>
      <w:r>
        <w:t>Tipo de contador tendrá dos valores 01 si es el contador de facturas simplificadas y 02 si es el contador de facturas rectificativas.</w:t>
      </w:r>
    </w:p>
    <w:p w:rsidR="00AA12A4" w:rsidP="00AA12A4" w:rsidRDefault="00AA12A4" w14:paraId="2C3FF3AF" w14:textId="77777777">
      <w:pPr>
        <w:spacing w:line="360" w:lineRule="auto"/>
      </w:pPr>
    </w:p>
    <w:p w:rsidR="00AA12A4" w:rsidP="00AA12A4" w:rsidRDefault="00AA12A4" w14:paraId="2C745445" w14:textId="77777777">
      <w:pPr>
        <w:spacing w:line="360" w:lineRule="auto"/>
      </w:pPr>
      <w:r>
        <w:t>El año se consigna en 2 bytes.</w:t>
      </w:r>
    </w:p>
    <w:p w:rsidR="00AA12A4" w:rsidP="00AA12A4" w:rsidRDefault="00AA12A4" w14:paraId="05D1B0CA" w14:textId="77777777">
      <w:pPr>
        <w:spacing w:line="360" w:lineRule="auto"/>
      </w:pPr>
      <w:r>
        <w:t>Los contadores del HSM tienen capacidad de 8 bytes por lo que se puede representar un numero entero de hasta 20 dígitos.</w:t>
      </w:r>
    </w:p>
    <w:p w:rsidR="002A72D1" w:rsidP="0040069C" w:rsidRDefault="002A72D1" w14:paraId="7FF11315" w14:textId="7C95E46F">
      <w:pPr>
        <w:spacing w:line="360" w:lineRule="auto"/>
      </w:pPr>
      <w:r w:rsidRPr="4456D47B" w:rsidR="002A72D1">
        <w:rPr>
          <w:lang w:val="es-ES"/>
        </w:rPr>
        <w:t xml:space="preserve">Nota: </w:t>
      </w:r>
      <w:r w:rsidRPr="4456D47B" w:rsidR="0025256D">
        <w:rPr>
          <w:lang w:val="es-ES"/>
        </w:rPr>
        <w:t xml:space="preserve"> los </w:t>
      </w:r>
      <w:r w:rsidRPr="4456D47B" w:rsidR="002A72D1">
        <w:rPr>
          <w:lang w:val="es-ES"/>
        </w:rPr>
        <w:t>sistemas de impresión de las redes externas imprimirá</w:t>
      </w:r>
      <w:r w:rsidRPr="4456D47B" w:rsidR="0025256D">
        <w:rPr>
          <w:lang w:val="es-ES"/>
        </w:rPr>
        <w:t>n</w:t>
      </w:r>
      <w:r w:rsidRPr="4456D47B" w:rsidR="002A72D1">
        <w:rPr>
          <w:lang w:val="es-ES"/>
        </w:rPr>
        <w:t xml:space="preserve"> también en </w:t>
      </w:r>
      <w:r w:rsidRPr="4456D47B" w:rsidR="002A72D1">
        <w:rPr>
          <w:lang w:val="es-ES"/>
        </w:rPr>
        <w:t>la  factura</w:t>
      </w:r>
      <w:r w:rsidRPr="4456D47B" w:rsidR="002A72D1">
        <w:rPr>
          <w:lang w:val="es-ES"/>
        </w:rPr>
        <w:t xml:space="preserve">  la información de la numeración en código de barras</w:t>
      </w:r>
      <w:r w:rsidRPr="4456D47B" w:rsidR="001D0603">
        <w:rPr>
          <w:lang w:val="es-ES"/>
        </w:rPr>
        <w:t>.</w:t>
      </w:r>
      <w:r w:rsidRPr="4456D47B" w:rsidR="002A72D1">
        <w:rPr>
          <w:lang w:val="es-ES"/>
        </w:rPr>
        <w:t xml:space="preserve"> </w:t>
      </w:r>
    </w:p>
    <w:p w:rsidR="002A72D1" w:rsidP="0040069C" w:rsidRDefault="0025256D" w14:paraId="73F6609B" w14:textId="159544B5">
      <w:pPr>
        <w:spacing w:line="360" w:lineRule="auto"/>
        <w:rPr>
          <w:noProof/>
        </w:rPr>
      </w:pPr>
      <w:r>
        <w:t>E</w:t>
      </w:r>
      <w:r w:rsidR="00AA12A4">
        <w:t>JEMPLO</w:t>
      </w:r>
      <w:r>
        <w:t xml:space="preserve"> factura </w:t>
      </w:r>
      <w:r w:rsidR="00E444CB">
        <w:rPr>
          <w:sz w:val="20"/>
          <w:szCs w:val="20"/>
        </w:rPr>
        <w:t>02/E4E1DA01/0000000000023452/07E2</w:t>
      </w:r>
    </w:p>
    <w:p w:rsidR="009A2868" w:rsidP="009A2868" w:rsidRDefault="001661A1" w14:paraId="0F613438" w14:textId="7AEDD483">
      <w:pPr>
        <w:spacing w:line="360" w:lineRule="auto"/>
      </w:pPr>
      <w:r>
        <w:t xml:space="preserve">Utilizando el formato CODE 128 </w:t>
      </w:r>
      <w:bookmarkStart w:name="_Toc506383569" w:id="5"/>
      <w:r w:rsidR="009A2868">
        <w:t xml:space="preserve">véase documento </w:t>
      </w:r>
      <w:r w:rsidR="00BC427F">
        <w:t>“</w:t>
      </w:r>
      <w:r w:rsidRPr="00BC427F" w:rsidR="00BC427F">
        <w:t>Códigos de Barra Facturas del CRTM</w:t>
      </w:r>
      <w:r w:rsidR="00BC427F">
        <w:t>”</w:t>
      </w:r>
      <w:r w:rsidRPr="00BC427F" w:rsidR="00BC427F">
        <w:t>.</w:t>
      </w:r>
    </w:p>
    <w:p w:rsidR="009A2868" w:rsidP="009A2868" w:rsidRDefault="00BC427F" w14:paraId="39623184" w14:textId="5E3BB7FB">
      <w:pPr>
        <w:spacing w:line="360" w:lineRule="auto"/>
      </w:pPr>
      <w:r>
        <w:rPr>
          <w:rFonts w:ascii="Times New Roman" w:hAnsi="Times New Roman"/>
          <w:noProof/>
          <w:sz w:val="24"/>
          <w:szCs w:val="24"/>
        </w:rPr>
        <w:drawing>
          <wp:anchor distT="0" distB="0" distL="0" distR="0" simplePos="0" relativeHeight="251663872" behindDoc="0" locked="0" layoutInCell="1" allowOverlap="1" wp14:anchorId="340E0355" wp14:editId="18A2A3FB">
            <wp:simplePos x="0" y="0"/>
            <wp:positionH relativeFrom="column">
              <wp:posOffset>0</wp:posOffset>
            </wp:positionH>
            <wp:positionV relativeFrom="paragraph">
              <wp:posOffset>323850</wp:posOffset>
            </wp:positionV>
            <wp:extent cx="2970530" cy="951230"/>
            <wp:effectExtent l="0" t="0" r="0" b="0"/>
            <wp:wrapTopAndBottom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0530" cy="95123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337E1" w:rsidP="009A2868" w:rsidRDefault="00D51B12" w14:paraId="1FC33C13" w14:textId="1F1D12AD">
      <w:pPr>
        <w:spacing w:line="360" w:lineRule="auto"/>
      </w:pPr>
      <w:r>
        <w:t>Bloques de la factura.</w:t>
      </w:r>
      <w:bookmarkEnd w:id="5"/>
    </w:p>
    <w:p w:rsidR="00D51B12" w:rsidP="00D51B12" w:rsidRDefault="00D51B12" w14:paraId="1FE47B4C" w14:textId="77777777">
      <w:r>
        <w:t xml:space="preserve">A </w:t>
      </w:r>
      <w:r w:rsidR="005D1A27">
        <w:t>continuación,</w:t>
      </w:r>
      <w:r>
        <w:t xml:space="preserve"> se enumeran los bloques tipo que conformaran el formato de factura simplificada del CRTM</w:t>
      </w:r>
      <w:r w:rsidR="007328DE">
        <w:t>.</w:t>
      </w:r>
    </w:p>
    <w:p w:rsidRPr="00D51B12" w:rsidR="007328DE" w:rsidP="00D51B12" w:rsidRDefault="007328DE" w14:paraId="1B5AD6A6" w14:textId="77777777"/>
    <w:p w:rsidR="00D51B12" w:rsidP="005D1A27" w:rsidRDefault="003E1186" w14:paraId="06E94F16" w14:textId="77777777">
      <w:pPr>
        <w:ind w:left="397"/>
      </w:pPr>
      <w:r>
        <w:t>Bloque 1: D</w:t>
      </w:r>
      <w:r w:rsidR="00D51B12">
        <w:t>atos del emisor de la factura</w:t>
      </w:r>
      <w:r>
        <w:t xml:space="preserve"> </w:t>
      </w:r>
      <w:r w:rsidR="00D51B12">
        <w:t>+ leyenda resaltada de FACTURA SIMPLIFICADA</w:t>
      </w:r>
    </w:p>
    <w:p w:rsidR="00D51B12" w:rsidP="005D1A27" w:rsidRDefault="00D51B12" w14:paraId="3F8BBBFC" w14:textId="77777777">
      <w:pPr>
        <w:ind w:left="397"/>
      </w:pPr>
      <w:r>
        <w:t>Bloque 2</w:t>
      </w:r>
      <w:r w:rsidR="003E1186">
        <w:t>: Datos del distribuidor y punto de venta + Información de fecha y hora +número de factura</w:t>
      </w:r>
    </w:p>
    <w:p w:rsidR="003E1186" w:rsidP="4456D47B" w:rsidRDefault="003E1186" w14:paraId="6EB786D7" w14:textId="2BD1FA7B">
      <w:pPr>
        <w:ind w:left="397"/>
        <w:rPr>
          <w:color w:val="92D050"/>
          <w:lang w:val="es-ES"/>
        </w:rPr>
      </w:pPr>
      <w:r w:rsidRPr="4456D47B" w:rsidR="003E1186">
        <w:rPr>
          <w:lang w:val="es-ES"/>
        </w:rPr>
        <w:t>Bloque 3:</w:t>
      </w:r>
      <w:r w:rsidRPr="4456D47B" w:rsidR="0040069C">
        <w:rPr>
          <w:lang w:val="es-ES"/>
        </w:rPr>
        <w:t xml:space="preserve"> Datos de producto, </w:t>
      </w:r>
      <w:r w:rsidRPr="4456D47B" w:rsidR="00933F7C">
        <w:rPr>
          <w:lang w:val="es-ES"/>
        </w:rPr>
        <w:t>de forma unitaria</w:t>
      </w:r>
      <w:r w:rsidRPr="4456D47B" w:rsidR="005D1A27">
        <w:rPr>
          <w:lang w:val="es-ES"/>
        </w:rPr>
        <w:t xml:space="preserve"> y totalizada (información </w:t>
      </w:r>
      <w:r w:rsidRPr="4456D47B" w:rsidR="005D1A27">
        <w:rPr>
          <w:lang w:val="es-ES"/>
        </w:rPr>
        <w:t>desglosada  de</w:t>
      </w:r>
      <w:r w:rsidRPr="4456D47B" w:rsidR="005D1A27">
        <w:rPr>
          <w:lang w:val="es-ES"/>
        </w:rPr>
        <w:t xml:space="preserve"> IVA  base imponible y valor) </w:t>
      </w:r>
    </w:p>
    <w:p w:rsidR="005D1A27" w:rsidP="005D1A27" w:rsidRDefault="00933F7C" w14:paraId="11BCCD36" w14:textId="617BE396">
      <w:pPr>
        <w:ind w:left="397"/>
        <w:rPr>
          <w:color w:val="auto"/>
        </w:rPr>
      </w:pPr>
      <w:r>
        <w:rPr>
          <w:color w:val="auto"/>
        </w:rPr>
        <w:t>Bloque 4: D</w:t>
      </w:r>
      <w:r w:rsidR="005D1A27">
        <w:rPr>
          <w:color w:val="auto"/>
        </w:rPr>
        <w:t>atos del modo de pago. Efectivo o tarjeta</w:t>
      </w:r>
    </w:p>
    <w:p w:rsidR="005D1A27" w:rsidP="4456D47B" w:rsidRDefault="005D1A27" w14:paraId="131941B3" w14:textId="77777777">
      <w:pPr>
        <w:ind w:left="397"/>
        <w:rPr>
          <w:color w:val="auto"/>
          <w:lang w:val="es-ES"/>
        </w:rPr>
      </w:pPr>
      <w:r w:rsidRPr="4456D47B" w:rsidR="005D1A27">
        <w:rPr>
          <w:color w:val="auto"/>
          <w:lang w:val="es-ES"/>
        </w:rPr>
        <w:t>Bloque 5. Información de l</w:t>
      </w:r>
      <w:r w:rsidRPr="4456D47B" w:rsidR="0040069C">
        <w:rPr>
          <w:color w:val="auto"/>
          <w:lang w:val="es-ES"/>
        </w:rPr>
        <w:t xml:space="preserve">a tarjeta </w:t>
      </w:r>
      <w:r w:rsidRPr="4456D47B" w:rsidR="005D1A27">
        <w:rPr>
          <w:color w:val="auto"/>
          <w:lang w:val="es-ES"/>
        </w:rPr>
        <w:t xml:space="preserve">de transporte público </w:t>
      </w:r>
      <w:r w:rsidRPr="4456D47B" w:rsidR="005D1A27">
        <w:rPr>
          <w:color w:val="auto"/>
          <w:lang w:val="es-ES"/>
        </w:rPr>
        <w:t>( TTP</w:t>
      </w:r>
      <w:r w:rsidRPr="4456D47B" w:rsidR="005D1A27">
        <w:rPr>
          <w:color w:val="auto"/>
          <w:lang w:val="es-ES"/>
        </w:rPr>
        <w:t>, MULTI, INFANTIL, AZUL)</w:t>
      </w:r>
    </w:p>
    <w:p w:rsidR="005D1A27" w:rsidP="005D1A27" w:rsidRDefault="005D1A27" w14:paraId="4AFA2287" w14:textId="2C81E65F">
      <w:pPr>
        <w:ind w:left="397"/>
        <w:rPr>
          <w:color w:val="auto"/>
        </w:rPr>
      </w:pPr>
      <w:r>
        <w:rPr>
          <w:color w:val="auto"/>
        </w:rPr>
        <w:t>Bloque 6: Bloque de información y publicidad + gracias por utilizar el transporte público</w:t>
      </w:r>
    </w:p>
    <w:p w:rsidR="00E4650B" w:rsidP="4456D47B" w:rsidRDefault="00E4650B" w14:paraId="0E6F8A34" w14:textId="1FFB0A95">
      <w:pPr>
        <w:ind w:left="397"/>
        <w:rPr>
          <w:color w:val="auto"/>
          <w:lang w:val="es-ES"/>
        </w:rPr>
      </w:pPr>
      <w:r w:rsidRPr="4456D47B" w:rsidR="00E4650B">
        <w:rPr>
          <w:color w:val="auto"/>
          <w:lang w:val="es-ES"/>
        </w:rPr>
        <w:t>Bloque 7: Codigo de barras</w:t>
      </w:r>
    </w:p>
    <w:p w:rsidR="0040069C" w:rsidP="005D1A27" w:rsidRDefault="0040069C" w14:paraId="790B7F37" w14:textId="77777777">
      <w:pPr>
        <w:ind w:left="397"/>
        <w:rPr>
          <w:color w:val="auto"/>
        </w:rPr>
      </w:pPr>
    </w:p>
    <w:p w:rsidR="00BC427F" w:rsidP="00D51B12" w:rsidRDefault="00BC427F" w14:paraId="3820B7ED" w14:textId="3235C1DC">
      <w:pPr>
        <w:rPr>
          <w:b/>
          <w:color w:val="auto"/>
        </w:rPr>
      </w:pPr>
      <w:r>
        <w:rPr>
          <w:b/>
          <w:color w:val="auto"/>
        </w:rPr>
        <w:t>Nota en el caso de ser una factura rectificativa es obligatorio hacer referencia a la factura simplificada que rectifica.</w:t>
      </w:r>
    </w:p>
    <w:p w:rsidR="005D1A27" w:rsidP="00D51B12" w:rsidRDefault="005D1A27" w14:paraId="5D3FA27B" w14:textId="4F6D88AA">
      <w:pPr>
        <w:rPr>
          <w:color w:val="auto"/>
        </w:rPr>
      </w:pPr>
      <w:r>
        <w:rPr>
          <w:color w:val="auto"/>
        </w:rPr>
        <w:t xml:space="preserve">En los siguientes apartados se desarrollará </w:t>
      </w:r>
      <w:r w:rsidR="007328DE">
        <w:rPr>
          <w:color w:val="auto"/>
        </w:rPr>
        <w:t>bloque por bloque.</w:t>
      </w:r>
    </w:p>
    <w:p w:rsidR="005D1A27" w:rsidP="005D1A27" w:rsidRDefault="005D1A27" w14:paraId="6D494237" w14:textId="77777777">
      <w:pPr>
        <w:pStyle w:val="Ttulo2"/>
      </w:pPr>
      <w:bookmarkStart w:name="_Toc506383570" w:id="6"/>
      <w:r>
        <w:t>Bloque</w:t>
      </w:r>
      <w:r w:rsidR="002A72D1">
        <w:t xml:space="preserve"> 1 D</w:t>
      </w:r>
      <w:r>
        <w:t>atos del Emisor</w:t>
      </w:r>
      <w:bookmarkEnd w:id="6"/>
    </w:p>
    <w:p w:rsidR="007328DE" w:rsidP="007328DE" w:rsidRDefault="007328DE" w14:paraId="2E7E29A6" w14:textId="77777777">
      <w:r>
        <w:t xml:space="preserve">Bloque reservado al emisor de la factura, en este caso siempre será el CRTM. </w:t>
      </w:r>
      <w:r w:rsidR="00A221E1">
        <w:t>Además,</w:t>
      </w:r>
      <w:r>
        <w:t xml:space="preserve"> en este bloque se </w:t>
      </w:r>
      <w:r w:rsidR="00A221E1">
        <w:t>designa la impresión como factura simplificada.</w:t>
      </w:r>
    </w:p>
    <w:p w:rsidRPr="007328DE" w:rsidR="00A221E1" w:rsidP="007328DE" w:rsidRDefault="00A221E1" w14:paraId="39108DE9" w14:textId="77777777"/>
    <w:p w:rsidR="005D1A27" w:rsidP="005D1A27" w:rsidRDefault="007F61FF" w14:paraId="4B20FDDC" w14:textId="77777777">
      <w:r>
        <w:t>(</w:t>
      </w:r>
      <w:r w:rsidR="006B7948">
        <w:t>Etiquetas: Nombre, dirección</w:t>
      </w:r>
      <w:r>
        <w:t>, NIF, tipo factura)</w:t>
      </w:r>
    </w:p>
    <w:p w:rsidRPr="005D1A27" w:rsidR="00A221E1" w:rsidP="005D1A27" w:rsidRDefault="00A221E1" w14:paraId="4BB7AF12" w14:textId="77777777"/>
    <w:p w:rsidR="005D1A27" w:rsidP="007F61FF" w:rsidRDefault="007F61FF" w14:paraId="60C430AF" w14:textId="77777777">
      <w:pPr>
        <w:ind w:left="397"/>
        <w:rPr>
          <w:color w:val="auto"/>
        </w:rPr>
      </w:pPr>
      <w:r>
        <w:rPr>
          <w:color w:val="auto"/>
        </w:rPr>
        <w:t>Consorcio R</w:t>
      </w:r>
      <w:r w:rsidR="006B7948">
        <w:rPr>
          <w:color w:val="auto"/>
        </w:rPr>
        <w:t>egional de Transportes de Madrid</w:t>
      </w:r>
    </w:p>
    <w:p w:rsidR="006B7948" w:rsidP="007F61FF" w:rsidRDefault="006B7948" w14:paraId="618CA009" w14:textId="1ABE43E3">
      <w:pPr>
        <w:ind w:left="397"/>
        <w:rPr>
          <w:color w:val="auto"/>
        </w:rPr>
      </w:pPr>
      <w:r>
        <w:rPr>
          <w:color w:val="auto"/>
        </w:rPr>
        <w:t xml:space="preserve">Pza. </w:t>
      </w:r>
      <w:r w:rsidR="00CF09AE">
        <w:rPr>
          <w:color w:val="auto"/>
        </w:rPr>
        <w:t>Descubridor Diego de Ordás</w:t>
      </w:r>
      <w:r>
        <w:rPr>
          <w:color w:val="auto"/>
        </w:rPr>
        <w:t xml:space="preserve"> ,3 -28003</w:t>
      </w:r>
    </w:p>
    <w:p w:rsidRPr="00BB28A1" w:rsidR="00BB28A1" w:rsidP="007F61FF" w:rsidRDefault="00BB28A1" w14:paraId="6AE459C6" w14:textId="77777777">
      <w:pPr>
        <w:ind w:left="397"/>
        <w:rPr>
          <w:color w:val="1F497D" w:themeColor="text2"/>
        </w:rPr>
      </w:pPr>
      <w:r>
        <w:rPr>
          <w:color w:val="1F497D" w:themeColor="text2"/>
        </w:rPr>
        <w:t>¿</w:t>
      </w:r>
      <w:r w:rsidRPr="00BB28A1">
        <w:rPr>
          <w:color w:val="1F497D" w:themeColor="text2"/>
        </w:rPr>
        <w:t>Es necesario colocar número de teléfono?</w:t>
      </w:r>
    </w:p>
    <w:p w:rsidR="006B7948" w:rsidP="007F61FF" w:rsidRDefault="006B7948" w14:paraId="5554FF55" w14:textId="77777777">
      <w:pPr>
        <w:ind w:left="397"/>
        <w:rPr>
          <w:color w:val="auto"/>
        </w:rPr>
      </w:pPr>
      <w:r>
        <w:rPr>
          <w:color w:val="auto"/>
        </w:rPr>
        <w:t>Q7850003J</w:t>
      </w:r>
    </w:p>
    <w:p w:rsidR="00A221E1" w:rsidP="007F61FF" w:rsidRDefault="00A221E1" w14:paraId="38D44A34" w14:textId="77777777">
      <w:pPr>
        <w:ind w:left="397"/>
        <w:rPr>
          <w:color w:val="auto"/>
        </w:rPr>
      </w:pPr>
    </w:p>
    <w:p w:rsidR="00A221E1" w:rsidP="00A221E1" w:rsidRDefault="00A221E1" w14:paraId="432F7D10" w14:textId="77777777">
      <w:pPr>
        <w:rPr>
          <w:color w:val="auto"/>
        </w:rPr>
      </w:pPr>
      <w:r>
        <w:rPr>
          <w:color w:val="auto"/>
        </w:rPr>
        <w:t>*****************************************</w:t>
      </w:r>
    </w:p>
    <w:p w:rsidR="00A221E1" w:rsidP="00D51B12" w:rsidRDefault="00A221E1" w14:paraId="0FDDB64B" w14:textId="77777777">
      <w:pPr>
        <w:rPr>
          <w:color w:val="auto"/>
        </w:rPr>
      </w:pPr>
      <w:r>
        <w:rPr>
          <w:color w:val="auto"/>
        </w:rPr>
        <w:t>FACTURA SIMPLIFICADA</w:t>
      </w:r>
    </w:p>
    <w:p w:rsidR="00A221E1" w:rsidP="00A221E1" w:rsidRDefault="00A221E1" w14:paraId="47A708CD" w14:textId="77777777">
      <w:pPr>
        <w:rPr>
          <w:color w:val="auto"/>
        </w:rPr>
      </w:pPr>
      <w:r>
        <w:rPr>
          <w:color w:val="auto"/>
        </w:rPr>
        <w:t>*****************************************</w:t>
      </w:r>
    </w:p>
    <w:p w:rsidR="00A221E1" w:rsidP="00D51B12" w:rsidRDefault="00A221E1" w14:paraId="7F2A03C3" w14:textId="77777777">
      <w:pPr>
        <w:rPr>
          <w:color w:val="auto"/>
        </w:rPr>
      </w:pPr>
    </w:p>
    <w:p w:rsidR="00A221E1" w:rsidP="00D51B12" w:rsidRDefault="00C75A9D" w14:paraId="09DF4D59" w14:textId="374CEFD1">
      <w:pPr>
        <w:rPr>
          <w:color w:val="auto"/>
        </w:rPr>
      </w:pPr>
      <w:r>
        <w:rPr>
          <w:color w:val="auto"/>
        </w:rPr>
        <w:t>O bien en el caso de ser rectificativa</w:t>
      </w:r>
    </w:p>
    <w:p w:rsidR="00C75A9D" w:rsidP="00C75A9D" w:rsidRDefault="00C75A9D" w14:paraId="7ABF96E2" w14:textId="77777777">
      <w:pPr>
        <w:rPr>
          <w:color w:val="auto"/>
        </w:rPr>
      </w:pPr>
      <w:r>
        <w:rPr>
          <w:color w:val="auto"/>
        </w:rPr>
        <w:t>*****************************************</w:t>
      </w:r>
    </w:p>
    <w:p w:rsidR="00C75A9D" w:rsidP="00C75A9D" w:rsidRDefault="00C75A9D" w14:paraId="230C5483" w14:textId="772ABFC7">
      <w:pPr>
        <w:rPr>
          <w:color w:val="auto"/>
        </w:rPr>
      </w:pPr>
      <w:r>
        <w:rPr>
          <w:color w:val="auto"/>
        </w:rPr>
        <w:t>FACTURA RECTIFICATIVA</w:t>
      </w:r>
    </w:p>
    <w:p w:rsidR="00C75A9D" w:rsidP="00C75A9D" w:rsidRDefault="00C75A9D" w14:paraId="2B12FB89" w14:textId="77777777">
      <w:pPr>
        <w:rPr>
          <w:color w:val="auto"/>
        </w:rPr>
      </w:pPr>
      <w:r>
        <w:rPr>
          <w:color w:val="auto"/>
        </w:rPr>
        <w:t>*****************************************</w:t>
      </w:r>
    </w:p>
    <w:p w:rsidR="00A221E1" w:rsidP="00D51B12" w:rsidRDefault="00A221E1" w14:paraId="56A70C66" w14:textId="77777777">
      <w:pPr>
        <w:rPr>
          <w:color w:val="auto"/>
        </w:rPr>
      </w:pPr>
    </w:p>
    <w:p w:rsidR="00A221E1" w:rsidP="00D51B12" w:rsidRDefault="00A221E1" w14:paraId="61938051" w14:textId="77777777">
      <w:pPr>
        <w:rPr>
          <w:color w:val="auto"/>
        </w:rPr>
      </w:pPr>
    </w:p>
    <w:p w:rsidR="00A221E1" w:rsidP="00D51B12" w:rsidRDefault="00A221E1" w14:paraId="72AE8667" w14:textId="77777777">
      <w:pPr>
        <w:rPr>
          <w:color w:val="auto"/>
        </w:rPr>
      </w:pPr>
    </w:p>
    <w:p w:rsidR="00A221E1" w:rsidP="00D51B12" w:rsidRDefault="00A221E1" w14:paraId="2C671B99" w14:textId="77777777">
      <w:pPr>
        <w:rPr>
          <w:color w:val="auto"/>
        </w:rPr>
      </w:pPr>
    </w:p>
    <w:p w:rsidR="00A221E1" w:rsidP="00D51B12" w:rsidRDefault="00A221E1" w14:paraId="0A9A91EE" w14:textId="77777777">
      <w:pPr>
        <w:rPr>
          <w:color w:val="auto"/>
        </w:rPr>
      </w:pPr>
      <w:r>
        <w:rPr>
          <w:color w:val="auto"/>
        </w:rPr>
        <w:t>Se definen dos tipos de facturas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5184"/>
        <w:gridCol w:w="5184"/>
      </w:tblGrid>
      <w:tr w:rsidR="00A221E1" w:rsidTr="00304E67" w14:paraId="4855923B" w14:textId="77777777">
        <w:tc>
          <w:tcPr>
            <w:tcW w:w="10368" w:type="dxa"/>
            <w:gridSpan w:val="2"/>
          </w:tcPr>
          <w:p w:rsidR="00A221E1" w:rsidP="00D51B12" w:rsidRDefault="00A221E1" w14:paraId="66DD06AA" w14:textId="77777777">
            <w:pPr>
              <w:rPr>
                <w:color w:val="auto"/>
              </w:rPr>
            </w:pPr>
            <w:r>
              <w:rPr>
                <w:color w:val="auto"/>
              </w:rPr>
              <w:t>Tipos de facturas</w:t>
            </w:r>
          </w:p>
        </w:tc>
      </w:tr>
      <w:tr w:rsidR="00A221E1" w:rsidTr="00A221E1" w14:paraId="6660D89A" w14:textId="77777777">
        <w:tc>
          <w:tcPr>
            <w:tcW w:w="5184" w:type="dxa"/>
          </w:tcPr>
          <w:p w:rsidR="00A221E1" w:rsidP="00D51B12" w:rsidRDefault="00A221E1" w14:paraId="15D7BF8C" w14:textId="77777777">
            <w:pPr>
              <w:rPr>
                <w:color w:val="auto"/>
              </w:rPr>
            </w:pPr>
            <w:r>
              <w:rPr>
                <w:color w:val="auto"/>
              </w:rPr>
              <w:t>Factura simplificada</w:t>
            </w:r>
          </w:p>
        </w:tc>
        <w:tc>
          <w:tcPr>
            <w:tcW w:w="5184" w:type="dxa"/>
          </w:tcPr>
          <w:p w:rsidR="00A221E1" w:rsidP="00D51B12" w:rsidRDefault="00A221E1" w14:paraId="10DC16BC" w14:textId="77777777">
            <w:pPr>
              <w:rPr>
                <w:color w:val="auto"/>
              </w:rPr>
            </w:pPr>
            <w:r>
              <w:rPr>
                <w:color w:val="auto"/>
              </w:rPr>
              <w:t>01</w:t>
            </w:r>
          </w:p>
        </w:tc>
      </w:tr>
      <w:tr w:rsidR="00A221E1" w:rsidTr="00A221E1" w14:paraId="31F4A27A" w14:textId="77777777">
        <w:tc>
          <w:tcPr>
            <w:tcW w:w="5184" w:type="dxa"/>
          </w:tcPr>
          <w:p w:rsidR="00A221E1" w:rsidP="00D51B12" w:rsidRDefault="00A221E1" w14:paraId="2C626F87" w14:textId="77777777">
            <w:pPr>
              <w:rPr>
                <w:color w:val="auto"/>
              </w:rPr>
            </w:pPr>
            <w:r>
              <w:rPr>
                <w:color w:val="auto"/>
              </w:rPr>
              <w:t>Factura (nominativa)</w:t>
            </w:r>
          </w:p>
        </w:tc>
        <w:tc>
          <w:tcPr>
            <w:tcW w:w="5184" w:type="dxa"/>
          </w:tcPr>
          <w:p w:rsidR="00A221E1" w:rsidP="00D51B12" w:rsidRDefault="00A221E1" w14:paraId="575D50E1" w14:textId="77777777">
            <w:pPr>
              <w:rPr>
                <w:color w:val="auto"/>
              </w:rPr>
            </w:pPr>
            <w:r>
              <w:rPr>
                <w:color w:val="auto"/>
              </w:rPr>
              <w:t>02</w:t>
            </w:r>
          </w:p>
        </w:tc>
      </w:tr>
    </w:tbl>
    <w:p w:rsidR="00A221E1" w:rsidP="4456D47B" w:rsidRDefault="00A221E1" w14:paraId="1109FAE4" w14:textId="468BE403">
      <w:pPr>
        <w:rPr>
          <w:color w:val="auto"/>
          <w:lang w:val="es-ES"/>
        </w:rPr>
      </w:pPr>
      <w:r w:rsidRPr="4456D47B" w:rsidR="00A221E1">
        <w:rPr>
          <w:b w:val="1"/>
          <w:bCs w:val="1"/>
          <w:color w:val="auto"/>
          <w:lang w:val="es-ES"/>
        </w:rPr>
        <w:t xml:space="preserve"> </w:t>
      </w:r>
      <w:r w:rsidRPr="4456D47B" w:rsidR="00E6449E">
        <w:rPr>
          <w:b w:val="1"/>
          <w:bCs w:val="1"/>
          <w:color w:val="auto"/>
          <w:lang w:val="es-ES"/>
        </w:rPr>
        <w:t>Nota :</w:t>
      </w:r>
      <w:r w:rsidRPr="4456D47B" w:rsidR="00E6449E">
        <w:rPr>
          <w:color w:val="auto"/>
          <w:lang w:val="es-ES"/>
        </w:rPr>
        <w:t xml:space="preserve"> Si las impresoras lo permiten se  imprimirá el logotipo del CRTM.</w:t>
      </w:r>
    </w:p>
    <w:p w:rsidR="00A221E1" w:rsidP="00D51B12" w:rsidRDefault="00A221E1" w14:paraId="46EAA4C4" w14:textId="77777777">
      <w:pPr>
        <w:rPr>
          <w:color w:val="auto"/>
        </w:rPr>
      </w:pPr>
    </w:p>
    <w:p w:rsidR="007F61FF" w:rsidP="0040069C" w:rsidRDefault="00F45232" w14:paraId="32BFC5ED" w14:textId="1C06A28C">
      <w:pPr>
        <w:pStyle w:val="Ttulo2"/>
        <w:numPr>
          <w:ilvl w:val="0"/>
          <w:numId w:val="0"/>
        </w:numPr>
      </w:pPr>
      <w:bookmarkStart w:name="_Toc506383571" w:id="7"/>
      <w:r>
        <w:t>3</w:t>
      </w:r>
      <w:r w:rsidR="007F61FF">
        <w:t xml:space="preserve">.2 </w:t>
      </w:r>
      <w:r w:rsidR="0040069C">
        <w:t xml:space="preserve">     </w:t>
      </w:r>
      <w:r w:rsidR="007F61FF">
        <w:t>Bloque</w:t>
      </w:r>
      <w:r w:rsidR="002A72D1">
        <w:t xml:space="preserve"> 2 D</w:t>
      </w:r>
      <w:r w:rsidR="007F61FF">
        <w:t>atos del distribuidor y punto de venta</w:t>
      </w:r>
      <w:bookmarkEnd w:id="7"/>
      <w:r w:rsidR="00D03221">
        <w:t>. Numeración de factura</w:t>
      </w:r>
    </w:p>
    <w:p w:rsidRPr="002A72D1" w:rsidR="002A72D1" w:rsidP="002A72D1" w:rsidRDefault="007328DE" w14:paraId="0218DCF5" w14:textId="39BA8DCF">
      <w:r>
        <w:t>Bloque reservado a la información relativa al distri</w:t>
      </w:r>
      <w:r w:rsidR="00072D65">
        <w:t>buidor y al punto de venta, y el número de factura</w:t>
      </w:r>
    </w:p>
    <w:p w:rsidRPr="007F61FF" w:rsidR="007F61FF" w:rsidP="007F61FF" w:rsidRDefault="007F61FF" w14:paraId="0EE15DE7" w14:textId="7D8F9E2E">
      <w:r w:rsidRPr="4456D47B" w:rsidR="007F61FF">
        <w:rPr>
          <w:lang w:val="es-ES"/>
        </w:rPr>
        <w:t>(Etiquetas:</w:t>
      </w:r>
      <w:r w:rsidRPr="4456D47B" w:rsidR="002A72D1">
        <w:rPr>
          <w:lang w:val="es-ES"/>
        </w:rPr>
        <w:t xml:space="preserve"> </w:t>
      </w:r>
      <w:r w:rsidRPr="4456D47B" w:rsidR="007F61FF">
        <w:rPr>
          <w:lang w:val="es-ES"/>
        </w:rPr>
        <w:t>Nombre distribuidor, información punto de venta (dsalespoint), fecha y hora,</w:t>
      </w:r>
      <w:r w:rsidRPr="4456D47B" w:rsidR="003D5E5B">
        <w:rPr>
          <w:lang w:val="es-ES"/>
        </w:rPr>
        <w:t xml:space="preserve"> </w:t>
      </w:r>
      <w:r w:rsidRPr="4456D47B" w:rsidR="000B10CA">
        <w:rPr>
          <w:b w:val="1"/>
          <w:bCs w:val="1"/>
          <w:lang w:val="es-ES"/>
        </w:rPr>
        <w:t>numero de factura</w:t>
      </w:r>
      <w:r w:rsidRPr="4456D47B" w:rsidR="00D03221">
        <w:rPr>
          <w:b w:val="1"/>
          <w:bCs w:val="1"/>
          <w:lang w:val="es-ES"/>
        </w:rPr>
        <w:t>, código de control</w:t>
      </w:r>
      <w:r w:rsidRPr="4456D47B" w:rsidR="000B10CA">
        <w:rPr>
          <w:lang w:val="es-ES"/>
        </w:rPr>
        <w:t xml:space="preserve">, </w:t>
      </w:r>
      <w:r w:rsidRPr="4456D47B" w:rsidR="007F61FF">
        <w:rPr>
          <w:lang w:val="es-ES"/>
        </w:rPr>
        <w:t xml:space="preserve">información de los contadores de operación, </w:t>
      </w:r>
      <w:r w:rsidRPr="4456D47B" w:rsidR="002A72D1">
        <w:rPr>
          <w:lang w:val="es-ES"/>
        </w:rPr>
        <w:t>identific</w:t>
      </w:r>
      <w:r w:rsidRPr="4456D47B" w:rsidR="000B10CA">
        <w:rPr>
          <w:lang w:val="es-ES"/>
        </w:rPr>
        <w:t>adores propios del distribuidor</w:t>
      </w:r>
      <w:r w:rsidRPr="4456D47B" w:rsidR="007F61FF">
        <w:rPr>
          <w:lang w:val="es-ES"/>
        </w:rPr>
        <w:t>)</w:t>
      </w:r>
    </w:p>
    <w:p w:rsidR="007F61FF" w:rsidP="004D5116" w:rsidRDefault="007F61FF" w14:paraId="76DC118D" w14:textId="77777777">
      <w:r>
        <w:t>Ejemplo 1:</w:t>
      </w:r>
    </w:p>
    <w:p w:rsidR="007F61FF" w:rsidP="003D5E5B" w:rsidRDefault="007F61FF" w14:paraId="739A4CA0" w14:textId="77777777">
      <w:pPr>
        <w:ind w:left="397"/>
      </w:pPr>
      <w:r>
        <w:t>Metro Madrid S.A</w:t>
      </w:r>
    </w:p>
    <w:p w:rsidR="007F61FF" w:rsidP="003D5E5B" w:rsidRDefault="003D5E5B" w14:paraId="017A8074" w14:textId="77777777">
      <w:pPr>
        <w:ind w:left="397"/>
      </w:pPr>
      <w:r w:rsidRPr="4456D47B" w:rsidR="003D5E5B">
        <w:rPr>
          <w:lang w:val="es-ES"/>
        </w:rPr>
        <w:t>Lin</w:t>
      </w:r>
      <w:r w:rsidRPr="4456D47B" w:rsidR="007F61FF">
        <w:rPr>
          <w:lang w:val="es-ES"/>
        </w:rPr>
        <w:t xml:space="preserve"> 5, Est 9, Vest 1, Ma</w:t>
      </w:r>
      <w:r w:rsidRPr="4456D47B" w:rsidR="003D5E5B">
        <w:rPr>
          <w:lang w:val="es-ES"/>
        </w:rPr>
        <w:t>q 215</w:t>
      </w:r>
    </w:p>
    <w:p w:rsidR="003D5E5B" w:rsidP="003D5E5B" w:rsidRDefault="003D5E5B" w14:paraId="539E8C06" w14:textId="77777777">
      <w:pPr>
        <w:ind w:left="397"/>
      </w:pPr>
      <w:r>
        <w:t>13/02/2018 11:39</w:t>
      </w:r>
    </w:p>
    <w:p w:rsidR="003D5E5B" w:rsidP="003D5E5B" w:rsidRDefault="003D5E5B" w14:paraId="046EB0A1" w14:textId="77777777">
      <w:pPr>
        <w:ind w:left="397"/>
      </w:pPr>
      <w:r>
        <w:t>Operación título 098765438</w:t>
      </w:r>
    </w:p>
    <w:p w:rsidR="003D5E5B" w:rsidP="003D5E5B" w:rsidRDefault="003D5E5B" w14:paraId="257AC564" w14:textId="77777777">
      <w:pPr>
        <w:ind w:left="397"/>
      </w:pPr>
      <w:r>
        <w:t>Operación tarjeta 5467376347</w:t>
      </w:r>
    </w:p>
    <w:p w:rsidR="003D5E5B" w:rsidP="003D5E5B" w:rsidRDefault="003D5E5B" w14:paraId="71F349F1" w14:textId="77777777">
      <w:pPr>
        <w:ind w:left="397"/>
      </w:pPr>
      <w:r>
        <w:t>Numero factura 02 03 6576546547 2018</w:t>
      </w:r>
    </w:p>
    <w:p w:rsidR="003D5E5B" w:rsidP="004D5116" w:rsidRDefault="003D5E5B" w14:paraId="1D68A0BC" w14:textId="77777777">
      <w:r>
        <w:t>Ejemplo 2:</w:t>
      </w:r>
    </w:p>
    <w:p w:rsidR="003D5E5B" w:rsidP="003D5E5B" w:rsidRDefault="003D5E5B" w14:paraId="51EAFB47" w14:textId="77777777">
      <w:pPr>
        <w:ind w:left="397"/>
      </w:pPr>
      <w:r>
        <w:t>Logista SA</w:t>
      </w:r>
    </w:p>
    <w:p w:rsidR="003D5E5B" w:rsidP="003D5E5B" w:rsidRDefault="003D5E5B" w14:paraId="3EB6A85D" w14:textId="77777777">
      <w:pPr>
        <w:ind w:left="397"/>
      </w:pPr>
      <w:r>
        <w:t>Punto de venta: FB1C000E927</w:t>
      </w:r>
    </w:p>
    <w:p w:rsidR="003D5E5B" w:rsidP="003D5E5B" w:rsidRDefault="003D5E5B" w14:paraId="0065BBE6" w14:textId="77777777">
      <w:pPr>
        <w:ind w:left="397"/>
      </w:pPr>
      <w:r>
        <w:t>Expendeduría:280001</w:t>
      </w:r>
    </w:p>
    <w:p w:rsidR="003D5E5B" w:rsidP="003D5E5B" w:rsidRDefault="003D5E5B" w14:paraId="59E61E4D" w14:textId="77777777">
      <w:pPr>
        <w:ind w:left="397"/>
      </w:pPr>
      <w:r w:rsidRPr="4456D47B" w:rsidR="003D5E5B">
        <w:rPr>
          <w:lang w:val="es-ES"/>
        </w:rPr>
        <w:t xml:space="preserve">C/ de Julia García </w:t>
      </w:r>
      <w:r w:rsidRPr="4456D47B" w:rsidR="003D5E5B">
        <w:rPr>
          <w:lang w:val="es-ES"/>
        </w:rPr>
        <w:t>Boutan</w:t>
      </w:r>
      <w:r w:rsidRPr="4456D47B" w:rsidR="003D5E5B">
        <w:rPr>
          <w:lang w:val="es-ES"/>
        </w:rPr>
        <w:t>, ·5, L-2. Telf. 917754787</w:t>
      </w:r>
    </w:p>
    <w:p w:rsidR="007F7755" w:rsidP="007F7755" w:rsidRDefault="007F7755" w14:paraId="6C254F35" w14:textId="77777777">
      <w:pPr>
        <w:ind w:left="397"/>
      </w:pPr>
      <w:r>
        <w:t>01/02/2017</w:t>
      </w:r>
      <w:r w:rsidR="002D4D01">
        <w:t xml:space="preserve"> 11:05</w:t>
      </w:r>
    </w:p>
    <w:p w:rsidR="00ED1FB6" w:rsidP="003D5E5B" w:rsidRDefault="00ED1FB6" w14:paraId="6E5C874E" w14:textId="77777777">
      <w:pPr>
        <w:ind w:left="397"/>
      </w:pPr>
      <w:r>
        <w:t>Operación tarjeta 27839237478</w:t>
      </w:r>
    </w:p>
    <w:p w:rsidR="003D5E5B" w:rsidP="003D5E5B" w:rsidRDefault="003D5E5B" w14:paraId="6EBFC0A1" w14:textId="77777777">
      <w:pPr>
        <w:ind w:left="397"/>
      </w:pPr>
      <w:r>
        <w:t>Numero factura FB 01 235864 2018</w:t>
      </w:r>
    </w:p>
    <w:p w:rsidR="00ED1FB6" w:rsidP="003D5E5B" w:rsidRDefault="005E3CC5" w14:paraId="4D4DE616" w14:textId="77777777">
      <w:pPr>
        <w:ind w:left="397"/>
      </w:pPr>
      <w:r>
        <w:rPr>
          <w:noProof/>
        </w:rPr>
        <w:pict w14:anchorId="6620FD09">
          <v:shapetype id="_x0000_t88" coordsize="21600,21600" filled="f" o:spt="88" adj="1800,10800" path="m,qx10800@0l10800@2qy21600@11,10800@3l10800@1qy,21600e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textboxrect="0,@4,7637,@5" arrowok="t" o:connecttype="custom" o:connectlocs="0,0;21600,@11;0,21600"/>
            <v:handles>
              <v:h position="center,#0" yrange="0,@8"/>
              <v:h position="bottomRight,#1" yrange="@9,@10"/>
            </v:handles>
          </v:shapetype>
          <v:shape id="_x0000_s1151" style="position:absolute;left:0;text-align:left;margin-left:128.75pt;margin-top:5.15pt;width:13.5pt;height:28.5pt;z-index:251661824" type="#_x0000_t88"/>
        </w:pict>
      </w:r>
      <w:r>
        <w:rPr>
          <w:noProof/>
        </w:rPr>
        <w:pict w14:anchorId="1A9827BA">
          <v:shapetype id="_x0000_t87" coordsize="21600,21600" filled="f" o:spt="87" adj="1800,10800" path="m21600,qx10800@0l10800@2qy0@11,10800@3l10800@1qy21600,21600e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textboxrect="13963,@4,21600,@5" arrowok="t" o:connecttype="custom" o:connectlocs="21600,0;0,10800;21600,21600"/>
            <v:handles>
              <v:h position="center,#0" yrange="0,@8"/>
              <v:h position="topLeft,#1" yrange="@9,@10"/>
            </v:handles>
          </v:shapetype>
          <v:shape id="_x0000_s1150" style="position:absolute;left:0;text-align:left;margin-left:12.5pt;margin-top:.65pt;width:7.15pt;height:31.5pt;z-index:251660800" type="#_x0000_t87"/>
        </w:pict>
      </w:r>
      <w:r w:rsidRPr="4456D47B" w:rsidR="00ED1FB6">
        <w:rPr>
          <w:lang w:val="es-ES"/>
        </w:rPr>
        <w:t xml:space="preserve">Numero </w:t>
      </w:r>
      <w:r w:rsidRPr="4456D47B" w:rsidR="00ED1FB6">
        <w:rPr>
          <w:lang w:val="es-ES"/>
        </w:rPr>
        <w:t>ticket</w:t>
      </w:r>
      <w:r w:rsidRPr="4456D47B" w:rsidR="00ED1FB6">
        <w:rPr>
          <w:lang w:val="es-ES"/>
        </w:rPr>
        <w:t xml:space="preserve"> 1063</w:t>
      </w:r>
    </w:p>
    <w:p w:rsidR="00ED1FB6" w:rsidP="003D5E5B" w:rsidRDefault="00ED1FB6" w14:paraId="4080AEBD" w14:textId="77777777">
      <w:pPr>
        <w:ind w:left="397"/>
      </w:pPr>
      <w:r>
        <w:t>TIV:31468 TID:14789</w:t>
      </w:r>
    </w:p>
    <w:p w:rsidR="003D5E5B" w:rsidP="004D5116" w:rsidRDefault="00C46F1A" w14:paraId="23BC4CD9" w14:textId="77777777">
      <w:r>
        <w:t>Ejemplo 3</w:t>
      </w:r>
    </w:p>
    <w:p w:rsidR="00FE74CE" w:rsidP="007F7755" w:rsidRDefault="007F7755" w14:paraId="09DCDF8D" w14:textId="77777777">
      <w:pPr>
        <w:ind w:firstLine="397"/>
      </w:pPr>
      <w:r>
        <w:t>Oficina de Gestión CRTM</w:t>
      </w:r>
    </w:p>
    <w:p w:rsidR="007F7755" w:rsidP="007F7755" w:rsidRDefault="007F7755" w14:paraId="7978D8F8" w14:textId="77777777">
      <w:pPr>
        <w:ind w:firstLine="397"/>
      </w:pPr>
      <w:r>
        <w:t>Intercambiador de Moncloa planta -2</w:t>
      </w:r>
    </w:p>
    <w:p w:rsidR="002D4D01" w:rsidP="002D4D01" w:rsidRDefault="002D4D01" w14:paraId="2C289D81" w14:textId="77777777">
      <w:pPr>
        <w:ind w:left="397"/>
      </w:pPr>
      <w:r>
        <w:t>01/01/2018 09:22</w:t>
      </w:r>
    </w:p>
    <w:p w:rsidR="007F7755" w:rsidP="007F7755" w:rsidRDefault="007F7755" w14:paraId="2D2F17A2" w14:textId="77777777">
      <w:pPr>
        <w:ind w:left="397"/>
      </w:pPr>
      <w:r>
        <w:t>Operación tarjeta 2364872364</w:t>
      </w:r>
    </w:p>
    <w:p w:rsidR="007F7755" w:rsidP="007F7755" w:rsidRDefault="007F7755" w14:paraId="02AA7D6B" w14:textId="2348925E">
      <w:pPr>
        <w:ind w:left="397"/>
      </w:pPr>
      <w:r>
        <w:t>Numero factura 01 03 347938349 2018</w:t>
      </w:r>
    </w:p>
    <w:p w:rsidR="00D03221" w:rsidP="007F7755" w:rsidRDefault="00D03221" w14:paraId="0CD23C71" w14:textId="77777777">
      <w:pPr>
        <w:ind w:left="397"/>
      </w:pPr>
      <w:r>
        <w:t>Código de control 0E12AB</w:t>
      </w:r>
    </w:p>
    <w:p w:rsidR="00D03221" w:rsidP="007F7755" w:rsidRDefault="007108C5" w14:paraId="3223EAEE" w14:textId="6A4C55EB">
      <w:pPr>
        <w:ind w:left="397"/>
      </w:pPr>
      <w:r>
        <w:t>(</w:t>
      </w:r>
      <w:r w:rsidR="00D03221">
        <w:t>que corresponde con la firma de la transacción de facturación se pondrá en hexadecimal)</w:t>
      </w:r>
    </w:p>
    <w:p w:rsidR="007F7755" w:rsidP="004D5116" w:rsidRDefault="007F7755" w14:paraId="619A23FF" w14:textId="77777777"/>
    <w:p w:rsidR="003E7F09" w:rsidP="004D5116" w:rsidRDefault="003E7F09" w14:paraId="7163DB55" w14:textId="77777777"/>
    <w:p w:rsidR="002D4D01" w:rsidP="002D4D01" w:rsidRDefault="002D4D01" w14:paraId="1EE239BA" w14:textId="77777777">
      <w:r>
        <w:t>Ejemplo 4</w:t>
      </w:r>
    </w:p>
    <w:p w:rsidR="002D4D01" w:rsidP="002D4D01" w:rsidRDefault="000D332A" w14:paraId="67CD5322" w14:textId="77777777">
      <w:pPr>
        <w:ind w:firstLine="397"/>
      </w:pPr>
      <w:r>
        <w:t>BANKIA</w:t>
      </w:r>
    </w:p>
    <w:p w:rsidR="00066926" w:rsidP="002D4D01" w:rsidRDefault="00066926" w14:paraId="4AFB32E4" w14:textId="77777777">
      <w:pPr>
        <w:ind w:firstLine="397"/>
      </w:pPr>
      <w:r>
        <w:t xml:space="preserve">Cajero 06692038 </w:t>
      </w:r>
    </w:p>
    <w:p w:rsidR="002D4D01" w:rsidP="002D4D01" w:rsidRDefault="002D4D01" w14:paraId="21DC321E" w14:textId="77777777">
      <w:pPr>
        <w:ind w:left="397"/>
      </w:pPr>
      <w:r>
        <w:t>01/01/2018 09:22</w:t>
      </w:r>
    </w:p>
    <w:p w:rsidR="002D4D01" w:rsidP="002D4D01" w:rsidRDefault="002D4D01" w14:paraId="177B61D9" w14:textId="77777777">
      <w:pPr>
        <w:ind w:left="397"/>
      </w:pPr>
      <w:r w:rsidRPr="4456D47B" w:rsidR="002D4D01">
        <w:rPr>
          <w:lang w:val="es-ES"/>
        </w:rPr>
        <w:t xml:space="preserve">Operación </w:t>
      </w:r>
      <w:r w:rsidRPr="4456D47B" w:rsidR="00ED1FB6">
        <w:rPr>
          <w:lang w:val="es-ES"/>
        </w:rPr>
        <w:t>titulo</w:t>
      </w:r>
      <w:r w:rsidRPr="4456D47B" w:rsidR="002D4D01">
        <w:rPr>
          <w:lang w:val="es-ES"/>
        </w:rPr>
        <w:t xml:space="preserve"> 2364872364</w:t>
      </w:r>
    </w:p>
    <w:p w:rsidR="002D4D01" w:rsidP="002D4D01" w:rsidRDefault="002D4D01" w14:paraId="7365771A" w14:textId="0BF0C62F">
      <w:pPr>
        <w:ind w:left="397"/>
      </w:pPr>
      <w:r>
        <w:t>Numero factura 01 03 347938349 2018</w:t>
      </w:r>
    </w:p>
    <w:p w:rsidR="00D03221" w:rsidP="00D03221" w:rsidRDefault="00D03221" w14:paraId="5565D8EB" w14:textId="57162740">
      <w:pPr>
        <w:ind w:left="397"/>
      </w:pPr>
      <w:r>
        <w:t>Código de control 5812AB</w:t>
      </w:r>
    </w:p>
    <w:p w:rsidR="00D03221" w:rsidP="002D4D01" w:rsidRDefault="00D03221" w14:paraId="2EEFB53E" w14:textId="77777777">
      <w:pPr>
        <w:ind w:left="397"/>
      </w:pPr>
    </w:p>
    <w:p w:rsidR="00066926" w:rsidP="002D4D01" w:rsidRDefault="005E3CC5" w14:paraId="16972645" w14:textId="77777777">
      <w:pPr>
        <w:ind w:left="397"/>
      </w:pPr>
      <w:r>
        <w:rPr>
          <w:noProof/>
        </w:rPr>
        <w:pict w14:anchorId="5A38BBCC">
          <v:shape id="_x0000_s1148" style="position:absolute;left:0;text-align:left;margin-left:250.25pt;margin-top:15.3pt;width:13.5pt;height:59.25pt;z-index:251658752" type="#_x0000_t88"/>
        </w:pict>
      </w:r>
      <w:r>
        <w:rPr>
          <w:noProof/>
        </w:rPr>
        <w:pict w14:anchorId="4D8967E9">
          <v:shape id="_x0000_s1149" style="position:absolute;left:0;text-align:left;margin-left:5.75pt;margin-top:16.05pt;width:10.5pt;height:69pt;z-index:251659776" type="#_x0000_t87"/>
        </w:pict>
      </w:r>
    </w:p>
    <w:p w:rsidR="00066926" w:rsidP="00066926" w:rsidRDefault="00066926" w14:paraId="3FA3E86D" w14:textId="77777777">
      <w:pPr>
        <w:ind w:firstLine="397"/>
      </w:pPr>
      <w:r>
        <w:t>Código compra:20380692000183940002883</w:t>
      </w:r>
    </w:p>
    <w:p w:rsidR="003E7F09" w:rsidP="004D5116" w:rsidRDefault="00066926" w14:paraId="0E1882C1" w14:textId="77777777">
      <w:r>
        <w:tab/>
      </w:r>
      <w:r w:rsidRPr="4456D47B" w:rsidR="00066926">
        <w:rPr>
          <w:lang w:val="es-ES"/>
        </w:rPr>
        <w:t>Oper</w:t>
      </w:r>
      <w:r w:rsidRPr="4456D47B" w:rsidR="00066926">
        <w:rPr>
          <w:lang w:val="es-ES"/>
        </w:rPr>
        <w:t xml:space="preserve"> -- 394/2887</w:t>
      </w:r>
    </w:p>
    <w:p w:rsidR="00066926" w:rsidP="00066926" w:rsidRDefault="00066926" w14:paraId="5D5CE1D4" w14:textId="77777777">
      <w:pPr>
        <w:ind w:firstLine="397"/>
      </w:pPr>
      <w:r>
        <w:t>A0000000000032010/VISA DEBITO</w:t>
      </w:r>
    </w:p>
    <w:p w:rsidR="003E7F09" w:rsidP="004D5116" w:rsidRDefault="003E7F09" w14:paraId="4F50794D" w14:textId="77777777"/>
    <w:p w:rsidR="003E7F09" w:rsidP="004D5116" w:rsidRDefault="00ED1FB6" w14:paraId="5D4A5F67" w14:textId="77777777">
      <w:r>
        <w:t>Ejemplo 5</w:t>
      </w:r>
    </w:p>
    <w:p w:rsidR="00ED1FB6" w:rsidP="00ED1FB6" w:rsidRDefault="00ED1FB6" w14:paraId="093AE9DB" w14:textId="77777777">
      <w:pPr>
        <w:ind w:firstLine="397"/>
      </w:pPr>
      <w:r>
        <w:t>CERCANIAS RENFE</w:t>
      </w:r>
    </w:p>
    <w:p w:rsidR="00ED1FB6" w:rsidP="00ED1FB6" w:rsidRDefault="00ED1FB6" w14:paraId="342A3E91" w14:textId="77777777">
      <w:pPr>
        <w:ind w:firstLine="397"/>
      </w:pPr>
      <w:r w:rsidRPr="4456D47B" w:rsidR="00ED1FB6">
        <w:rPr>
          <w:lang w:val="es-ES"/>
        </w:rPr>
        <w:t xml:space="preserve">EST: ALCALA </w:t>
      </w:r>
      <w:r w:rsidRPr="4456D47B" w:rsidR="00ED1FB6">
        <w:rPr>
          <w:lang w:val="es-ES"/>
        </w:rPr>
        <w:t>HEN  MAQ</w:t>
      </w:r>
      <w:r w:rsidRPr="4456D47B" w:rsidR="00ED1FB6">
        <w:rPr>
          <w:lang w:val="es-ES"/>
        </w:rPr>
        <w:t>:8822</w:t>
      </w:r>
    </w:p>
    <w:p w:rsidR="00ED1FB6" w:rsidP="00ED1FB6" w:rsidRDefault="00ED1FB6" w14:paraId="53AF0981" w14:textId="77777777">
      <w:pPr>
        <w:ind w:firstLine="397"/>
      </w:pPr>
      <w:r>
        <w:t>01/01/2018 18:42</w:t>
      </w:r>
    </w:p>
    <w:p w:rsidR="00ED1FB6" w:rsidP="00ED1FB6" w:rsidRDefault="00ED1FB6" w14:paraId="7D0C88FB" w14:textId="77777777">
      <w:pPr>
        <w:ind w:left="397"/>
      </w:pPr>
      <w:r>
        <w:t>Operación título 23656672364</w:t>
      </w:r>
    </w:p>
    <w:p w:rsidR="00ED1FB6" w:rsidP="00ED1FB6" w:rsidRDefault="00ED1FB6" w14:paraId="64EFED55" w14:textId="77777777">
      <w:pPr>
        <w:ind w:left="397"/>
      </w:pPr>
      <w:r>
        <w:t>Numero factura 04 02 2566638349 2018</w:t>
      </w:r>
    </w:p>
    <w:p w:rsidR="00D03221" w:rsidP="00D03221" w:rsidRDefault="00D03221" w14:paraId="5E82C489" w14:textId="16C8911E">
      <w:pPr>
        <w:ind w:left="397"/>
      </w:pPr>
      <w:r>
        <w:t>Código de control 2512AB</w:t>
      </w:r>
    </w:p>
    <w:p w:rsidR="003E7F09" w:rsidP="004D5116" w:rsidRDefault="003E7F09" w14:paraId="77DAD771" w14:textId="424004CC"/>
    <w:p w:rsidR="00F45232" w:rsidP="00F45232" w:rsidRDefault="00F45232" w14:paraId="2187F13B" w14:textId="4667F142">
      <w:pPr>
        <w:pStyle w:val="Ttulo2"/>
        <w:numPr>
          <w:ilvl w:val="0"/>
          <w:numId w:val="0"/>
        </w:numPr>
      </w:pPr>
      <w:bookmarkStart w:name="_Toc506383572" w:id="8"/>
      <w:r>
        <w:t xml:space="preserve">3.3      Bloque 3 Datos del </w:t>
      </w:r>
      <w:r w:rsidR="00ED1FB6">
        <w:t>producto</w:t>
      </w:r>
      <w:r w:rsidR="00EB003B">
        <w:t xml:space="preserve"> y tarifas</w:t>
      </w:r>
      <w:bookmarkEnd w:id="8"/>
      <w:r w:rsidR="00EB003B">
        <w:t xml:space="preserve"> </w:t>
      </w:r>
    </w:p>
    <w:p w:rsidR="004E783E" w:rsidP="004E783E" w:rsidRDefault="004422F8" w14:paraId="1C9F4FD7" w14:textId="40549744">
      <w:r>
        <w:t>En este bloque se detallan los productos de la factura.</w:t>
      </w:r>
    </w:p>
    <w:p w:rsidR="00816EBC" w:rsidP="004E783E" w:rsidRDefault="00D169F5" w14:paraId="083BDB0E" w14:textId="6B53C511">
      <w:r w:rsidRPr="4456D47B" w:rsidR="00D169F5">
        <w:rPr>
          <w:lang w:val="es-ES"/>
        </w:rPr>
        <w:t>(</w:t>
      </w:r>
      <w:r w:rsidRPr="4456D47B" w:rsidR="00816EBC">
        <w:rPr>
          <w:lang w:val="es-ES"/>
        </w:rPr>
        <w:t xml:space="preserve">Etiquetas: </w:t>
      </w:r>
      <w:r w:rsidRPr="4456D47B" w:rsidR="00816EBC">
        <w:rPr>
          <w:lang w:val="es-ES"/>
        </w:rPr>
        <w:t>TipoOperación,titulo</w:t>
      </w:r>
      <w:r w:rsidRPr="4456D47B" w:rsidR="00816EBC">
        <w:rPr>
          <w:lang w:val="es-ES"/>
        </w:rPr>
        <w:t>/títulos/,importe, Base,Total, SaldoResumido</w:t>
      </w:r>
      <w:r w:rsidRPr="4456D47B" w:rsidR="00D169F5">
        <w:rPr>
          <w:lang w:val="es-ES"/>
        </w:rPr>
        <w:t>)</w:t>
      </w:r>
    </w:p>
    <w:p w:rsidRPr="004E783E" w:rsidR="007232E1" w:rsidP="00B5677E" w:rsidRDefault="007232E1" w14:paraId="46BFD179" w14:textId="1B1553F5">
      <w:pPr>
        <w:ind w:firstLine="397"/>
      </w:pPr>
      <w:r>
        <w:t>Ejemplo 1.</w:t>
      </w:r>
    </w:p>
    <w:p w:rsidRPr="00B5677E" w:rsidR="001126BE" w:rsidP="00B5677E" w:rsidRDefault="001126BE" w14:paraId="3919FE24" w14:textId="72D6247D">
      <w:pPr>
        <w:ind w:firstLine="397"/>
      </w:pPr>
      <w:bookmarkStart w:name="_Toc318699037" w:id="9"/>
      <w:bookmarkStart w:name="_Toc318699115" w:id="10"/>
      <w:r w:rsidRPr="00B5677E">
        <w:t xml:space="preserve">Título: Abono 30 </w:t>
      </w:r>
      <w:bookmarkEnd w:id="9"/>
      <w:bookmarkEnd w:id="10"/>
      <w:r w:rsidRPr="00B5677E">
        <w:t>joven</w:t>
      </w:r>
    </w:p>
    <w:p w:rsidRPr="00B5677E" w:rsidR="001126BE" w:rsidP="00B5677E" w:rsidRDefault="001126BE" w14:paraId="35378D29" w14:textId="77777777">
      <w:pPr>
        <w:ind w:firstLine="397"/>
      </w:pPr>
      <w:bookmarkStart w:name="_Toc318699038" w:id="11"/>
      <w:bookmarkStart w:name="_Toc318699116" w:id="12"/>
      <w:r w:rsidRPr="00B5677E">
        <w:t>Perfil: Joven, F.N.G, DISC</w:t>
      </w:r>
      <w:bookmarkEnd w:id="11"/>
      <w:bookmarkEnd w:id="12"/>
    </w:p>
    <w:p w:rsidRPr="00B5677E" w:rsidR="001126BE" w:rsidP="00B5677E" w:rsidRDefault="001126BE" w14:paraId="2F2F2ED2" w14:textId="52E67F92">
      <w:pPr>
        <w:ind w:firstLine="397"/>
      </w:pPr>
      <w:bookmarkStart w:name="_Toc318699039" w:id="13"/>
      <w:bookmarkStart w:name="_Toc318699117" w:id="14"/>
      <w:r w:rsidRPr="00B5677E">
        <w:t>Importe: 20</w:t>
      </w:r>
      <w:r w:rsidRPr="00B5677E" w:rsidR="004E783E">
        <w:t> </w:t>
      </w:r>
      <w:r w:rsidRPr="00B5677E">
        <w:t>€</w:t>
      </w:r>
      <w:bookmarkEnd w:id="13"/>
      <w:bookmarkEnd w:id="14"/>
    </w:p>
    <w:p w:rsidRPr="00B5677E" w:rsidR="00043583" w:rsidP="00B5677E" w:rsidRDefault="004E783E" w14:paraId="71E1804B" w14:textId="69A48D6A">
      <w:pPr>
        <w:ind w:firstLine="397"/>
      </w:pPr>
      <w:r w:rsidRPr="4456D47B" w:rsidR="004E783E">
        <w:rPr>
          <w:lang w:val="es-ES"/>
        </w:rPr>
        <w:t xml:space="preserve">Base 18 </w:t>
      </w:r>
      <w:r w:rsidRPr="4456D47B" w:rsidR="004E783E">
        <w:rPr>
          <w:lang w:val="es-ES"/>
        </w:rPr>
        <w:t>€  Tipo</w:t>
      </w:r>
      <w:r w:rsidRPr="4456D47B" w:rsidR="004E783E">
        <w:rPr>
          <w:lang w:val="es-ES"/>
        </w:rPr>
        <w:t xml:space="preserve"> IVA 10%, IVA  2 €</w:t>
      </w:r>
    </w:p>
    <w:p w:rsidRPr="00B5677E" w:rsidR="004E783E" w:rsidP="00B5677E" w:rsidRDefault="004E783E" w14:paraId="15961790" w14:textId="67454C54">
      <w:pPr>
        <w:ind w:firstLine="397"/>
      </w:pPr>
      <w:r w:rsidRPr="00B5677E">
        <w:t>TOTAL 20 €</w:t>
      </w:r>
    </w:p>
    <w:p w:rsidR="00F45232" w:rsidP="00B5677E" w:rsidRDefault="001126BE" w14:paraId="773E1C8D" w14:textId="195965BD">
      <w:pPr>
        <w:ind w:firstLine="397"/>
      </w:pPr>
      <w:r w:rsidRPr="00276308">
        <w:t xml:space="preserve">            Fecha límite </w:t>
      </w:r>
      <w:r>
        <w:t>primer uso</w:t>
      </w:r>
      <w:r w:rsidR="00043583">
        <w:t xml:space="preserve"> 24/02/2018</w:t>
      </w:r>
    </w:p>
    <w:p w:rsidR="00D379E8" w:rsidP="00B5677E" w:rsidRDefault="007232E1" w14:paraId="15A0CAC5" w14:textId="371AE1FB">
      <w:pPr>
        <w:ind w:firstLine="397"/>
      </w:pPr>
      <w:r>
        <w:t>Ejemplo 2.</w:t>
      </w:r>
    </w:p>
    <w:p w:rsidRPr="00B5677E" w:rsidR="00D379E8" w:rsidP="00B5677E" w:rsidRDefault="00D379E8" w14:paraId="5CFF9BDD" w14:textId="7F4186BE">
      <w:pPr>
        <w:ind w:firstLine="397"/>
      </w:pPr>
      <w:r w:rsidRPr="00B5677E">
        <w:t xml:space="preserve">Tarjeta Multi: Importe 2,50 € </w:t>
      </w:r>
    </w:p>
    <w:p w:rsidRPr="00B5677E" w:rsidR="00D379E8" w:rsidP="00B5677E" w:rsidRDefault="00D379E8" w14:paraId="48959066" w14:textId="77777777">
      <w:pPr>
        <w:ind w:firstLine="397"/>
      </w:pPr>
      <w:r w:rsidRPr="4456D47B" w:rsidR="00D379E8">
        <w:rPr>
          <w:lang w:val="es-ES"/>
        </w:rPr>
        <w:t xml:space="preserve">Sencillo Metro 5 </w:t>
      </w:r>
      <w:r w:rsidRPr="4456D47B" w:rsidR="00D379E8">
        <w:rPr>
          <w:lang w:val="es-ES"/>
        </w:rPr>
        <w:t>Est</w:t>
      </w:r>
      <w:r w:rsidRPr="4456D47B" w:rsidR="00D379E8">
        <w:rPr>
          <w:lang w:val="es-ES"/>
        </w:rPr>
        <w:t>: Importe 1,5 €</w:t>
      </w:r>
    </w:p>
    <w:p w:rsidRPr="00B5677E" w:rsidR="00D379E8" w:rsidP="00B5677E" w:rsidRDefault="00D379E8" w14:paraId="7A55E028" w14:textId="73320E9A">
      <w:pPr>
        <w:ind w:firstLine="397"/>
      </w:pPr>
      <w:r w:rsidRPr="4456D47B" w:rsidR="00D379E8">
        <w:rPr>
          <w:lang w:val="es-ES"/>
        </w:rPr>
        <w:t xml:space="preserve">Base 3,6 </w:t>
      </w:r>
      <w:r w:rsidRPr="4456D47B" w:rsidR="00D379E8">
        <w:rPr>
          <w:lang w:val="es-ES"/>
        </w:rPr>
        <w:t>€  Tipo</w:t>
      </w:r>
      <w:r w:rsidRPr="4456D47B" w:rsidR="00D379E8">
        <w:rPr>
          <w:lang w:val="es-ES"/>
        </w:rPr>
        <w:t xml:space="preserve"> IVA 10%, IVA  0,4 €</w:t>
      </w:r>
    </w:p>
    <w:p w:rsidRPr="00B5677E" w:rsidR="00D379E8" w:rsidP="00B5677E" w:rsidRDefault="00D379E8" w14:paraId="4B854A6D" w14:textId="058D20AC">
      <w:pPr>
        <w:ind w:firstLine="397"/>
      </w:pPr>
      <w:r w:rsidRPr="00B5677E">
        <w:t>TOTAL 4 €</w:t>
      </w:r>
    </w:p>
    <w:p w:rsidRPr="00B5677E" w:rsidR="00D379E8" w:rsidP="00B5677E" w:rsidRDefault="00D379E8" w14:paraId="122B0AAE" w14:textId="07BEE750">
      <w:pPr>
        <w:ind w:firstLine="397"/>
      </w:pPr>
      <w:r w:rsidRPr="00B5677E">
        <w:t>Viajes tras la carga 1</w:t>
      </w:r>
    </w:p>
    <w:p w:rsidRPr="00B5677E" w:rsidR="007232E1" w:rsidP="00B5677E" w:rsidRDefault="007232E1" w14:paraId="429C087E" w14:textId="38915E30">
      <w:pPr>
        <w:ind w:firstLine="397"/>
      </w:pPr>
    </w:p>
    <w:p w:rsidRPr="00B5677E" w:rsidR="007232E1" w:rsidP="00B5677E" w:rsidRDefault="007232E1" w14:paraId="3BD71C86" w14:textId="0AF9198F">
      <w:pPr>
        <w:ind w:firstLine="397"/>
      </w:pPr>
      <w:r w:rsidRPr="00B5677E">
        <w:t>Ejemplo 3.</w:t>
      </w:r>
    </w:p>
    <w:p w:rsidRPr="00B5677E" w:rsidR="00F923E0" w:rsidP="00B5677E" w:rsidRDefault="00F923E0" w14:paraId="33F83B7B" w14:textId="77777777">
      <w:pPr>
        <w:ind w:firstLine="397"/>
      </w:pPr>
      <w:r w:rsidRPr="00B5677E">
        <w:t>Cargado: Abono 30 días Zona A</w:t>
      </w:r>
    </w:p>
    <w:p w:rsidRPr="00B5677E" w:rsidR="00F923E0" w:rsidP="00B5677E" w:rsidRDefault="00F923E0" w14:paraId="550EB426" w14:textId="6CACB464">
      <w:pPr>
        <w:ind w:firstLine="397"/>
      </w:pPr>
      <w:r w:rsidRPr="00B5677E">
        <w:t>Perfil: Normal</w:t>
      </w:r>
    </w:p>
    <w:p w:rsidRPr="00B5677E" w:rsidR="00F923E0" w:rsidP="00B5677E" w:rsidRDefault="00F923E0" w14:paraId="3022072C" w14:textId="7D0F55AE">
      <w:pPr>
        <w:ind w:firstLine="397"/>
      </w:pPr>
      <w:r w:rsidRPr="00B5677E">
        <w:t>Cargada</w:t>
      </w:r>
      <w:r w:rsidRPr="00B5677E" w:rsidR="006B31B9">
        <w:t xml:space="preserve">: </w:t>
      </w:r>
      <w:r w:rsidRPr="00B5677E" w:rsidR="00900A2B">
        <w:t xml:space="preserve">54,60 </w:t>
      </w:r>
      <w:r w:rsidRPr="00B5677E">
        <w:t>€</w:t>
      </w:r>
    </w:p>
    <w:p w:rsidRPr="00B5677E" w:rsidR="00F923E0" w:rsidP="00B5677E" w:rsidRDefault="00F923E0" w14:paraId="75DF6817" w14:textId="77777777">
      <w:pPr>
        <w:ind w:firstLine="397"/>
      </w:pPr>
      <w:r w:rsidRPr="00B5677E">
        <w:t>Nuevo: Abono 30 días Zona B1</w:t>
      </w:r>
    </w:p>
    <w:p w:rsidRPr="00B5677E" w:rsidR="00F923E0" w:rsidP="00B5677E" w:rsidRDefault="00F923E0" w14:paraId="16A9317F" w14:textId="7AE2634D">
      <w:pPr>
        <w:ind w:firstLine="397"/>
      </w:pPr>
      <w:r w:rsidRPr="00B5677E">
        <w:t>Perfil:</w:t>
      </w:r>
      <w:r w:rsidRPr="00B5677E" w:rsidR="00525F37">
        <w:t xml:space="preserve"> </w:t>
      </w:r>
      <w:r w:rsidRPr="00B5677E">
        <w:t>Normal</w:t>
      </w:r>
    </w:p>
    <w:p w:rsidRPr="00B5677E" w:rsidR="00F923E0" w:rsidP="00B5677E" w:rsidRDefault="00900A2B" w14:paraId="73DC816B" w14:textId="4DA3EAFD">
      <w:pPr>
        <w:ind w:firstLine="397"/>
      </w:pPr>
      <w:r w:rsidRPr="00B5677E">
        <w:t>Nueva: 63,70</w:t>
      </w:r>
      <w:r w:rsidRPr="00B5677E" w:rsidR="00F923E0">
        <w:t xml:space="preserve"> €</w:t>
      </w:r>
    </w:p>
    <w:p w:rsidRPr="00B5677E" w:rsidR="00F923E0" w:rsidP="00B5677E" w:rsidRDefault="00900A2B" w14:paraId="429303CA" w14:textId="498E9AA3">
      <w:pPr>
        <w:ind w:firstLine="397"/>
      </w:pPr>
      <w:r w:rsidRPr="00B5677E">
        <w:t>Importe: 9,10</w:t>
      </w:r>
      <w:r w:rsidRPr="00B5677E" w:rsidR="00F923E0">
        <w:t xml:space="preserve"> €</w:t>
      </w:r>
    </w:p>
    <w:p w:rsidRPr="00B5677E" w:rsidR="00F923E0" w:rsidP="00B5677E" w:rsidRDefault="00900A2B" w14:paraId="11563514" w14:textId="7154B64E">
      <w:pPr>
        <w:ind w:firstLine="397"/>
      </w:pPr>
      <w:r w:rsidRPr="00B5677E">
        <w:tab/>
      </w:r>
      <w:r w:rsidRPr="00B5677E">
        <w:tab/>
      </w:r>
      <w:r w:rsidRPr="4456D47B" w:rsidR="00900A2B">
        <w:rPr>
          <w:lang w:val="es-ES"/>
        </w:rPr>
        <w:t xml:space="preserve">Base  </w:t>
      </w:r>
      <w:r w:rsidRPr="4456D47B" w:rsidR="00525F37">
        <w:rPr>
          <w:lang w:val="es-ES"/>
        </w:rPr>
        <w:t>8</w:t>
      </w:r>
      <w:r w:rsidRPr="4456D47B" w:rsidR="00525F37">
        <w:rPr>
          <w:lang w:val="es-ES"/>
        </w:rPr>
        <w:t>,19</w:t>
      </w:r>
      <w:r w:rsidRPr="4456D47B" w:rsidR="00900A2B">
        <w:rPr>
          <w:lang w:val="es-ES"/>
        </w:rPr>
        <w:t xml:space="preserve"> €    Tipo IVA 10%</w:t>
      </w:r>
      <w:r w:rsidRPr="4456D47B" w:rsidR="00525F37">
        <w:rPr>
          <w:lang w:val="es-ES"/>
        </w:rPr>
        <w:t xml:space="preserve"> </w:t>
      </w:r>
      <w:r w:rsidRPr="4456D47B" w:rsidR="00900A2B">
        <w:rPr>
          <w:lang w:val="es-ES"/>
        </w:rPr>
        <w:t xml:space="preserve"> IVA 0.91</w:t>
      </w:r>
    </w:p>
    <w:p w:rsidRPr="00B5677E" w:rsidR="00525F37" w:rsidP="00B5677E" w:rsidRDefault="00525F37" w14:paraId="4761CC2B" w14:textId="583D4AA7">
      <w:pPr>
        <w:ind w:firstLine="397"/>
      </w:pPr>
      <w:r w:rsidRPr="00B5677E">
        <w:t>TOTAL 9,10 €</w:t>
      </w:r>
    </w:p>
    <w:p w:rsidR="002832A7" w:rsidP="00B5677E" w:rsidRDefault="002832A7" w14:paraId="14937A16" w14:textId="379517CE">
      <w:pPr>
        <w:ind w:firstLine="397"/>
      </w:pPr>
      <w:r>
        <w:t xml:space="preserve">            </w:t>
      </w:r>
      <w:r w:rsidRPr="00276308">
        <w:t xml:space="preserve">Fecha límite </w:t>
      </w:r>
      <w:r>
        <w:t>primer uso 24/02/2018</w:t>
      </w:r>
    </w:p>
    <w:p w:rsidRPr="00B5677E" w:rsidR="00525F37" w:rsidP="00B5677E" w:rsidRDefault="00525F37" w14:paraId="4C18280F" w14:textId="3C5B402F">
      <w:pPr>
        <w:ind w:firstLine="397"/>
      </w:pPr>
    </w:p>
    <w:p w:rsidRPr="00B5677E" w:rsidR="00525F37" w:rsidP="00B5677E" w:rsidRDefault="00525F37" w14:paraId="08E176FE" w14:textId="09444B97">
      <w:pPr>
        <w:ind w:firstLine="397"/>
      </w:pPr>
      <w:r w:rsidRPr="00B5677E">
        <w:t>Ejemplo 4.</w:t>
      </w:r>
    </w:p>
    <w:p w:rsidRPr="00B5677E" w:rsidR="00525F37" w:rsidP="00B5677E" w:rsidRDefault="00525F37" w14:paraId="4C9E9C0E" w14:textId="277149AA">
      <w:pPr>
        <w:ind w:firstLine="397"/>
      </w:pPr>
      <w:r w:rsidRPr="00B5677E">
        <w:t>Cargado: Abono 30 días Zona B1B2</w:t>
      </w:r>
    </w:p>
    <w:p w:rsidRPr="00B5677E" w:rsidR="00525F37" w:rsidP="00B5677E" w:rsidRDefault="00525F37" w14:paraId="7BD59E3F" w14:textId="77777777">
      <w:pPr>
        <w:ind w:firstLine="397"/>
      </w:pPr>
      <w:r w:rsidRPr="00B5677E">
        <w:t>Perfil: Normal</w:t>
      </w:r>
    </w:p>
    <w:p w:rsidRPr="00B5677E" w:rsidR="00525F37" w:rsidP="00B5677E" w:rsidRDefault="00525F37" w14:paraId="4D24DCEF" w14:textId="020AFCDD">
      <w:pPr>
        <w:ind w:firstLine="397"/>
      </w:pPr>
      <w:r w:rsidRPr="00B5677E">
        <w:t>Cargada: 47,90 €</w:t>
      </w:r>
    </w:p>
    <w:p w:rsidRPr="00B5677E" w:rsidR="00525F37" w:rsidP="00B5677E" w:rsidRDefault="00525F37" w14:paraId="1A3C9504" w14:textId="00EC6B9E">
      <w:pPr>
        <w:ind w:firstLine="397"/>
      </w:pPr>
      <w:r w:rsidRPr="00B5677E">
        <w:t>Nuevo: Abono 30 días Zona B3C1</w:t>
      </w:r>
    </w:p>
    <w:p w:rsidRPr="00B5677E" w:rsidR="00525F37" w:rsidP="00B5677E" w:rsidRDefault="00525F37" w14:paraId="212D8C47" w14:textId="77777777">
      <w:pPr>
        <w:ind w:firstLine="397"/>
      </w:pPr>
      <w:r w:rsidRPr="00B5677E">
        <w:t>Perfil: Normal</w:t>
      </w:r>
    </w:p>
    <w:p w:rsidRPr="00B5677E" w:rsidR="00525F37" w:rsidP="00B5677E" w:rsidRDefault="00525F37" w14:paraId="6B6B40C1" w14:textId="2FB2A63D">
      <w:pPr>
        <w:ind w:firstLine="397"/>
      </w:pPr>
      <w:r w:rsidRPr="00B5677E">
        <w:t>Nueva: 47,90 €</w:t>
      </w:r>
    </w:p>
    <w:p w:rsidRPr="00B5677E" w:rsidR="00525F37" w:rsidP="00B5677E" w:rsidRDefault="00525F37" w14:paraId="0CA01877" w14:textId="22F00817">
      <w:pPr>
        <w:ind w:firstLine="397"/>
      </w:pPr>
      <w:r w:rsidRPr="00B5677E">
        <w:t>Importe: 0 €</w:t>
      </w:r>
    </w:p>
    <w:p w:rsidRPr="00B5677E" w:rsidR="00525F37" w:rsidP="00B5677E" w:rsidRDefault="00525F37" w14:paraId="74D73384" w14:textId="721AA8BA">
      <w:pPr>
        <w:ind w:firstLine="397"/>
      </w:pPr>
      <w:r w:rsidRPr="00B5677E">
        <w:tab/>
      </w:r>
      <w:r w:rsidRPr="00B5677E">
        <w:tab/>
      </w:r>
      <w:r w:rsidRPr="4456D47B" w:rsidR="00525F37">
        <w:rPr>
          <w:lang w:val="es-ES"/>
        </w:rPr>
        <w:t>Base  0</w:t>
      </w:r>
      <w:r w:rsidRPr="4456D47B" w:rsidR="00525F37">
        <w:rPr>
          <w:lang w:val="es-ES"/>
        </w:rPr>
        <w:t xml:space="preserve"> €    Tipo IVA 10%  IVA 0</w:t>
      </w:r>
    </w:p>
    <w:p w:rsidRPr="00B5677E" w:rsidR="00525F37" w:rsidP="00B5677E" w:rsidRDefault="00525F37" w14:paraId="7EE0482F" w14:textId="55330C00">
      <w:pPr>
        <w:ind w:firstLine="397"/>
      </w:pPr>
      <w:r w:rsidRPr="00B5677E">
        <w:t>TOTAL 0 €</w:t>
      </w:r>
    </w:p>
    <w:p w:rsidR="002832A7" w:rsidP="00B5677E" w:rsidRDefault="002832A7" w14:paraId="5F47EE6E" w14:textId="27557F17">
      <w:pPr>
        <w:ind w:firstLine="397"/>
      </w:pPr>
      <w:r w:rsidRPr="00B5677E">
        <w:tab/>
      </w:r>
      <w:r w:rsidRPr="00B5677E">
        <w:tab/>
      </w:r>
      <w:r w:rsidRPr="00276308">
        <w:t xml:space="preserve">Fecha límite </w:t>
      </w:r>
      <w:r>
        <w:t>primer uso 24/02/2018</w:t>
      </w:r>
    </w:p>
    <w:p w:rsidR="00B20270" w:rsidP="00B20270" w:rsidRDefault="00B20270" w14:paraId="5E1E0677" w14:textId="5DC84E35">
      <w:pPr>
        <w:pStyle w:val="Ttulo2"/>
        <w:numPr>
          <w:ilvl w:val="0"/>
          <w:numId w:val="0"/>
        </w:numPr>
      </w:pPr>
      <w:bookmarkStart w:name="_Toc506383573" w:id="15"/>
      <w:r>
        <w:t>3.4      Bloque</w:t>
      </w:r>
      <w:r w:rsidR="00B5677E">
        <w:t xml:space="preserve"> 4</w:t>
      </w:r>
      <w:r>
        <w:t xml:space="preserve"> </w:t>
      </w:r>
      <w:r w:rsidR="00B5677E">
        <w:rPr>
          <w:color w:val="auto"/>
        </w:rPr>
        <w:t>Datos del modo de pago. Efectivo o tarjeta</w:t>
      </w:r>
      <w:bookmarkEnd w:id="15"/>
    </w:p>
    <w:p w:rsidR="00B20270" w:rsidP="002B20FA" w:rsidRDefault="00B20270" w14:paraId="66A72E93" w14:textId="5765E9CE">
      <w:pPr>
        <w:ind w:firstLine="397"/>
      </w:pPr>
      <w:r w:rsidRPr="002B20FA">
        <w:t>En caso de utilizar pago con tarjeta bancaria incluir la información que proceda</w:t>
      </w:r>
      <w:r w:rsidR="00933F7C">
        <w:t>.</w:t>
      </w:r>
    </w:p>
    <w:p w:rsidR="002420A0" w:rsidP="002B20FA" w:rsidRDefault="002420A0" w14:paraId="7BC75D12" w14:textId="12736A72">
      <w:pPr>
        <w:ind w:firstLine="397"/>
      </w:pPr>
      <w:r>
        <w:t>Ejemplo</w:t>
      </w:r>
    </w:p>
    <w:p w:rsidR="00933F7C" w:rsidP="002B20FA" w:rsidRDefault="002420A0" w14:paraId="29AE5376" w14:textId="1B1DD24A">
      <w:pPr>
        <w:ind w:firstLine="397"/>
      </w:pPr>
      <w:r w:rsidRPr="4456D47B" w:rsidR="002420A0">
        <w:rPr>
          <w:lang w:val="es-ES"/>
        </w:rPr>
        <w:t>Master cargo en cuenta 542756******8521 24-</w:t>
      </w:r>
      <w:r w:rsidRPr="4456D47B" w:rsidR="002420A0">
        <w:rPr>
          <w:lang w:val="es-ES"/>
        </w:rPr>
        <w:t>02  15:20</w:t>
      </w:r>
      <w:r w:rsidRPr="4456D47B" w:rsidR="002420A0">
        <w:rPr>
          <w:lang w:val="es-ES"/>
        </w:rPr>
        <w:t xml:space="preserve"> AUT :302170</w:t>
      </w:r>
    </w:p>
    <w:p w:rsidR="002420A0" w:rsidP="002B20FA" w:rsidRDefault="002420A0" w14:paraId="621933D4" w14:textId="631822D0">
      <w:pPr>
        <w:ind w:firstLine="397"/>
      </w:pPr>
      <w:r>
        <w:t>FUC:41658765465</w:t>
      </w:r>
    </w:p>
    <w:p w:rsidRPr="002B20FA" w:rsidR="002420A0" w:rsidP="002B20FA" w:rsidRDefault="002420A0" w14:paraId="2FFC6087" w14:textId="6CBD49FA">
      <w:pPr>
        <w:ind w:firstLine="397"/>
      </w:pPr>
      <w:r>
        <w:t>AID:099089890099</w:t>
      </w:r>
    </w:p>
    <w:p w:rsidR="00B5677E" w:rsidP="00B5677E" w:rsidRDefault="00B5677E" w14:paraId="3B1E08C5" w14:textId="455E8B54">
      <w:pPr>
        <w:pStyle w:val="Ttulo2"/>
        <w:numPr>
          <w:ilvl w:val="0"/>
          <w:numId w:val="0"/>
        </w:numPr>
      </w:pPr>
      <w:bookmarkStart w:name="_Toc506383574" w:id="16"/>
      <w:r>
        <w:t>3.</w:t>
      </w:r>
      <w:r w:rsidR="002B20FA">
        <w:t>5</w:t>
      </w:r>
      <w:r>
        <w:t xml:space="preserve">      Bloque 5 </w:t>
      </w:r>
      <w:r w:rsidRPr="00B5677E">
        <w:t>Información de la tarjeta de transporte público</w:t>
      </w:r>
      <w:bookmarkEnd w:id="16"/>
    </w:p>
    <w:p w:rsidR="002B20FA" w:rsidP="002B20FA" w:rsidRDefault="002B20FA" w14:paraId="2232AD79" w14:textId="616CB481">
      <w:r w:rsidRPr="4456D47B" w:rsidR="002B20FA">
        <w:rPr>
          <w:lang w:val="es-ES"/>
        </w:rPr>
        <w:t xml:space="preserve">En este bloque se especifica el tipo de tarjeta comercial </w:t>
      </w:r>
      <w:r w:rsidRPr="4456D47B" w:rsidR="002B20FA">
        <w:rPr>
          <w:lang w:val="es-ES"/>
        </w:rPr>
        <w:t>( TTP</w:t>
      </w:r>
      <w:r w:rsidRPr="4456D47B" w:rsidR="002B20FA">
        <w:rPr>
          <w:lang w:val="es-ES"/>
        </w:rPr>
        <w:t xml:space="preserve">, MULTI, AZUL, INFANTIL) </w:t>
      </w:r>
    </w:p>
    <w:p w:rsidR="00F6685D" w:rsidP="002B20FA" w:rsidRDefault="00D169F5" w14:paraId="22559B52" w14:textId="4506D1D4">
      <w:r>
        <w:t>(</w:t>
      </w:r>
      <w:r w:rsidR="00BE751E">
        <w:t>Etique</w:t>
      </w:r>
      <w:r w:rsidR="00F6685D">
        <w:t xml:space="preserve">tas: Tipo de tarjeta Comercial, </w:t>
      </w:r>
      <w:r w:rsidR="00BE751E">
        <w:t>numero de chip</w:t>
      </w:r>
      <w:r>
        <w:t>)</w:t>
      </w:r>
    </w:p>
    <w:p w:rsidR="00F6685D" w:rsidP="002B20FA" w:rsidRDefault="00F6685D" w14:paraId="7474B442" w14:textId="77777777"/>
    <w:p w:rsidRPr="002B20FA" w:rsidR="002B20FA" w:rsidP="002B20FA" w:rsidRDefault="002B20FA" w14:paraId="7A2FB49B" w14:textId="5CB5C7FF">
      <w:r>
        <w:t>El número de TSC es siempre obligatorio y en el caso de TTP el numero TTP. En el resto deberá especificar el n</w:t>
      </w:r>
      <w:r w:rsidR="00304E67">
        <w:t>ombre de la tarjeta comercial (</w:t>
      </w:r>
      <w:r>
        <w:t>azul, multi,</w:t>
      </w:r>
      <w:r w:rsidR="00304E67">
        <w:t xml:space="preserve"> </w:t>
      </w:r>
      <w:r>
        <w:t>infantil)</w:t>
      </w:r>
    </w:p>
    <w:p w:rsidRPr="00AA12A4" w:rsidR="002B20FA" w:rsidP="00E6449E" w:rsidRDefault="002B20FA" w14:paraId="12100FA5" w14:textId="77777777">
      <w:pPr>
        <w:ind w:left="783"/>
        <w:rPr>
          <w:lang w:val="en-US"/>
        </w:rPr>
      </w:pPr>
      <w:r w:rsidRPr="00AA12A4">
        <w:rPr>
          <w:lang w:val="en-US"/>
        </w:rPr>
        <w:t>Nº. TTP: 001 001 001 001</w:t>
      </w:r>
    </w:p>
    <w:p w:rsidRPr="00AA12A4" w:rsidR="002B20FA" w:rsidP="002B20FA" w:rsidRDefault="002B20FA" w14:paraId="0D34F21B" w14:textId="77777777">
      <w:pPr>
        <w:ind w:left="783"/>
        <w:rPr>
          <w:lang w:val="en-US"/>
        </w:rPr>
      </w:pPr>
      <w:r w:rsidRPr="00AA12A4">
        <w:rPr>
          <w:lang w:val="en-US"/>
        </w:rPr>
        <w:t>                   0020001676</w:t>
      </w:r>
    </w:p>
    <w:p w:rsidRPr="00AA12A4" w:rsidR="002B20FA" w:rsidP="002B20FA" w:rsidRDefault="002B20FA" w14:paraId="43389C06" w14:textId="376FFC36">
      <w:pPr>
        <w:ind w:left="783"/>
        <w:rPr>
          <w:lang w:val="en-US"/>
        </w:rPr>
      </w:pPr>
      <w:r w:rsidRPr="00AA12A4">
        <w:rPr>
          <w:lang w:val="en-US"/>
        </w:rPr>
        <w:t>Nº. TSC: 0465AD70223F80</w:t>
      </w:r>
    </w:p>
    <w:p w:rsidRPr="00AA12A4" w:rsidR="002B20FA" w:rsidP="00584FCB" w:rsidRDefault="002B20FA" w14:paraId="5E2B7BBB" w14:textId="18F56815">
      <w:pPr>
        <w:rPr>
          <w:lang w:val="en-US"/>
        </w:rPr>
      </w:pPr>
    </w:p>
    <w:p w:rsidRPr="00AA12A4" w:rsidR="00584FCB" w:rsidP="00584FCB" w:rsidRDefault="00584FCB" w14:paraId="19A69D5C" w14:textId="6448B6DB">
      <w:pPr>
        <w:rPr>
          <w:lang w:val="en-US"/>
        </w:rPr>
      </w:pPr>
      <w:r w:rsidRPr="00AA12A4">
        <w:rPr>
          <w:lang w:val="en-US"/>
        </w:rPr>
        <w:t>¡’098765</w:t>
      </w:r>
    </w:p>
    <w:p w:rsidR="002B20FA" w:rsidP="002B20FA" w:rsidRDefault="002B20FA" w14:paraId="3B23769C" w14:textId="74D0D52E">
      <w:pPr>
        <w:pStyle w:val="Ttulo2"/>
        <w:numPr>
          <w:ilvl w:val="0"/>
          <w:numId w:val="0"/>
        </w:numPr>
      </w:pPr>
      <w:bookmarkStart w:name="_Toc506383575" w:id="17"/>
      <w:r>
        <w:t>3.6      Bloque</w:t>
      </w:r>
      <w:r w:rsidR="002959B5">
        <w:t xml:space="preserve"> 6</w:t>
      </w:r>
      <w:r>
        <w:t xml:space="preserve"> De información y publicidad</w:t>
      </w:r>
      <w:bookmarkEnd w:id="17"/>
    </w:p>
    <w:p w:rsidRPr="00B61886" w:rsidR="002B20FA" w:rsidP="002B20FA" w:rsidRDefault="002B20FA" w14:paraId="1F907707" w14:textId="77777777"/>
    <w:p w:rsidR="00FE5F87" w:rsidP="002B20FA" w:rsidRDefault="00FE5F87" w14:paraId="2F5D9499" w14:textId="2457DA65">
      <w:r>
        <w:t>En este bloque actualmente se muestra la información del club de amigos y en el caso de los usuarios jóvenes se informa de los contadores de ahorro del abono y los contadores de ahorro de las emisiones de CO2.</w:t>
      </w:r>
    </w:p>
    <w:p w:rsidR="00FE5F87" w:rsidP="002B20FA" w:rsidRDefault="00FE5F87" w14:paraId="308CFE0A" w14:textId="3D439B30">
      <w:r>
        <w:t xml:space="preserve"> </w:t>
      </w:r>
    </w:p>
    <w:p w:rsidR="00FE5F87" w:rsidP="002B20FA" w:rsidRDefault="00FE5F87" w14:paraId="5C95834C" w14:textId="1CBE039E">
      <w:r>
        <w:t>Gracias a tu abono joven, has ahorrado más de 360 € y has evitado la emisión de 240 Kg de CO2</w:t>
      </w:r>
    </w:p>
    <w:p w:rsidR="00FE5F87" w:rsidP="002B20FA" w:rsidRDefault="00FE5F87" w14:paraId="409D77F3" w14:textId="4C2D470E"/>
    <w:p w:rsidR="008363F2" w:rsidP="002B20FA" w:rsidRDefault="00FE5F87" w14:paraId="547D253E" w14:textId="77777777">
      <w:r w:rsidRPr="4456D47B" w:rsidR="00FE5F87">
        <w:rPr>
          <w:lang w:val="es-ES"/>
        </w:rPr>
        <w:t xml:space="preserve">En el caso de no poder imprimir </w:t>
      </w:r>
      <w:r w:rsidRPr="4456D47B" w:rsidR="008363F2">
        <w:rPr>
          <w:lang w:val="es-ES"/>
        </w:rPr>
        <w:t xml:space="preserve">el </w:t>
      </w:r>
      <w:r w:rsidRPr="4456D47B" w:rsidR="00FE5F87">
        <w:rPr>
          <w:lang w:val="es-ES"/>
        </w:rPr>
        <w:t xml:space="preserve">código </w:t>
      </w:r>
      <w:r w:rsidRPr="4456D47B" w:rsidR="00FE5F87">
        <w:rPr>
          <w:lang w:val="es-ES"/>
        </w:rPr>
        <w:t xml:space="preserve">BIDI </w:t>
      </w:r>
      <w:r w:rsidRPr="4456D47B" w:rsidR="008363F2">
        <w:rPr>
          <w:lang w:val="es-ES"/>
        </w:rPr>
        <w:t xml:space="preserve"> que</w:t>
      </w:r>
      <w:r w:rsidRPr="4456D47B" w:rsidR="008363F2">
        <w:rPr>
          <w:lang w:val="es-ES"/>
        </w:rPr>
        <w:t xml:space="preserve"> direcciona a la web del club.</w:t>
      </w:r>
    </w:p>
    <w:p w:rsidR="008363F2" w:rsidP="002B20FA" w:rsidRDefault="008363F2" w14:paraId="73A3A224" w14:textId="02294C28">
      <w:r>
        <w:t>S</w:t>
      </w:r>
      <w:r w:rsidR="00FE5F87">
        <w:t>e colocarla la frase más la web del club de amigos</w:t>
      </w:r>
      <w:r>
        <w:t xml:space="preserve">, es decir, </w:t>
      </w:r>
    </w:p>
    <w:p w:rsidR="008363F2" w:rsidP="002B20FA" w:rsidRDefault="008363F2" w14:paraId="055B4F0F" w14:textId="77777777"/>
    <w:p w:rsidR="008363F2" w:rsidP="002B20FA" w:rsidRDefault="008363F2" w14:paraId="5A95A5F2" w14:textId="0D1DF569">
      <w:r>
        <w:t>CLUB DE AMIGOS DEL TRANSPOTE PÚBLICO. ¡¡HAZTE SOCIO!! TODO SON VENTAJAS</w:t>
      </w:r>
    </w:p>
    <w:p w:rsidR="00FE5F87" w:rsidP="002B20FA" w:rsidRDefault="00FE5F87" w14:paraId="3FC33A69" w14:textId="1486110C">
      <w:r>
        <w:t>clubdeamigos.crtm.es</w:t>
      </w:r>
      <w:r w:rsidR="000C5D5B">
        <w:t>.</w:t>
      </w:r>
    </w:p>
    <w:p w:rsidR="00C23527" w:rsidP="00C23527" w:rsidRDefault="00C23527" w14:paraId="57C6D2F1" w14:textId="73D400F4">
      <w:pPr>
        <w:pStyle w:val="Ttulo2"/>
        <w:numPr>
          <w:ilvl w:val="0"/>
          <w:numId w:val="0"/>
        </w:numPr>
      </w:pPr>
      <w:r>
        <w:t>3.6      Bloque 7 Factura nominal</w:t>
      </w:r>
    </w:p>
    <w:p w:rsidR="00304E67" w:rsidP="002B20FA" w:rsidRDefault="00304E67" w14:paraId="7648B23A" w14:textId="454BBF4F"/>
    <w:p w:rsidR="00304E67" w:rsidP="002B20FA" w:rsidRDefault="0065067A" w14:paraId="05F70156" w14:textId="19AD11D7">
      <w:r>
        <w:t>Este bloque recoge los datos del destinatario de la factura:</w:t>
      </w:r>
    </w:p>
    <w:p w:rsidR="0065067A" w:rsidP="002B20FA" w:rsidRDefault="0065067A" w14:paraId="1F923462" w14:textId="02596F03">
      <w:r>
        <w:t>No aplica en facturas simplificadas.</w:t>
      </w:r>
    </w:p>
    <w:p w:rsidR="0065067A" w:rsidP="0065067A" w:rsidRDefault="00D169F5" w14:paraId="01741083" w14:textId="0F272D5C">
      <w:pPr>
        <w:jc w:val="left"/>
      </w:pPr>
      <w:r w:rsidRPr="4456D47B" w:rsidR="00D169F5">
        <w:rPr>
          <w:lang w:val="es-ES"/>
        </w:rPr>
        <w:t>(</w:t>
      </w:r>
      <w:r w:rsidRPr="4456D47B" w:rsidR="0065067A">
        <w:rPr>
          <w:lang w:val="es-ES"/>
        </w:rPr>
        <w:t xml:space="preserve">Etiquetas </w:t>
      </w:r>
      <w:r w:rsidRPr="4456D47B" w:rsidR="0065067A">
        <w:rPr>
          <w:lang w:val="es-ES"/>
        </w:rPr>
        <w:t>( Nombre</w:t>
      </w:r>
      <w:r w:rsidRPr="4456D47B" w:rsidR="0065067A">
        <w:rPr>
          <w:lang w:val="es-ES"/>
        </w:rPr>
        <w:t>(obligatorio), Apellidos(obligatorio), TipoDocumento(obligatorio)Numeración(obligatorio),DireccionPostal, email, teléfono</w:t>
      </w:r>
      <w:r w:rsidRPr="4456D47B" w:rsidR="00D169F5">
        <w:rPr>
          <w:lang w:val="es-ES"/>
        </w:rPr>
        <w:t>)</w:t>
      </w:r>
      <w:r w:rsidRPr="4456D47B" w:rsidR="0065067A">
        <w:rPr>
          <w:lang w:val="es-ES"/>
        </w:rPr>
        <w:t xml:space="preserve"> </w:t>
      </w:r>
    </w:p>
    <w:p w:rsidR="00304E67" w:rsidP="002B20FA" w:rsidRDefault="00304E67" w14:paraId="07A4AF9C" w14:textId="61E77832"/>
    <w:p w:rsidR="00304E67" w:rsidP="002B20FA" w:rsidRDefault="00304E67" w14:paraId="07FB098F" w14:textId="5FB87B47"/>
    <w:p w:rsidR="00304E67" w:rsidP="002B20FA" w:rsidRDefault="00304E67" w14:paraId="435E3D57" w14:textId="1A55F077"/>
    <w:p w:rsidR="00304E67" w:rsidP="002B20FA" w:rsidRDefault="00304E67" w14:paraId="6DF6CD9C" w14:textId="57B896D7"/>
    <w:p w:rsidR="00304E67" w:rsidP="002B20FA" w:rsidRDefault="00304E67" w14:paraId="5F7F8EBE" w14:textId="7B2628D9"/>
    <w:p w:rsidR="00304E67" w:rsidP="002B20FA" w:rsidRDefault="00304E67" w14:paraId="01FA1774" w14:textId="38DED3D2"/>
    <w:p w:rsidR="00304E67" w:rsidP="002B20FA" w:rsidRDefault="00304E67" w14:paraId="5770FB73" w14:textId="7CD1C1A7"/>
    <w:p w:rsidR="00E4650B" w:rsidP="002B20FA" w:rsidRDefault="00E4650B" w14:paraId="15FF2778" w14:textId="77777777"/>
    <w:p w:rsidR="00304E67" w:rsidP="002B20FA" w:rsidRDefault="00304E67" w14:paraId="7F09C108" w14:textId="441D2AA0"/>
    <w:p w:rsidR="00304E67" w:rsidP="002B20FA" w:rsidRDefault="00304E67" w14:paraId="29C2438B" w14:textId="77777777"/>
    <w:p w:rsidR="000C5D5B" w:rsidP="000C5D5B" w:rsidRDefault="000C5D5B" w14:paraId="79D3EC5B" w14:textId="7AFD7F1A">
      <w:pPr>
        <w:pStyle w:val="Ttulo1"/>
      </w:pPr>
      <w:bookmarkStart w:name="_Toc506383576" w:id="18"/>
      <w:r>
        <w:t>EJEMPLOS DE FACURAS COMPLETAS</w:t>
      </w:r>
      <w:bookmarkEnd w:id="18"/>
    </w:p>
    <w:p w:rsidR="00CE39AD" w:rsidP="00CE39AD" w:rsidRDefault="00CE39AD" w14:paraId="6CF9112A" w14:textId="77777777">
      <w:r>
        <w:t>Consorcio Regional de Transporte de Madrid</w:t>
      </w:r>
    </w:p>
    <w:p w:rsidR="00CE39AD" w:rsidP="00CE39AD" w:rsidRDefault="00CE39AD" w14:paraId="2A14776A" w14:textId="77777777">
      <w:r>
        <w:t>Pza. Descubridor Diego de Ordás, 3, 28003</w:t>
      </w:r>
    </w:p>
    <w:p w:rsidR="00CE39AD" w:rsidP="00CE39AD" w:rsidRDefault="00CE39AD" w14:paraId="7D021FBE" w14:textId="7A2701FC">
      <w:r>
        <w:t xml:space="preserve">                      Q7850003J</w:t>
      </w:r>
    </w:p>
    <w:p w:rsidR="00EF245B" w:rsidP="00CE39AD" w:rsidRDefault="00EF245B" w14:paraId="45842BEA" w14:textId="71221F83">
      <w:r>
        <w:t>***************************************************</w:t>
      </w:r>
    </w:p>
    <w:p w:rsidR="00EF245B" w:rsidP="00CE39AD" w:rsidRDefault="00EF245B" w14:paraId="451FDE20" w14:textId="0CA99513">
      <w:r>
        <w:tab/>
      </w:r>
      <w:r>
        <w:t>FACTURA SIMPLIFICADA</w:t>
      </w:r>
    </w:p>
    <w:p w:rsidR="00EF245B" w:rsidP="00CE39AD" w:rsidRDefault="00EF245B" w14:paraId="60C8BE89" w14:textId="105F6771">
      <w:r>
        <w:t>***************************************************</w:t>
      </w:r>
    </w:p>
    <w:p w:rsidR="00EF245B" w:rsidP="00CE39AD" w:rsidRDefault="00EF245B" w14:paraId="37101B04" w14:textId="571EE3CA">
      <w:r>
        <w:t>Metro Madrid S.A</w:t>
      </w:r>
    </w:p>
    <w:p w:rsidR="00EF245B" w:rsidP="00CE39AD" w:rsidRDefault="00EF245B" w14:paraId="5786E5C9" w14:textId="4B0A11AE">
      <w:r w:rsidRPr="4456D47B" w:rsidR="00EF245B">
        <w:rPr>
          <w:lang w:val="es-ES"/>
        </w:rPr>
        <w:t xml:space="preserve">Lin 5, </w:t>
      </w:r>
      <w:r w:rsidRPr="4456D47B" w:rsidR="00EF245B">
        <w:rPr>
          <w:lang w:val="es-ES"/>
        </w:rPr>
        <w:t>Est</w:t>
      </w:r>
      <w:r w:rsidRPr="4456D47B" w:rsidR="00EF245B">
        <w:rPr>
          <w:lang w:val="es-ES"/>
        </w:rPr>
        <w:t xml:space="preserve"> 9, </w:t>
      </w:r>
      <w:r w:rsidRPr="4456D47B" w:rsidR="00EF245B">
        <w:rPr>
          <w:lang w:val="es-ES"/>
        </w:rPr>
        <w:t>Vest</w:t>
      </w:r>
      <w:r w:rsidRPr="4456D47B" w:rsidR="00EF245B">
        <w:rPr>
          <w:lang w:val="es-ES"/>
        </w:rPr>
        <w:t xml:space="preserve"> 1, </w:t>
      </w:r>
      <w:r w:rsidRPr="4456D47B" w:rsidR="00EF245B">
        <w:rPr>
          <w:lang w:val="es-ES"/>
        </w:rPr>
        <w:t>Maq</w:t>
      </w:r>
      <w:r w:rsidRPr="4456D47B" w:rsidR="00EF245B">
        <w:rPr>
          <w:lang w:val="es-ES"/>
        </w:rPr>
        <w:t xml:space="preserve"> 4</w:t>
      </w:r>
    </w:p>
    <w:p w:rsidR="00EF245B" w:rsidP="00CE39AD" w:rsidRDefault="00EF245B" w14:paraId="5C552450" w14:textId="4285E3E3">
      <w:r>
        <w:t>13/02/2018 11:39</w:t>
      </w:r>
    </w:p>
    <w:p w:rsidR="004016A8" w:rsidP="004016A8" w:rsidRDefault="00EF245B" w14:paraId="448AFD50" w14:textId="77777777">
      <w:r>
        <w:t>Operación Título</w:t>
      </w:r>
      <w:r w:rsidR="004016A8">
        <w:t xml:space="preserve"> </w:t>
      </w:r>
      <w:r w:rsidR="004016A8">
        <w:t>2364872364</w:t>
      </w:r>
    </w:p>
    <w:p w:rsidR="00EF245B" w:rsidP="00CE39AD" w:rsidRDefault="00EF245B" w14:paraId="15A7FC96" w14:textId="6F73C4B9">
      <w:r>
        <w:t>Numero factura</w:t>
      </w:r>
      <w:r w:rsidR="00D11633">
        <w:t xml:space="preserve"> </w:t>
      </w:r>
      <w:r w:rsidR="00D11633">
        <w:rPr>
          <w:sz w:val="20"/>
          <w:szCs w:val="20"/>
        </w:rPr>
        <w:t>02/E4E1DA01/0000000000023452/07E2</w:t>
      </w:r>
    </w:p>
    <w:p w:rsidR="00EF245B" w:rsidP="00CE39AD" w:rsidRDefault="00EF245B" w14:paraId="2372956E" w14:textId="532E2529">
      <w:r>
        <w:t>Código control</w:t>
      </w:r>
      <w:r w:rsidR="004016A8">
        <w:t xml:space="preserve"> </w:t>
      </w:r>
      <w:r w:rsidR="004016A8">
        <w:t>0E12AB</w:t>
      </w:r>
    </w:p>
    <w:p w:rsidR="00EF245B" w:rsidP="00CE39AD" w:rsidRDefault="00EF245B" w14:paraId="357F33FC" w14:textId="33784BF0">
      <w:r>
        <w:t>Carga</w:t>
      </w:r>
    </w:p>
    <w:p w:rsidR="00EF245B" w:rsidP="00CE39AD" w:rsidRDefault="00EF245B" w14:paraId="2905F607" w14:textId="6A74FD86">
      <w:r>
        <w:t xml:space="preserve">Título:  </w:t>
      </w:r>
      <w:r w:rsidRPr="00BB2400">
        <w:rPr>
          <w:b/>
        </w:rPr>
        <w:t>Abono 30 días joven</w:t>
      </w:r>
    </w:p>
    <w:p w:rsidR="00EF245B" w:rsidP="00CE39AD" w:rsidRDefault="00EF245B" w14:paraId="252EFBDC" w14:textId="2328B609">
      <w:r>
        <w:t>Perfil: Joven, F.N.G, DISC</w:t>
      </w:r>
    </w:p>
    <w:p w:rsidR="00EF245B" w:rsidP="00CE39AD" w:rsidRDefault="00EF245B" w14:paraId="6BDC396E" w14:textId="63A37BAF">
      <w:r>
        <w:t>Importe: 20 €</w:t>
      </w:r>
    </w:p>
    <w:p w:rsidR="00EF245B" w:rsidP="00CE39AD" w:rsidRDefault="00EF245B" w14:paraId="11CCC81C" w14:textId="7E10E248">
      <w:r>
        <w:t>----------------------------------------------------------------</w:t>
      </w:r>
    </w:p>
    <w:p w:rsidR="00EF245B" w:rsidP="00CE39AD" w:rsidRDefault="00EF245B" w14:paraId="68C5DA3E" w14:textId="537BE831">
      <w:r>
        <w:t>Base 18€,</w:t>
      </w:r>
      <w:r w:rsidR="00BB2400">
        <w:t xml:space="preserve"> Tipo IVA 10%, IVA 2€</w:t>
      </w:r>
    </w:p>
    <w:p w:rsidR="00BB2400" w:rsidP="00CE39AD" w:rsidRDefault="00BB2400" w14:paraId="53877571" w14:textId="678C0E77">
      <w:r>
        <w:t>---------------------------------------------------------------</w:t>
      </w:r>
    </w:p>
    <w:p w:rsidR="00BB2400" w:rsidP="00CE39AD" w:rsidRDefault="00BB2400" w14:paraId="0313E55E" w14:textId="2EC461BB">
      <w:pPr>
        <w:rPr>
          <w:b/>
        </w:rPr>
      </w:pPr>
      <w:r w:rsidRPr="00BB2400">
        <w:rPr>
          <w:b/>
        </w:rPr>
        <w:t>TOTAL 20€</w:t>
      </w:r>
    </w:p>
    <w:p w:rsidR="00BB2400" w:rsidP="00CE39AD" w:rsidRDefault="00BB2400" w14:paraId="3EE61E1F" w14:textId="12D49AFE">
      <w:r w:rsidRPr="00BB2400">
        <w:t>Fecha límite primer uso 24/02/2018</w:t>
      </w:r>
    </w:p>
    <w:p w:rsidR="00BB2400" w:rsidP="00CE39AD" w:rsidRDefault="00BB2400" w14:paraId="22196B26" w14:textId="77777777">
      <w:r w:rsidRPr="4456D47B" w:rsidR="00BB2400">
        <w:rPr>
          <w:lang w:val="es-ES"/>
        </w:rPr>
        <w:t>Nº. TTP: 001</w:t>
      </w:r>
      <w:r w:rsidRPr="4456D47B" w:rsidR="00BB2400">
        <w:rPr>
          <w:lang w:val="es-ES"/>
        </w:rPr>
        <w:t xml:space="preserve"> 001 001 001 </w:t>
      </w:r>
      <w:r w:rsidRPr="4456D47B" w:rsidR="00BB2400">
        <w:rPr>
          <w:lang w:val="es-ES"/>
        </w:rPr>
        <w:t xml:space="preserve">0020001676 </w:t>
      </w:r>
    </w:p>
    <w:p w:rsidR="00BB2400" w:rsidP="00CE39AD" w:rsidRDefault="00BB2400" w14:paraId="014AB4A1" w14:textId="44304495">
      <w:r w:rsidRPr="4456D47B" w:rsidR="00BB2400">
        <w:rPr>
          <w:lang w:val="es-ES"/>
        </w:rPr>
        <w:t>Nº. TSC: 0465AD70223F80</w:t>
      </w:r>
    </w:p>
    <w:p w:rsidR="00BB2400" w:rsidP="00CE39AD" w:rsidRDefault="00BB2400" w14:paraId="44CD0864" w14:textId="77777777">
      <w:r w:rsidRPr="00BB2400">
        <w:t>Gracias a tu</w:t>
      </w:r>
      <w:r>
        <w:t xml:space="preserve"> </w:t>
      </w:r>
      <w:r w:rsidRPr="00BB2400">
        <w:t xml:space="preserve">abono joven, </w:t>
      </w:r>
    </w:p>
    <w:p w:rsidR="00BB2400" w:rsidP="00CE39AD" w:rsidRDefault="00BB2400" w14:paraId="607E0CE5" w14:textId="5EC19DBB">
      <w:r w:rsidRPr="00BB2400">
        <w:t>has ahorrado</w:t>
      </w:r>
      <w:r>
        <w:t xml:space="preserve"> </w:t>
      </w:r>
      <w:r w:rsidRPr="00BB2400">
        <w:t xml:space="preserve">más de 360 € </w:t>
      </w:r>
    </w:p>
    <w:p w:rsidR="00BB2400" w:rsidP="00CE39AD" w:rsidRDefault="00BB2400" w14:paraId="0AC3CF50" w14:textId="08C7CF08">
      <w:r w:rsidRPr="00BB2400">
        <w:t>y has evitado la emisión de 240 Kg de CO2.</w:t>
      </w:r>
    </w:p>
    <w:p w:rsidR="00BB2400" w:rsidP="00CE39AD" w:rsidRDefault="00BB2400" w14:paraId="745E0C31" w14:textId="2496A4B3">
      <w:r>
        <w:t>CLUB DE AMIGOS DEL TRANSPORTE PÚBLICO.</w:t>
      </w:r>
    </w:p>
    <w:p w:rsidR="00BB2400" w:rsidP="00CE39AD" w:rsidRDefault="00BB2400" w14:paraId="42393028" w14:textId="589E7F7A">
      <w:r w:rsidRPr="4456D47B" w:rsidR="00BB2400">
        <w:rPr>
          <w:lang w:val="es-ES"/>
        </w:rPr>
        <w:t xml:space="preserve">¡¡ HAZTE </w:t>
      </w:r>
      <w:r w:rsidRPr="4456D47B" w:rsidR="00BB2400">
        <w:rPr>
          <w:lang w:val="es-ES"/>
        </w:rPr>
        <w:t>SOCIO !!</w:t>
      </w:r>
      <w:r w:rsidRPr="4456D47B" w:rsidR="00BB2400">
        <w:rPr>
          <w:lang w:val="es-ES"/>
        </w:rPr>
        <w:t xml:space="preserve"> TODO SON VENTAJAS</w:t>
      </w:r>
    </w:p>
    <w:p w:rsidR="00196196" w:rsidP="00196196" w:rsidRDefault="00196196" w14:paraId="2C4CA3F7" w14:textId="5BDEBEBA">
      <w:r>
        <w:t>clubdeamigos.crtm.es</w:t>
      </w:r>
    </w:p>
    <w:p w:rsidR="003E6EF2" w:rsidP="00CE39AD" w:rsidRDefault="003E6EF2" w14:paraId="28F44144" w14:textId="416CFA49">
      <w:r>
        <w:rPr>
          <w:rFonts w:ascii="Times New Roman" w:hAnsi="Times New Roman"/>
          <w:noProof/>
          <w:sz w:val="24"/>
          <w:szCs w:val="24"/>
        </w:rPr>
        <w:drawing>
          <wp:anchor distT="0" distB="0" distL="0" distR="0" simplePos="0" relativeHeight="251665920" behindDoc="0" locked="0" layoutInCell="1" allowOverlap="1" wp14:anchorId="0CCAACD9" wp14:editId="5655AAA4">
            <wp:simplePos x="0" y="0"/>
            <wp:positionH relativeFrom="column">
              <wp:posOffset>0</wp:posOffset>
            </wp:positionH>
            <wp:positionV relativeFrom="paragraph">
              <wp:posOffset>238125</wp:posOffset>
            </wp:positionV>
            <wp:extent cx="2970530" cy="951230"/>
            <wp:effectExtent l="0" t="0" r="0" b="0"/>
            <wp:wrapTopAndBottom/>
            <wp:docPr id="7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0530" cy="95123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E6EF2" w:rsidP="00CE39AD" w:rsidRDefault="003E6EF2" w14:paraId="56BAE872" w14:textId="77777777"/>
    <w:p w:rsidR="000E1C53" w:rsidP="000E1C53" w:rsidRDefault="000E1C53" w14:paraId="5CAE5147" w14:textId="77777777">
      <w:r>
        <w:t>Consorcio Regional de Transporte de Madrid</w:t>
      </w:r>
    </w:p>
    <w:p w:rsidR="000E1C53" w:rsidP="000E1C53" w:rsidRDefault="000E1C53" w14:paraId="267105C2" w14:textId="77777777">
      <w:r>
        <w:t>Pza. Descubridor Diego de Ordás, 3, 28003</w:t>
      </w:r>
    </w:p>
    <w:p w:rsidR="000E1C53" w:rsidP="000E1C53" w:rsidRDefault="000E1C53" w14:paraId="58F6ABB5" w14:textId="77777777">
      <w:r>
        <w:t xml:space="preserve">                      Q7850003J</w:t>
      </w:r>
    </w:p>
    <w:p w:rsidR="000E1C53" w:rsidP="000E1C53" w:rsidRDefault="000E1C53" w14:paraId="0A261C7E" w14:textId="77777777">
      <w:r>
        <w:t>***************************************************</w:t>
      </w:r>
    </w:p>
    <w:p w:rsidR="000E1C53" w:rsidP="000E1C53" w:rsidRDefault="000E1C53" w14:paraId="731FCA2A" w14:textId="78198CD4">
      <w:r>
        <w:tab/>
      </w:r>
      <w:r>
        <w:t>FACTURA RECTI</w:t>
      </w:r>
      <w:r>
        <w:t>FICADA</w:t>
      </w:r>
    </w:p>
    <w:p w:rsidR="000E1C53" w:rsidP="000E1C53" w:rsidRDefault="000E1C53" w14:paraId="259B9689" w14:textId="77777777">
      <w:r>
        <w:t>***************************************************</w:t>
      </w:r>
    </w:p>
    <w:p w:rsidR="000E1C53" w:rsidP="000E1C53" w:rsidRDefault="000E1C53" w14:paraId="5CEAC130" w14:textId="77777777">
      <w:r>
        <w:t>Metro Madrid S.A</w:t>
      </w:r>
    </w:p>
    <w:p w:rsidR="000E1C53" w:rsidP="000E1C53" w:rsidRDefault="000E1C53" w14:paraId="350229DA" w14:textId="77777777">
      <w:r w:rsidRPr="4456D47B" w:rsidR="000E1C53">
        <w:rPr>
          <w:lang w:val="es-ES"/>
        </w:rPr>
        <w:t>Lin 5, Est 9, Vest 1, Maq 4</w:t>
      </w:r>
    </w:p>
    <w:p w:rsidR="000E1C53" w:rsidP="000E1C53" w:rsidRDefault="000E1C53" w14:paraId="2F0C5AC0" w14:textId="77777777">
      <w:r>
        <w:t>13/02/2018 11:39</w:t>
      </w:r>
    </w:p>
    <w:p w:rsidR="000E1C53" w:rsidP="000E1C53" w:rsidRDefault="000E1C53" w14:paraId="08024754" w14:textId="77777777">
      <w:r>
        <w:t>Operación Título 2364872364</w:t>
      </w:r>
    </w:p>
    <w:p w:rsidR="00F34BE2" w:rsidP="4456D47B" w:rsidRDefault="000E1C53" w14:paraId="1E17E334" w14:textId="77777777">
      <w:pPr>
        <w:rPr>
          <w:sz w:val="20"/>
          <w:szCs w:val="20"/>
          <w:lang w:val="es-ES"/>
        </w:rPr>
      </w:pPr>
      <w:r w:rsidRPr="4456D47B" w:rsidR="000E1C53">
        <w:rPr>
          <w:lang w:val="es-ES"/>
        </w:rPr>
        <w:t xml:space="preserve">Numero </w:t>
      </w:r>
      <w:r w:rsidRPr="4456D47B" w:rsidR="00F34BE2">
        <w:rPr>
          <w:lang w:val="es-ES"/>
        </w:rPr>
        <w:t>ref fac</w:t>
      </w:r>
      <w:r w:rsidRPr="4456D47B" w:rsidR="006C2E66">
        <w:rPr>
          <w:lang w:val="es-ES"/>
        </w:rPr>
        <w:t xml:space="preserve"> </w:t>
      </w:r>
      <w:r w:rsidRPr="4456D47B" w:rsidR="000E1C53">
        <w:rPr>
          <w:sz w:val="20"/>
          <w:szCs w:val="20"/>
          <w:lang w:val="es-ES"/>
        </w:rPr>
        <w:t>02/E4E1DA01/0000000000023452/07E2</w:t>
      </w:r>
    </w:p>
    <w:p w:rsidR="00F34BE2" w:rsidP="00F34BE2" w:rsidRDefault="00F34BE2" w14:paraId="4C914A96" w14:textId="730EF8DB">
      <w:pPr>
        <w:rPr>
          <w:sz w:val="20"/>
          <w:szCs w:val="20"/>
        </w:rPr>
      </w:pPr>
      <w:r>
        <w:rPr>
          <w:sz w:val="20"/>
          <w:szCs w:val="20"/>
        </w:rPr>
        <w:t xml:space="preserve">Numero factura </w:t>
      </w:r>
      <w:r w:rsidR="00430C9A">
        <w:rPr>
          <w:sz w:val="20"/>
          <w:szCs w:val="20"/>
        </w:rPr>
        <w:t>A2</w:t>
      </w:r>
      <w:r>
        <w:rPr>
          <w:sz w:val="20"/>
          <w:szCs w:val="20"/>
        </w:rPr>
        <w:t>/E4E1DA02/0000000000123452/07E2</w:t>
      </w:r>
    </w:p>
    <w:p w:rsidR="00474CA3" w:rsidP="00F34BE2" w:rsidRDefault="00474CA3" w14:paraId="206DD1C9" w14:textId="3015D8F9">
      <w:pPr>
        <w:rPr>
          <w:sz w:val="20"/>
          <w:szCs w:val="20"/>
        </w:rPr>
      </w:pPr>
    </w:p>
    <w:p w:rsidRPr="00F34BE2" w:rsidR="00474CA3" w:rsidP="00F34BE2" w:rsidRDefault="00474CA3" w14:paraId="513190D6" w14:textId="6F3CB605">
      <w:pPr>
        <w:rPr>
          <w:sz w:val="20"/>
          <w:szCs w:val="20"/>
        </w:rPr>
      </w:pPr>
      <w:r w:rsidRPr="00474CA3">
        <w:rPr>
          <w:sz w:val="20"/>
          <w:szCs w:val="20"/>
        </w:rPr>
        <w:t>0202000100000012345607E2</w:t>
      </w:r>
    </w:p>
    <w:p w:rsidR="00F34BE2" w:rsidP="000E1C53" w:rsidRDefault="00F34BE2" w14:paraId="0D5E2BD0" w14:textId="77777777"/>
    <w:p w:rsidR="000E1C53" w:rsidP="000E1C53" w:rsidRDefault="000E1C53" w14:paraId="24DD6C6A" w14:textId="77777777">
      <w:r>
        <w:t>Código control 0E12AB</w:t>
      </w:r>
    </w:p>
    <w:p w:rsidR="000E1C53" w:rsidP="000E1C53" w:rsidRDefault="000E1C53" w14:paraId="5D94DFC5" w14:textId="77777777">
      <w:r>
        <w:t>Carga</w:t>
      </w:r>
    </w:p>
    <w:p w:rsidR="000E1C53" w:rsidP="000E1C53" w:rsidRDefault="000E1C53" w14:paraId="33596A6D" w14:textId="77777777">
      <w:r>
        <w:t xml:space="preserve">Título:  </w:t>
      </w:r>
      <w:r w:rsidRPr="00BB2400">
        <w:rPr>
          <w:b/>
        </w:rPr>
        <w:t>Abono 30 días joven</w:t>
      </w:r>
    </w:p>
    <w:p w:rsidR="000E1C53" w:rsidP="000E1C53" w:rsidRDefault="000E1C53" w14:paraId="0854939E" w14:textId="77777777">
      <w:r>
        <w:t>Perfil: Joven, F.N.G, DISC</w:t>
      </w:r>
    </w:p>
    <w:p w:rsidR="000E1C53" w:rsidP="000E1C53" w:rsidRDefault="000E1C53" w14:paraId="2FAFDAD5" w14:textId="69425DD7">
      <w:r>
        <w:t xml:space="preserve">Importe: </w:t>
      </w:r>
      <w:r w:rsidR="00474CA3">
        <w:t>-</w:t>
      </w:r>
      <w:r>
        <w:t>20 €</w:t>
      </w:r>
    </w:p>
    <w:p w:rsidR="000E1C53" w:rsidP="000E1C53" w:rsidRDefault="000E1C53" w14:paraId="086AED55" w14:textId="77777777">
      <w:r>
        <w:t>----------------------------------------------------------------</w:t>
      </w:r>
    </w:p>
    <w:p w:rsidR="000E1C53" w:rsidP="000E1C53" w:rsidRDefault="000E1C53" w14:paraId="091F8217" w14:textId="77777777">
      <w:r>
        <w:t>Base 18€, Tipo IVA 10%, IVA 2€</w:t>
      </w:r>
    </w:p>
    <w:p w:rsidR="000E1C53" w:rsidP="000E1C53" w:rsidRDefault="000E1C53" w14:paraId="18CE6647" w14:textId="77777777">
      <w:r>
        <w:t>---------------------------------------------------------------</w:t>
      </w:r>
    </w:p>
    <w:p w:rsidR="000E1C53" w:rsidP="000E1C53" w:rsidRDefault="000E1C53" w14:paraId="413674EE" w14:textId="37692792">
      <w:pPr>
        <w:rPr>
          <w:b/>
        </w:rPr>
      </w:pPr>
      <w:r w:rsidRPr="00BB2400">
        <w:rPr>
          <w:b/>
        </w:rPr>
        <w:t xml:space="preserve">TOTAL </w:t>
      </w:r>
      <w:r w:rsidR="00474CA3">
        <w:rPr>
          <w:b/>
        </w:rPr>
        <w:t>-</w:t>
      </w:r>
      <w:r w:rsidRPr="00BB2400">
        <w:rPr>
          <w:b/>
        </w:rPr>
        <w:t>20€</w:t>
      </w:r>
    </w:p>
    <w:p w:rsidR="00474CA3" w:rsidP="000E1C53" w:rsidRDefault="00474CA3" w14:paraId="581FDEC2" w14:textId="3898525B">
      <w:pPr>
        <w:rPr>
          <w:b/>
        </w:rPr>
      </w:pPr>
      <w:r>
        <w:rPr>
          <w:b/>
        </w:rPr>
        <w:t>devolución</w:t>
      </w:r>
      <w:bookmarkStart w:name="_GoBack" w:id="19"/>
      <w:bookmarkEnd w:id="19"/>
    </w:p>
    <w:p w:rsidR="000E1C53" w:rsidP="000E1C53" w:rsidRDefault="000E1C53" w14:paraId="61309EB5" w14:textId="77777777">
      <w:r w:rsidRPr="00BB2400">
        <w:t>Fecha límite primer uso 24/02/2018</w:t>
      </w:r>
    </w:p>
    <w:p w:rsidR="000E1C53" w:rsidP="000E1C53" w:rsidRDefault="000E1C53" w14:paraId="21457433" w14:textId="77777777">
      <w:r w:rsidRPr="4456D47B" w:rsidR="000E1C53">
        <w:rPr>
          <w:lang w:val="es-ES"/>
        </w:rPr>
        <w:t>Nº</w:t>
      </w:r>
      <w:r w:rsidRPr="4456D47B" w:rsidR="000E1C53">
        <w:rPr>
          <w:lang w:val="es-ES"/>
        </w:rPr>
        <w:t>. TTP: 001</w:t>
      </w:r>
      <w:r w:rsidRPr="4456D47B" w:rsidR="000E1C53">
        <w:rPr>
          <w:lang w:val="es-ES"/>
        </w:rPr>
        <w:t xml:space="preserve"> 001 001 001 </w:t>
      </w:r>
      <w:r w:rsidRPr="4456D47B" w:rsidR="000E1C53">
        <w:rPr>
          <w:lang w:val="es-ES"/>
        </w:rPr>
        <w:t xml:space="preserve">0020001676 </w:t>
      </w:r>
    </w:p>
    <w:p w:rsidR="000E1C53" w:rsidP="000E1C53" w:rsidRDefault="000E1C53" w14:paraId="00879855" w14:textId="77777777">
      <w:r w:rsidRPr="4456D47B" w:rsidR="000E1C53">
        <w:rPr>
          <w:lang w:val="es-ES"/>
        </w:rPr>
        <w:t>Nº</w:t>
      </w:r>
      <w:r w:rsidRPr="4456D47B" w:rsidR="000E1C53">
        <w:rPr>
          <w:lang w:val="es-ES"/>
        </w:rPr>
        <w:t>. TSC: 0465AD70223F80</w:t>
      </w:r>
    </w:p>
    <w:p w:rsidR="000E1C53" w:rsidP="000E1C53" w:rsidRDefault="000E1C53" w14:paraId="6CEB9326" w14:textId="77777777">
      <w:r w:rsidRPr="00BB2400">
        <w:t>Gracias a tu</w:t>
      </w:r>
      <w:r>
        <w:t xml:space="preserve"> </w:t>
      </w:r>
      <w:r w:rsidRPr="00BB2400">
        <w:t xml:space="preserve">abono joven, </w:t>
      </w:r>
    </w:p>
    <w:p w:rsidR="000E1C53" w:rsidP="000E1C53" w:rsidRDefault="000E1C53" w14:paraId="24790155" w14:textId="77777777">
      <w:r w:rsidRPr="00BB2400">
        <w:t>has ahorrado</w:t>
      </w:r>
      <w:r>
        <w:t xml:space="preserve"> </w:t>
      </w:r>
      <w:r w:rsidRPr="00BB2400">
        <w:t xml:space="preserve">más de 360 € </w:t>
      </w:r>
    </w:p>
    <w:p w:rsidR="000E1C53" w:rsidP="000E1C53" w:rsidRDefault="000E1C53" w14:paraId="5134E7E1" w14:textId="77777777">
      <w:r w:rsidRPr="00BB2400">
        <w:t>y has evitado la emisión de 240 Kg de CO2.</w:t>
      </w:r>
    </w:p>
    <w:p w:rsidR="000E1C53" w:rsidP="000E1C53" w:rsidRDefault="000E1C53" w14:paraId="75B07FF2" w14:textId="77777777">
      <w:r>
        <w:t>CLUB DE AMIGOS DEL TRANSPORTE PÚBLICO.</w:t>
      </w:r>
    </w:p>
    <w:p w:rsidR="000E1C53" w:rsidP="000E1C53" w:rsidRDefault="000E1C53" w14:paraId="0F29659F" w14:textId="77777777">
      <w:r w:rsidRPr="4456D47B" w:rsidR="000E1C53">
        <w:rPr>
          <w:lang w:val="es-ES"/>
        </w:rPr>
        <w:t xml:space="preserve">¡¡ HAZTE </w:t>
      </w:r>
      <w:r w:rsidRPr="4456D47B" w:rsidR="000E1C53">
        <w:rPr>
          <w:lang w:val="es-ES"/>
        </w:rPr>
        <w:t>SOCIO !!</w:t>
      </w:r>
      <w:r w:rsidRPr="4456D47B" w:rsidR="000E1C53">
        <w:rPr>
          <w:lang w:val="es-ES"/>
        </w:rPr>
        <w:t xml:space="preserve"> TODO SON VENTAJAS</w:t>
      </w:r>
    </w:p>
    <w:p w:rsidR="000E1C53" w:rsidP="000E1C53" w:rsidRDefault="000E1C53" w14:paraId="422C3E3B" w14:textId="77777777">
      <w:r>
        <w:t>clubdeamigos.crtm.es</w:t>
      </w:r>
    </w:p>
    <w:p w:rsidR="000E1C53" w:rsidP="000E1C53" w:rsidRDefault="000E1C53" w14:paraId="365C437D" w14:textId="071FC7D8"/>
    <w:p w:rsidR="000E1C53" w:rsidP="000E1C53" w:rsidRDefault="000E1C53" w14:paraId="0C95D506" w14:textId="77777777"/>
    <w:p w:rsidR="003E6EF2" w:rsidP="00CE39AD" w:rsidRDefault="003E6EF2" w14:paraId="1655B4D2" w14:textId="77777777"/>
    <w:p w:rsidR="003E6EF2" w:rsidP="00CE39AD" w:rsidRDefault="003E6EF2" w14:paraId="24AC1988" w14:textId="77777777"/>
    <w:p w:rsidR="003E6EF2" w:rsidP="00CE39AD" w:rsidRDefault="003E6EF2" w14:paraId="6209FA64" w14:textId="77777777"/>
    <w:p w:rsidR="003E6EF2" w:rsidP="00CE39AD" w:rsidRDefault="003E6EF2" w14:paraId="73CE461E" w14:textId="77777777"/>
    <w:p w:rsidR="003E6EF2" w:rsidP="00CE39AD" w:rsidRDefault="003E6EF2" w14:paraId="7822A49F" w14:textId="77777777"/>
    <w:p w:rsidRPr="00BB2400" w:rsidR="00BB2400" w:rsidP="00CE39AD" w:rsidRDefault="00BB2400" w14:paraId="4D146972" w14:textId="611A1A3A"/>
    <w:sectPr w:rsidRPr="00BB2400" w:rsidR="00BB2400" w:rsidSect="00AC1E7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pgSz w:w="11906" w:h="16838" w:orient="portrait" w:code="9"/>
      <w:pgMar w:top="454" w:right="578" w:bottom="454" w:left="533" w:header="397" w:footer="397" w:gutter="567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E3CC5" w:rsidRDefault="005E3CC5" w14:paraId="22AE59A3" w14:textId="77777777">
      <w:r>
        <w:separator/>
      </w:r>
    </w:p>
  </w:endnote>
  <w:endnote w:type="continuationSeparator" w:id="0">
    <w:p w:rsidR="005E3CC5" w:rsidRDefault="005E3CC5" w14:paraId="5877C55F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025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8250"/>
      <w:gridCol w:w="1775"/>
    </w:tblGrid>
    <w:tr w:rsidRPr="00D37894" w:rsidR="00304E67" w:rsidTr="00D37894" w14:paraId="44D9DBDF" w14:textId="77777777">
      <w:trPr>
        <w:cantSplit/>
        <w:trHeight w:val="330"/>
      </w:trPr>
      <w:tc>
        <w:tcPr>
          <w:tcW w:w="8250" w:type="dxa"/>
          <w:tcBorders>
            <w:top w:val="single" w:color="auto" w:sz="4" w:space="0"/>
          </w:tcBorders>
          <w:vAlign w:val="center"/>
        </w:tcPr>
        <w:p w:rsidRPr="00D37894" w:rsidR="00304E67" w:rsidP="00E4680A" w:rsidRDefault="003B6F61" w14:paraId="13F33708" w14:textId="300FFA10">
          <w:pPr>
            <w:spacing w:before="60" w:after="60"/>
            <w:ind w:right="360"/>
            <w:jc w:val="left"/>
            <w:rPr>
              <w:sz w:val="16"/>
              <w:szCs w:val="16"/>
            </w:rPr>
          </w:pPr>
          <w:r>
            <w:fldChar w:fldCharType="begin"/>
          </w:r>
          <w:r>
            <w:instrText> FILENAME   \* MERGEFORMAT </w:instrText>
          </w:r>
          <w:r>
            <w:fldChar w:fldCharType="separate"/>
          </w:r>
          <w:r w:rsidRPr="005F11AF" w:rsidR="005F11AF">
            <w:rPr>
              <w:noProof/>
              <w:sz w:val="16"/>
              <w:szCs w:val="16"/>
            </w:rPr>
            <w:t>FACTURA SIMPLIFICADA CRTM</w:t>
          </w:r>
          <w:r>
            <w:fldChar w:fldCharType="end"/>
          </w:r>
        </w:p>
      </w:tc>
      <w:tc>
        <w:tcPr>
          <w:tcW w:w="1775" w:type="dxa"/>
          <w:tcBorders>
            <w:top w:val="single" w:color="auto" w:sz="4" w:space="0"/>
          </w:tcBorders>
          <w:vAlign w:val="center"/>
        </w:tcPr>
        <w:p w:rsidRPr="00D37894" w:rsidR="00304E67" w:rsidP="00487FBF" w:rsidRDefault="00304E67" w14:paraId="7492F54F" w14:textId="77777777">
          <w:pPr>
            <w:spacing w:before="60" w:after="60"/>
            <w:jc w:val="right"/>
            <w:rPr>
              <w:sz w:val="16"/>
              <w:szCs w:val="16"/>
            </w:rPr>
          </w:pPr>
          <w:r w:rsidRPr="00D37894">
            <w:rPr>
              <w:rStyle w:val="Nmerodepgina"/>
              <w:sz w:val="16"/>
              <w:szCs w:val="16"/>
            </w:rPr>
            <w:fldChar w:fldCharType="begin"/>
          </w:r>
          <w:r w:rsidRPr="00D37894">
            <w:rPr>
              <w:rStyle w:val="Nmerodepgina"/>
              <w:sz w:val="16"/>
              <w:szCs w:val="16"/>
            </w:rPr>
            <w:instrText xml:space="preserve"> PAGE </w:instrText>
          </w:r>
          <w:r w:rsidRPr="00D37894">
            <w:rPr>
              <w:rStyle w:val="Nmerodepgina"/>
              <w:sz w:val="16"/>
              <w:szCs w:val="16"/>
            </w:rPr>
            <w:fldChar w:fldCharType="separate"/>
          </w:r>
          <w:r>
            <w:rPr>
              <w:rStyle w:val="Nmerodepgina"/>
              <w:noProof/>
              <w:sz w:val="16"/>
              <w:szCs w:val="16"/>
            </w:rPr>
            <w:t>2</w:t>
          </w:r>
          <w:r w:rsidRPr="00D37894">
            <w:rPr>
              <w:rStyle w:val="Nmerodepgina"/>
              <w:sz w:val="16"/>
              <w:szCs w:val="16"/>
            </w:rPr>
            <w:fldChar w:fldCharType="end"/>
          </w:r>
        </w:p>
      </w:tc>
    </w:tr>
  </w:tbl>
  <w:p w:rsidR="00304E67" w:rsidRDefault="00304E67" w14:paraId="74D4E3BC" w14:textId="7777777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680" w:type="dxa"/>
      <w:tblInd w:w="70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8140"/>
      <w:gridCol w:w="1540"/>
    </w:tblGrid>
    <w:tr w:rsidRPr="00D37894" w:rsidR="00304E67" w:rsidTr="00D37894" w14:paraId="256C3679" w14:textId="77777777">
      <w:trPr>
        <w:cantSplit/>
        <w:trHeight w:val="330"/>
      </w:trPr>
      <w:tc>
        <w:tcPr>
          <w:tcW w:w="8140" w:type="dxa"/>
          <w:tcBorders>
            <w:top w:val="single" w:color="auto" w:sz="4" w:space="0"/>
          </w:tcBorders>
        </w:tcPr>
        <w:p w:rsidRPr="00D37894" w:rsidR="00304E67" w:rsidP="00850FC6" w:rsidRDefault="00304E67" w14:paraId="554C8602" w14:textId="77777777">
          <w:pPr>
            <w:spacing w:before="60" w:after="60"/>
            <w:ind w:right="360"/>
            <w:jc w:val="left"/>
            <w:rPr>
              <w:sz w:val="16"/>
              <w:szCs w:val="16"/>
            </w:rPr>
          </w:pPr>
        </w:p>
      </w:tc>
      <w:tc>
        <w:tcPr>
          <w:tcW w:w="1540" w:type="dxa"/>
          <w:tcBorders>
            <w:top w:val="single" w:color="auto" w:sz="4" w:space="0"/>
          </w:tcBorders>
        </w:tcPr>
        <w:p w:rsidR="00304E67" w:rsidP="00876115" w:rsidRDefault="00304E67" w14:paraId="73BDD995" w14:textId="7BC8991A">
          <w:pPr>
            <w:spacing w:before="60" w:after="60"/>
            <w:jc w:val="right"/>
            <w:rPr>
              <w:rStyle w:val="Nmerodepgina"/>
              <w:sz w:val="16"/>
              <w:szCs w:val="16"/>
            </w:rPr>
          </w:pPr>
          <w:r w:rsidRPr="00D37894">
            <w:rPr>
              <w:rStyle w:val="Nmerodepgina"/>
              <w:sz w:val="16"/>
              <w:szCs w:val="16"/>
            </w:rPr>
            <w:fldChar w:fldCharType="begin"/>
          </w:r>
          <w:r w:rsidRPr="00D37894">
            <w:rPr>
              <w:rStyle w:val="Nmerodepgina"/>
              <w:sz w:val="16"/>
              <w:szCs w:val="16"/>
            </w:rPr>
            <w:instrText xml:space="preserve">PAGE  </w:instrText>
          </w:r>
          <w:r w:rsidRPr="00D37894">
            <w:rPr>
              <w:rStyle w:val="Nmerodepgina"/>
              <w:sz w:val="16"/>
              <w:szCs w:val="16"/>
            </w:rPr>
            <w:fldChar w:fldCharType="separate"/>
          </w:r>
          <w:r w:rsidR="00560093">
            <w:rPr>
              <w:rStyle w:val="Nmerodepgina"/>
              <w:noProof/>
              <w:sz w:val="16"/>
              <w:szCs w:val="16"/>
            </w:rPr>
            <w:t>10</w:t>
          </w:r>
          <w:r w:rsidRPr="00D37894">
            <w:rPr>
              <w:rStyle w:val="Nmerodepgina"/>
              <w:sz w:val="16"/>
              <w:szCs w:val="16"/>
            </w:rPr>
            <w:fldChar w:fldCharType="end"/>
          </w:r>
          <w:r>
            <w:rPr>
              <w:rStyle w:val="Nmerodepgina"/>
              <w:sz w:val="16"/>
              <w:szCs w:val="16"/>
            </w:rPr>
            <w:t xml:space="preserve"> de </w:t>
          </w:r>
          <w:r>
            <w:fldChar w:fldCharType="begin"/>
          </w:r>
          <w:r>
            <w:instrText> NUMPAGES   \* MERGEFORMAT </w:instrText>
          </w:r>
          <w:r>
            <w:fldChar w:fldCharType="separate"/>
          </w:r>
          <w:r w:rsidRPr="00560093" w:rsidR="00560093">
            <w:rPr>
              <w:rStyle w:val="Nmerodepgina"/>
              <w:noProof/>
              <w:sz w:val="16"/>
              <w:szCs w:val="16"/>
            </w:rPr>
            <w:t>10</w:t>
          </w:r>
          <w:r>
            <w:fldChar w:fldCharType="end"/>
          </w:r>
        </w:p>
        <w:p w:rsidRPr="00D37894" w:rsidR="00304E67" w:rsidP="00876115" w:rsidRDefault="00304E67" w14:paraId="555127AF" w14:textId="77777777">
          <w:pPr>
            <w:spacing w:before="60" w:after="60"/>
            <w:jc w:val="right"/>
            <w:rPr>
              <w:sz w:val="16"/>
              <w:szCs w:val="16"/>
            </w:rPr>
          </w:pPr>
        </w:p>
      </w:tc>
    </w:tr>
  </w:tbl>
  <w:p w:rsidR="00304E67" w:rsidRDefault="00304E67" w14:paraId="437287E3" w14:textId="7777777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E3CC5" w:rsidRDefault="005E3CC5" w14:paraId="05A67F5C" w14:textId="77777777">
      <w:r>
        <w:separator/>
      </w:r>
    </w:p>
  </w:footnote>
  <w:footnote w:type="continuationSeparator" w:id="0">
    <w:p w:rsidR="005E3CC5" w:rsidRDefault="005E3CC5" w14:paraId="7CD8C190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025" w:type="dxa"/>
      <w:tblBorders>
        <w:bottom w:val="single" w:color="auto" w:sz="4" w:space="0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745"/>
      <w:gridCol w:w="5280"/>
    </w:tblGrid>
    <w:tr w:rsidRPr="00835FB7" w:rsidR="00304E67" w:rsidTr="00D37894" w14:paraId="1A5C57A6" w14:textId="77777777">
      <w:trPr>
        <w:trHeight w:val="145"/>
      </w:trPr>
      <w:tc>
        <w:tcPr>
          <w:tcW w:w="4745" w:type="dxa"/>
          <w:vAlign w:val="center"/>
        </w:tcPr>
        <w:p w:rsidRPr="00303FD5" w:rsidR="00304E67" w:rsidP="00D37894" w:rsidRDefault="003B6F61" w14:paraId="733AE9DC" w14:textId="5F6AB216">
          <w:pPr>
            <w:jc w:val="left"/>
            <w:rPr>
              <w:sz w:val="16"/>
              <w:szCs w:val="16"/>
              <w:lang w:val="es-ES"/>
            </w:rPr>
          </w:pPr>
          <w:r>
            <w:fldChar w:fldCharType="begin"/>
          </w:r>
          <w:r>
            <w:instrText> DOCPROPERTY  Company  \* MERGEFORMAT </w:instrText>
          </w:r>
          <w:r>
            <w:fldChar w:fldCharType="separate"/>
          </w:r>
          <w:r w:rsidRPr="005F11AF" w:rsidR="005F11AF">
            <w:rPr>
              <w:sz w:val="16"/>
              <w:szCs w:val="16"/>
              <w:lang w:val="es-ES"/>
            </w:rPr>
            <w:t>Área de Proceso de Datos</w:t>
          </w:r>
          <w:r>
            <w:fldChar w:fldCharType="end"/>
          </w:r>
        </w:p>
      </w:tc>
      <w:tc>
        <w:tcPr>
          <w:tcW w:w="5280" w:type="dxa"/>
          <w:vAlign w:val="center"/>
        </w:tcPr>
        <w:p w:rsidRPr="00835FB7" w:rsidR="00304E67" w:rsidP="00D37894" w:rsidRDefault="003B6F61" w14:paraId="362A9329" w14:textId="541F6B65">
          <w:pPr>
            <w:jc w:val="right"/>
            <w:rPr>
              <w:b/>
              <w:sz w:val="16"/>
              <w:szCs w:val="16"/>
              <w:lang w:val="es-ES"/>
            </w:rPr>
          </w:pPr>
          <w:r>
            <w:fldChar w:fldCharType="begin"/>
          </w:r>
          <w:r>
            <w:instrText> TITLE  \* MERGEFORMAT </w:instrText>
          </w:r>
          <w:r>
            <w:fldChar w:fldCharType="separate"/>
          </w:r>
          <w:r w:rsidRPr="005F11AF" w:rsidR="005F11AF">
            <w:rPr>
              <w:b/>
              <w:sz w:val="16"/>
              <w:szCs w:val="16"/>
              <w:lang w:val="es-ES"/>
            </w:rPr>
            <w:t>Demo de PVTA del CRTM</w:t>
          </w:r>
          <w:r>
            <w:fldChar w:fldCharType="end"/>
          </w:r>
        </w:p>
      </w:tc>
    </w:tr>
  </w:tbl>
  <w:p w:rsidRPr="00835FB7" w:rsidR="00304E67" w:rsidP="00D37894" w:rsidRDefault="00304E67" w14:paraId="639B4748" w14:textId="77777777">
    <w:pPr>
      <w:pStyle w:val="Encabezado"/>
      <w:rPr>
        <w:lang w:val="es-ES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15 w16se w16cid wp14">
  <w:tbl>
    <w:tblPr>
      <w:tblW w:w="10348" w:type="dxa"/>
      <w:tblInd w:w="-370" w:type="dxa"/>
      <w:tblBorders>
        <w:bottom w:val="single" w:color="auto" w:sz="4" w:space="0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0592"/>
      <w:gridCol w:w="146"/>
    </w:tblGrid>
    <w:tr w:rsidRPr="00D37894" w:rsidR="00304E67" w:rsidTr="001935C2" w14:paraId="63051BCA" w14:textId="77777777">
      <w:trPr>
        <w:trHeight w:val="556"/>
      </w:trPr>
      <w:tc>
        <w:tcPr>
          <w:tcW w:w="8030" w:type="dxa"/>
          <w:tcBorders>
            <w:bottom w:val="nil"/>
          </w:tcBorders>
        </w:tcPr>
        <w:tbl>
          <w:tblPr>
            <w:tblW w:w="10718" w:type="dxa"/>
            <w:tblBorders>
              <w:bottom w:val="single" w:color="auto" w:sz="4" w:space="0"/>
            </w:tblBorders>
            <w:tblCellMar>
              <w:left w:w="0" w:type="dxa"/>
              <w:right w:w="0" w:type="dxa"/>
            </w:tblCellMar>
            <w:tblLook w:val="04A0" w:firstRow="1" w:lastRow="0" w:firstColumn="1" w:lastColumn="0" w:noHBand="0" w:noVBand="1"/>
          </w:tblPr>
          <w:tblGrid>
            <w:gridCol w:w="6097"/>
            <w:gridCol w:w="4621"/>
          </w:tblGrid>
          <w:tr w:rsidR="00304E67" w:rsidTr="001935C2" w14:paraId="61668C48" w14:textId="77777777">
            <w:tc>
              <w:tcPr>
                <w:tcW w:w="6097" w:type="dxa"/>
                <w:vAlign w:val="center"/>
              </w:tcPr>
              <w:p w:rsidR="00304E67" w:rsidP="001935C2" w:rsidRDefault="00304E67" w14:paraId="475F3227" w14:textId="77777777">
                <w:pPr>
                  <w:pStyle w:val="Encabezado"/>
                  <w:spacing w:before="0" w:after="0"/>
                  <w:jc w:val="left"/>
                </w:pPr>
              </w:p>
              <w:p w:rsidRPr="003A41E6" w:rsidR="00304E67" w:rsidP="006A045A" w:rsidRDefault="00304E67" w14:paraId="2A13D7D0" w14:textId="77777777">
                <w:pPr>
                  <w:pStyle w:val="Encabezado"/>
                  <w:spacing w:before="0" w:after="0" w:line="360" w:lineRule="auto"/>
                  <w:jc w:val="left"/>
                  <w:rPr>
                    <w:sz w:val="16"/>
                    <w:szCs w:val="16"/>
                    <w:u w:val="single"/>
                  </w:rPr>
                </w:pPr>
                <w:r>
                  <w:rPr>
                    <w:sz w:val="16"/>
                    <w:szCs w:val="16"/>
                    <w:u w:val="single"/>
                  </w:rPr>
                  <w:t>Área de Sistemas</w:t>
                </w:r>
                <w:r w:rsidRPr="003A41E6">
                  <w:rPr>
                    <w:sz w:val="16"/>
                    <w:szCs w:val="16"/>
                    <w:u w:val="single"/>
                  </w:rPr>
                  <w:t xml:space="preserve"> - CRTM</w:t>
                </w:r>
              </w:p>
              <w:p w:rsidRPr="003A41E6" w:rsidR="00304E67" w:rsidP="006A045A" w:rsidRDefault="00304E67" w14:paraId="564B11A4" w14:textId="77777777">
                <w:pPr>
                  <w:pStyle w:val="Encabezado"/>
                  <w:spacing w:before="0" w:after="0" w:line="360" w:lineRule="auto"/>
                  <w:jc w:val="left"/>
                  <w:rPr>
                    <w:sz w:val="16"/>
                    <w:szCs w:val="16"/>
                    <w:u w:val="single"/>
                    <w:lang w:val="es-ES"/>
                  </w:rPr>
                </w:pPr>
              </w:p>
            </w:tc>
            <w:tc>
              <w:tcPr>
                <w:tcW w:w="4621" w:type="dxa"/>
                <w:vAlign w:val="center"/>
              </w:tcPr>
              <w:p w:rsidR="00304E67" w:rsidP="001935C2" w:rsidRDefault="00304E67" w14:paraId="18F09A92" w14:textId="77777777">
                <w:pPr>
                  <w:pStyle w:val="Encabezado"/>
                  <w:spacing w:before="0" w:after="0"/>
                  <w:jc w:val="right"/>
                </w:pPr>
                <w:r>
                  <w:rPr>
                    <w:noProof/>
                    <w:lang w:val="es-ES"/>
                  </w:rPr>
                  <w:drawing>
                    <wp:inline distT="0" distB="0" distL="0" distR="0" wp14:anchorId="1F221737" wp14:editId="79E149E8">
                      <wp:extent cx="752475" cy="609600"/>
                      <wp:effectExtent l="19050" t="0" r="9525" b="0"/>
                      <wp:docPr id="1" name="Imagen 1" descr="logotipoctm201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 descr="logotipoctm2012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/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752475" cy="6096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tr>
        </w:tbl>
        <w:p w:rsidRPr="00303FD5" w:rsidR="00304E67" w:rsidP="00BE6798" w:rsidRDefault="00304E67" w14:paraId="36209DAB" w14:textId="77777777">
          <w:pPr>
            <w:pStyle w:val="Encabezado"/>
            <w:rPr>
              <w:sz w:val="16"/>
              <w:szCs w:val="16"/>
              <w:lang w:val="es-ES"/>
            </w:rPr>
          </w:pPr>
        </w:p>
      </w:tc>
      <w:tc>
        <w:tcPr>
          <w:tcW w:w="2318" w:type="dxa"/>
          <w:tcBorders>
            <w:bottom w:val="nil"/>
          </w:tcBorders>
        </w:tcPr>
        <w:p w:rsidRPr="00D37894" w:rsidR="00304E67" w:rsidP="00BE6798" w:rsidRDefault="00304E67" w14:paraId="1C4D7819" w14:textId="77777777">
          <w:pPr>
            <w:pStyle w:val="Encabezado"/>
            <w:jc w:val="right"/>
            <w:rPr>
              <w:sz w:val="16"/>
              <w:szCs w:val="16"/>
            </w:rPr>
          </w:pPr>
        </w:p>
      </w:tc>
    </w:tr>
  </w:tbl>
  <w:p w:rsidRPr="00487FBF" w:rsidR="00304E67" w:rsidP="00487FBF" w:rsidRDefault="00304E67" w14:paraId="560803E0" w14:textId="77777777">
    <w:pPr>
      <w:pStyle w:val="Encabezado"/>
      <w:rPr>
        <w:sz w:val="6"/>
        <w:szCs w:val="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15 w16se w16cid wp14">
  <w:tbl>
    <w:tblPr>
      <w:tblW w:w="0" w:type="auto"/>
      <w:tblBorders>
        <w:bottom w:val="single" w:color="auto" w:sz="4" w:space="0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201"/>
      <w:gridCol w:w="2027"/>
    </w:tblGrid>
    <w:tr w:rsidR="00304E67" w:rsidTr="003A41E6" w14:paraId="6D966840" w14:textId="77777777">
      <w:tc>
        <w:tcPr>
          <w:tcW w:w="8330" w:type="dxa"/>
          <w:vAlign w:val="center"/>
        </w:tcPr>
        <w:p w:rsidR="00304E67" w:rsidP="003A41E6" w:rsidRDefault="00304E67" w14:paraId="2DD20E2E" w14:textId="77777777">
          <w:pPr>
            <w:pStyle w:val="Encabezado"/>
            <w:spacing w:before="0" w:after="0"/>
            <w:jc w:val="left"/>
          </w:pPr>
        </w:p>
        <w:p w:rsidRPr="003A41E6" w:rsidR="00304E67" w:rsidP="003A41E6" w:rsidRDefault="003B6F61" w14:paraId="6E76BC1F" w14:textId="3D4A31D4">
          <w:pPr>
            <w:pStyle w:val="Encabezado"/>
            <w:spacing w:before="0" w:after="0"/>
            <w:jc w:val="left"/>
            <w:rPr>
              <w:sz w:val="16"/>
              <w:szCs w:val="16"/>
              <w:u w:val="single"/>
            </w:rPr>
          </w:pPr>
          <w:r>
            <w:fldChar w:fldCharType="begin"/>
          </w:r>
          <w:r>
            <w:instrText> DOCPROPERTY  Company  \* MERGEFORMAT </w:instrText>
          </w:r>
          <w:r>
            <w:fldChar w:fldCharType="separate"/>
          </w:r>
          <w:r w:rsidRPr="005F11AF" w:rsidR="005F11AF">
            <w:rPr>
              <w:sz w:val="16"/>
              <w:szCs w:val="16"/>
              <w:u w:val="single"/>
              <w:lang w:val="es-ES"/>
            </w:rPr>
            <w:t>Área de Proceso de Datos</w:t>
          </w:r>
          <w:r>
            <w:fldChar w:fldCharType="end"/>
          </w:r>
          <w:r w:rsidRPr="003A41E6" w:rsidR="00304E67">
            <w:rPr>
              <w:sz w:val="16"/>
              <w:szCs w:val="16"/>
              <w:u w:val="single"/>
            </w:rPr>
            <w:t xml:space="preserve"> - CRTM</w:t>
          </w:r>
        </w:p>
        <w:p w:rsidRPr="003A41E6" w:rsidR="00304E67" w:rsidP="003A41E6" w:rsidRDefault="00304E67" w14:paraId="5C1BE10E" w14:textId="77777777">
          <w:pPr>
            <w:pStyle w:val="Encabezado"/>
            <w:spacing w:before="0" w:after="0"/>
            <w:jc w:val="left"/>
            <w:rPr>
              <w:sz w:val="16"/>
              <w:szCs w:val="16"/>
              <w:u w:val="single"/>
              <w:lang w:val="es-ES"/>
            </w:rPr>
          </w:pPr>
          <w:r w:rsidRPr="003A41E6">
            <w:rPr>
              <w:sz w:val="16"/>
              <w:szCs w:val="16"/>
            </w:rPr>
            <w:t>Acta de Reunión</w:t>
          </w:r>
        </w:p>
      </w:tc>
      <w:tc>
        <w:tcPr>
          <w:tcW w:w="2040" w:type="dxa"/>
          <w:vAlign w:val="center"/>
        </w:tcPr>
        <w:p w:rsidR="00304E67" w:rsidP="003A41E6" w:rsidRDefault="00304E67" w14:paraId="3495B03A" w14:textId="77777777">
          <w:pPr>
            <w:pStyle w:val="Encabezado"/>
            <w:spacing w:before="0" w:after="0"/>
            <w:jc w:val="right"/>
          </w:pPr>
          <w:r>
            <w:rPr>
              <w:noProof/>
              <w:lang w:val="es-ES"/>
            </w:rPr>
            <w:drawing>
              <wp:inline distT="0" distB="0" distL="0" distR="0" wp14:anchorId="52DD3A92" wp14:editId="0C1CE575">
                <wp:extent cx="752475" cy="609600"/>
                <wp:effectExtent l="19050" t="0" r="9525" b="0"/>
                <wp:docPr id="2" name="Imagen 2" descr="logotipoctm201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logotipoctm201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52475" cy="6096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304E67" w:rsidP="003A41E6" w:rsidRDefault="00304E67" w14:paraId="3E2A4E85" w14:textId="77777777">
    <w:pPr>
      <w:pStyle w:val="Encabezado"/>
      <w:spacing w:before="0" w:after="0"/>
      <w:jc w:val="right"/>
    </w:pPr>
  </w:p>
  <w:p w:rsidR="00304E67" w:rsidP="00B05D6D" w:rsidRDefault="00304E67" w14:paraId="7813141D" w14:textId="77777777">
    <w:pPr>
      <w:pStyle w:val="Encabezado"/>
      <w:tabs>
        <w:tab w:val="left" w:pos="5850"/>
        <w:tab w:val="right" w:pos="10230"/>
      </w:tabs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AD06F9"/>
    <w:multiLevelType w:val="hybridMultilevel"/>
    <w:tmpl w:val="6D640346"/>
    <w:lvl w:ilvl="0" w:tplc="0C0A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0BDB0178"/>
    <w:multiLevelType w:val="hybridMultilevel"/>
    <w:tmpl w:val="30E08714"/>
    <w:lvl w:ilvl="0" w:tplc="0C0A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hint="default" w:ascii="Symbol" w:hAnsi="Symbol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hint="default" w:ascii="Symbol" w:hAnsi="Symbol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abstractNum w:abstractNumId="2" w15:restartNumberingAfterBreak="0">
    <w:nsid w:val="0E7C4E47"/>
    <w:multiLevelType w:val="hybridMultilevel"/>
    <w:tmpl w:val="3BF0B180"/>
    <w:lvl w:ilvl="0" w:tplc="E7CAB566">
      <w:start w:val="1"/>
      <w:numFmt w:val="bullet"/>
      <w:pStyle w:val="Tabla2"/>
      <w:lvlText w:val=""/>
      <w:lvlJc w:val="left"/>
      <w:pPr>
        <w:tabs>
          <w:tab w:val="num" w:pos="397"/>
        </w:tabs>
        <w:ind w:left="397" w:hanging="397"/>
      </w:pPr>
      <w:rPr>
        <w:rFonts w:hint="default" w:ascii="Wingdings" w:hAnsi="Wingdings"/>
        <w:color w:val="1C7472"/>
        <w:sz w:val="20"/>
      </w:rPr>
    </w:lvl>
    <w:lvl w:ilvl="1" w:tplc="6C94D968">
      <w:start w:val="1"/>
      <w:numFmt w:val="bullet"/>
      <w:lvlText w:val=""/>
      <w:lvlJc w:val="left"/>
      <w:pPr>
        <w:tabs>
          <w:tab w:val="num" w:pos="1477"/>
        </w:tabs>
        <w:ind w:left="1477" w:hanging="397"/>
      </w:pPr>
      <w:rPr>
        <w:rFonts w:hint="default" w:ascii="Wingdings" w:hAnsi="Wingdings"/>
        <w:color w:val="auto"/>
        <w:sz w:val="20"/>
      </w:rPr>
    </w:lvl>
    <w:lvl w:ilvl="2" w:tplc="8B64245A">
      <w:start w:val="1"/>
      <w:numFmt w:val="bullet"/>
      <w:lvlText w:val=""/>
      <w:lvlJc w:val="left"/>
      <w:pPr>
        <w:tabs>
          <w:tab w:val="num" w:pos="2160"/>
        </w:tabs>
        <w:ind w:left="2140" w:hanging="340"/>
      </w:pPr>
      <w:rPr>
        <w:rFonts w:hint="default" w:ascii="Wingdings" w:hAnsi="Wingdings"/>
        <w:color w:val="auto"/>
        <w:sz w:val="14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1341544E"/>
    <w:multiLevelType w:val="hybridMultilevel"/>
    <w:tmpl w:val="EA848FDE"/>
    <w:lvl w:ilvl="0" w:tplc="0C0A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13821E40"/>
    <w:multiLevelType w:val="hybridMultilevel"/>
    <w:tmpl w:val="5B56509E"/>
    <w:lvl w:ilvl="0" w:tplc="90E652D4">
      <w:start w:val="1"/>
      <w:numFmt w:val="decimal"/>
      <w:lvlText w:val="5.2.%1."/>
      <w:lvlJc w:val="left"/>
      <w:pPr>
        <w:ind w:left="36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A53385"/>
    <w:multiLevelType w:val="hybridMultilevel"/>
    <w:tmpl w:val="6EEA9306"/>
    <w:lvl w:ilvl="0" w:tplc="3D6E1252">
      <w:start w:val="1"/>
      <w:numFmt w:val="decimal"/>
      <w:lvlText w:val="5.3.%1."/>
      <w:lvlJc w:val="left"/>
      <w:pPr>
        <w:ind w:left="36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8A4C07"/>
    <w:multiLevelType w:val="multilevel"/>
    <w:tmpl w:val="5764088C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4.2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7" w15:restartNumberingAfterBreak="0">
    <w:nsid w:val="22030189"/>
    <w:multiLevelType w:val="hybridMultilevel"/>
    <w:tmpl w:val="25CAFA9A"/>
    <w:lvl w:ilvl="0" w:tplc="0C0A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 w15:restartNumberingAfterBreak="0">
    <w:nsid w:val="281F60A9"/>
    <w:multiLevelType w:val="multilevel"/>
    <w:tmpl w:val="11B82370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4.3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328D14C7"/>
    <w:multiLevelType w:val="hybridMultilevel"/>
    <w:tmpl w:val="90208104"/>
    <w:lvl w:ilvl="0" w:tplc="0C0A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" w15:restartNumberingAfterBreak="0">
    <w:nsid w:val="33255D1E"/>
    <w:multiLevelType w:val="hybridMultilevel"/>
    <w:tmpl w:val="26EEF028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2134F7"/>
    <w:multiLevelType w:val="multilevel"/>
    <w:tmpl w:val="B04CE1F6"/>
    <w:lvl w:ilvl="0">
      <w:start w:val="1"/>
      <w:numFmt w:val="decimal"/>
      <w:pStyle w:val="Ttulo1"/>
      <w:lvlText w:val="%1."/>
      <w:lvlJc w:val="left"/>
      <w:pPr>
        <w:tabs>
          <w:tab w:val="num" w:pos="360"/>
        </w:tabs>
        <w:ind w:left="0" w:firstLine="0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pStyle w:val="Ttulo2"/>
      <w:lvlText w:val="%1.%2."/>
      <w:lvlJc w:val="left"/>
      <w:pPr>
        <w:tabs>
          <w:tab w:val="num" w:pos="720"/>
        </w:tabs>
        <w:ind w:left="0" w:firstLine="0"/>
      </w:pPr>
      <w:rPr>
        <w:rFonts w:hint="default"/>
        <w:b/>
        <w:i w:val="0"/>
      </w:rPr>
    </w:lvl>
    <w:lvl w:ilvl="2">
      <w:start w:val="1"/>
      <w:numFmt w:val="decimal"/>
      <w:pStyle w:val="Ttulo3"/>
      <w:lvlText w:val="%1.%2.%3."/>
      <w:lvlJc w:val="left"/>
      <w:pPr>
        <w:tabs>
          <w:tab w:val="num" w:pos="1080"/>
        </w:tabs>
        <w:ind w:left="0" w:firstLine="0"/>
      </w:pPr>
      <w:rPr>
        <w:rFonts w:hint="default"/>
        <w:b/>
        <w:i w:val="0"/>
      </w:rPr>
    </w:lvl>
    <w:lvl w:ilvl="3">
      <w:start w:val="1"/>
      <w:numFmt w:val="decimal"/>
      <w:pStyle w:val="Ttulo4"/>
      <w:lvlText w:val="%1.%2.%3.%4."/>
      <w:lvlJc w:val="left"/>
      <w:pPr>
        <w:tabs>
          <w:tab w:val="num" w:pos="1440"/>
        </w:tabs>
        <w:ind w:left="0" w:firstLine="0"/>
      </w:pPr>
      <w:rPr>
        <w:rFonts w:hint="default"/>
        <w:b w:val="0"/>
        <w:i w:val="0"/>
      </w:rPr>
    </w:lvl>
    <w:lvl w:ilvl="4">
      <w:start w:val="1"/>
      <w:numFmt w:val="decimal"/>
      <w:pStyle w:val="Ttulo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tulo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tulo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tulo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tulo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485A6D2B"/>
    <w:multiLevelType w:val="hybridMultilevel"/>
    <w:tmpl w:val="321E120E"/>
    <w:lvl w:ilvl="0" w:tplc="9AE26EB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D476022"/>
    <w:multiLevelType w:val="hybridMultilevel"/>
    <w:tmpl w:val="80DE2E3C"/>
    <w:lvl w:ilvl="0" w:tplc="0C0A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4" w15:restartNumberingAfterBreak="0">
    <w:nsid w:val="54435D7A"/>
    <w:multiLevelType w:val="hybridMultilevel"/>
    <w:tmpl w:val="D27C8496"/>
    <w:lvl w:ilvl="0" w:tplc="0C0A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5" w15:restartNumberingAfterBreak="0">
    <w:nsid w:val="5A5E23A3"/>
    <w:multiLevelType w:val="hybridMultilevel"/>
    <w:tmpl w:val="4318665C"/>
    <w:lvl w:ilvl="0" w:tplc="0C0A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hint="default" w:ascii="Symbol" w:hAnsi="Symbol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hint="default" w:ascii="Symbol" w:hAnsi="Symbol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abstractNum w:abstractNumId="16" w15:restartNumberingAfterBreak="0">
    <w:nsid w:val="5AED7A03"/>
    <w:multiLevelType w:val="multilevel"/>
    <w:tmpl w:val="DC543892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4.5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4.5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7" w15:restartNumberingAfterBreak="0">
    <w:nsid w:val="634922F5"/>
    <w:multiLevelType w:val="hybridMultilevel"/>
    <w:tmpl w:val="7758EC14"/>
    <w:lvl w:ilvl="0" w:tplc="755E02D4">
      <w:start w:val="1"/>
      <w:numFmt w:val="decimal"/>
      <w:lvlText w:val="5.1.%1.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9E53127"/>
    <w:multiLevelType w:val="hybridMultilevel"/>
    <w:tmpl w:val="B3986888"/>
    <w:lvl w:ilvl="0" w:tplc="0C0A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hint="default" w:ascii="Symbol" w:hAnsi="Symbol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hint="default" w:ascii="Symbol" w:hAnsi="Symbol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abstractNum w:abstractNumId="19" w15:restartNumberingAfterBreak="0">
    <w:nsid w:val="6B492549"/>
    <w:multiLevelType w:val="multilevel"/>
    <w:tmpl w:val="66A2D5B8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4.5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0" w15:restartNumberingAfterBreak="0">
    <w:nsid w:val="73A83ADB"/>
    <w:multiLevelType w:val="hybridMultilevel"/>
    <w:tmpl w:val="13109CBA"/>
    <w:lvl w:ilvl="0" w:tplc="F0884E5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78A936DD"/>
    <w:multiLevelType w:val="hybridMultilevel"/>
    <w:tmpl w:val="F9A6221C"/>
    <w:lvl w:ilvl="0" w:tplc="4C421348">
      <w:start w:val="1"/>
      <w:numFmt w:val="decimal"/>
      <w:lvlText w:val="5.4.%1.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1"/>
  </w:num>
  <w:num w:numId="3">
    <w:abstractNumId w:val="6"/>
  </w:num>
  <w:num w:numId="4">
    <w:abstractNumId w:val="8"/>
  </w:num>
  <w:num w:numId="5">
    <w:abstractNumId w:val="19"/>
  </w:num>
  <w:num w:numId="6">
    <w:abstractNumId w:val="16"/>
  </w:num>
  <w:num w:numId="7">
    <w:abstractNumId w:val="17"/>
  </w:num>
  <w:num w:numId="8">
    <w:abstractNumId w:val="4"/>
  </w:num>
  <w:num w:numId="9">
    <w:abstractNumId w:val="5"/>
  </w:num>
  <w:num w:numId="10">
    <w:abstractNumId w:val="21"/>
  </w:num>
  <w:num w:numId="11">
    <w:abstractNumId w:val="9"/>
  </w:num>
  <w:num w:numId="12">
    <w:abstractNumId w:val="3"/>
  </w:num>
  <w:num w:numId="13">
    <w:abstractNumId w:val="7"/>
  </w:num>
  <w:num w:numId="14">
    <w:abstractNumId w:val="10"/>
  </w:num>
  <w:num w:numId="15">
    <w:abstractNumId w:val="18"/>
  </w:num>
  <w:num w:numId="16">
    <w:abstractNumId w:val="1"/>
  </w:num>
  <w:num w:numId="17">
    <w:abstractNumId w:val="12"/>
  </w:num>
  <w:num w:numId="18">
    <w:abstractNumId w:val="14"/>
  </w:num>
  <w:num w:numId="19">
    <w:abstractNumId w:val="20"/>
  </w:num>
  <w:num w:numId="20">
    <w:abstractNumId w:val="0"/>
  </w:num>
  <w:num w:numId="21">
    <w:abstractNumId w:val="15"/>
  </w:num>
  <w:num w:numId="22">
    <w:abstractNumId w:val="11"/>
  </w:num>
  <w:num w:numId="23">
    <w:abstractNumId w:val="11"/>
  </w:num>
  <w:num w:numId="24">
    <w:abstractNumId w:val="13"/>
  </w:num>
  <w:num w:numId="25">
    <w:abstractNumId w:val="11"/>
  </w:num>
  <w:num w:numId="26">
    <w:abstractNumId w:val="11"/>
  </w:num>
  <w:numIdMacAtCleanup w:val="19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397"/>
  <w:hyphenationZone w:val="425"/>
  <w:drawingGridHorizontalSpacing w:val="11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F3DE4"/>
    <w:rsid w:val="00000603"/>
    <w:rsid w:val="000047FE"/>
    <w:rsid w:val="00004C4C"/>
    <w:rsid w:val="00006548"/>
    <w:rsid w:val="00010728"/>
    <w:rsid w:val="00012735"/>
    <w:rsid w:val="0001640D"/>
    <w:rsid w:val="00024C63"/>
    <w:rsid w:val="000354CC"/>
    <w:rsid w:val="00037CDD"/>
    <w:rsid w:val="00041553"/>
    <w:rsid w:val="0004213B"/>
    <w:rsid w:val="00043583"/>
    <w:rsid w:val="00061EF8"/>
    <w:rsid w:val="00066926"/>
    <w:rsid w:val="00066C27"/>
    <w:rsid w:val="0007138F"/>
    <w:rsid w:val="00072D65"/>
    <w:rsid w:val="000763D5"/>
    <w:rsid w:val="000776DE"/>
    <w:rsid w:val="0008408E"/>
    <w:rsid w:val="00085ED4"/>
    <w:rsid w:val="00091E80"/>
    <w:rsid w:val="000959C8"/>
    <w:rsid w:val="00095F3D"/>
    <w:rsid w:val="00096CC2"/>
    <w:rsid w:val="000A4976"/>
    <w:rsid w:val="000A71B1"/>
    <w:rsid w:val="000B10CA"/>
    <w:rsid w:val="000C5AA4"/>
    <w:rsid w:val="000C5D5B"/>
    <w:rsid w:val="000D2D9E"/>
    <w:rsid w:val="000D332A"/>
    <w:rsid w:val="000D723E"/>
    <w:rsid w:val="000E1C53"/>
    <w:rsid w:val="000E66FC"/>
    <w:rsid w:val="000F0E40"/>
    <w:rsid w:val="00100420"/>
    <w:rsid w:val="0010333D"/>
    <w:rsid w:val="0011110B"/>
    <w:rsid w:val="001126BE"/>
    <w:rsid w:val="0011277D"/>
    <w:rsid w:val="00130418"/>
    <w:rsid w:val="00134A66"/>
    <w:rsid w:val="001379A4"/>
    <w:rsid w:val="001421FB"/>
    <w:rsid w:val="00143EC3"/>
    <w:rsid w:val="00152908"/>
    <w:rsid w:val="00153974"/>
    <w:rsid w:val="00154087"/>
    <w:rsid w:val="001541CD"/>
    <w:rsid w:val="00163D53"/>
    <w:rsid w:val="00165941"/>
    <w:rsid w:val="00165C66"/>
    <w:rsid w:val="001661A1"/>
    <w:rsid w:val="00167D7E"/>
    <w:rsid w:val="001768A6"/>
    <w:rsid w:val="00180A4F"/>
    <w:rsid w:val="00185BC9"/>
    <w:rsid w:val="001935C2"/>
    <w:rsid w:val="0019503C"/>
    <w:rsid w:val="00196196"/>
    <w:rsid w:val="001A22E8"/>
    <w:rsid w:val="001B03FD"/>
    <w:rsid w:val="001B0BA8"/>
    <w:rsid w:val="001B1150"/>
    <w:rsid w:val="001B1439"/>
    <w:rsid w:val="001B1A4E"/>
    <w:rsid w:val="001B52D6"/>
    <w:rsid w:val="001C4DDC"/>
    <w:rsid w:val="001C6ADB"/>
    <w:rsid w:val="001D0603"/>
    <w:rsid w:val="001D1273"/>
    <w:rsid w:val="001D168F"/>
    <w:rsid w:val="001D33D9"/>
    <w:rsid w:val="001D68C2"/>
    <w:rsid w:val="001E0751"/>
    <w:rsid w:val="001E19F3"/>
    <w:rsid w:val="001E2353"/>
    <w:rsid w:val="001F1D0E"/>
    <w:rsid w:val="001F6179"/>
    <w:rsid w:val="002067AA"/>
    <w:rsid w:val="00206FF7"/>
    <w:rsid w:val="00222A4B"/>
    <w:rsid w:val="00222F12"/>
    <w:rsid w:val="00225F35"/>
    <w:rsid w:val="002347A1"/>
    <w:rsid w:val="002348EC"/>
    <w:rsid w:val="002420A0"/>
    <w:rsid w:val="00247090"/>
    <w:rsid w:val="0025256D"/>
    <w:rsid w:val="00257928"/>
    <w:rsid w:val="002609F5"/>
    <w:rsid w:val="00262B2C"/>
    <w:rsid w:val="00266600"/>
    <w:rsid w:val="002671C6"/>
    <w:rsid w:val="002709B8"/>
    <w:rsid w:val="00282C9B"/>
    <w:rsid w:val="002832A7"/>
    <w:rsid w:val="0028399C"/>
    <w:rsid w:val="00286F80"/>
    <w:rsid w:val="0028754C"/>
    <w:rsid w:val="002909E1"/>
    <w:rsid w:val="0029101F"/>
    <w:rsid w:val="00291DAF"/>
    <w:rsid w:val="002927CD"/>
    <w:rsid w:val="002959B5"/>
    <w:rsid w:val="0029764C"/>
    <w:rsid w:val="002979ED"/>
    <w:rsid w:val="002A2ED3"/>
    <w:rsid w:val="002A302A"/>
    <w:rsid w:val="002A68EE"/>
    <w:rsid w:val="002A72D1"/>
    <w:rsid w:val="002A7988"/>
    <w:rsid w:val="002A7A28"/>
    <w:rsid w:val="002B0F1C"/>
    <w:rsid w:val="002B20FA"/>
    <w:rsid w:val="002B33F5"/>
    <w:rsid w:val="002B5AB4"/>
    <w:rsid w:val="002C1D46"/>
    <w:rsid w:val="002C36C9"/>
    <w:rsid w:val="002D0A79"/>
    <w:rsid w:val="002D1C5A"/>
    <w:rsid w:val="002D4D01"/>
    <w:rsid w:val="002D5DFD"/>
    <w:rsid w:val="002E40FE"/>
    <w:rsid w:val="002F06CC"/>
    <w:rsid w:val="00303FD5"/>
    <w:rsid w:val="00304E67"/>
    <w:rsid w:val="003058A1"/>
    <w:rsid w:val="00306F71"/>
    <w:rsid w:val="00310072"/>
    <w:rsid w:val="00312354"/>
    <w:rsid w:val="00312AE2"/>
    <w:rsid w:val="00321D57"/>
    <w:rsid w:val="0032338A"/>
    <w:rsid w:val="00323FF4"/>
    <w:rsid w:val="00332D2B"/>
    <w:rsid w:val="003438BE"/>
    <w:rsid w:val="00343D54"/>
    <w:rsid w:val="00351A9A"/>
    <w:rsid w:val="00353ABF"/>
    <w:rsid w:val="0035402E"/>
    <w:rsid w:val="0035685E"/>
    <w:rsid w:val="00357D84"/>
    <w:rsid w:val="00362F21"/>
    <w:rsid w:val="00364DDB"/>
    <w:rsid w:val="0038287A"/>
    <w:rsid w:val="0038296E"/>
    <w:rsid w:val="00384332"/>
    <w:rsid w:val="003846AB"/>
    <w:rsid w:val="0038741B"/>
    <w:rsid w:val="00395023"/>
    <w:rsid w:val="00395A25"/>
    <w:rsid w:val="003A4101"/>
    <w:rsid w:val="003A41E6"/>
    <w:rsid w:val="003A4BB9"/>
    <w:rsid w:val="003A726B"/>
    <w:rsid w:val="003B3171"/>
    <w:rsid w:val="003B6F61"/>
    <w:rsid w:val="003C649A"/>
    <w:rsid w:val="003D5E5B"/>
    <w:rsid w:val="003E1186"/>
    <w:rsid w:val="003E191D"/>
    <w:rsid w:val="003E6EF2"/>
    <w:rsid w:val="003E7C71"/>
    <w:rsid w:val="003E7F09"/>
    <w:rsid w:val="003F1C74"/>
    <w:rsid w:val="0040069C"/>
    <w:rsid w:val="004016A8"/>
    <w:rsid w:val="00403292"/>
    <w:rsid w:val="00406CE4"/>
    <w:rsid w:val="0040730B"/>
    <w:rsid w:val="004142EF"/>
    <w:rsid w:val="00422526"/>
    <w:rsid w:val="00430C9A"/>
    <w:rsid w:val="00430D08"/>
    <w:rsid w:val="00431BE5"/>
    <w:rsid w:val="00437EF6"/>
    <w:rsid w:val="004422F8"/>
    <w:rsid w:val="00444254"/>
    <w:rsid w:val="00447499"/>
    <w:rsid w:val="00451EDA"/>
    <w:rsid w:val="00452598"/>
    <w:rsid w:val="00452F7D"/>
    <w:rsid w:val="004551C7"/>
    <w:rsid w:val="00474CA3"/>
    <w:rsid w:val="00475F28"/>
    <w:rsid w:val="004770F5"/>
    <w:rsid w:val="0048186C"/>
    <w:rsid w:val="00484AF0"/>
    <w:rsid w:val="00485275"/>
    <w:rsid w:val="00485BD5"/>
    <w:rsid w:val="00487FBF"/>
    <w:rsid w:val="004908B2"/>
    <w:rsid w:val="004B3543"/>
    <w:rsid w:val="004C0B5B"/>
    <w:rsid w:val="004C5605"/>
    <w:rsid w:val="004C68B1"/>
    <w:rsid w:val="004D08F9"/>
    <w:rsid w:val="004D147E"/>
    <w:rsid w:val="004D1FAB"/>
    <w:rsid w:val="004D3DEE"/>
    <w:rsid w:val="004D5116"/>
    <w:rsid w:val="004D71D5"/>
    <w:rsid w:val="004E1DDA"/>
    <w:rsid w:val="004E26FD"/>
    <w:rsid w:val="004E783E"/>
    <w:rsid w:val="004F3D7F"/>
    <w:rsid w:val="004F51D7"/>
    <w:rsid w:val="0050151F"/>
    <w:rsid w:val="00504D36"/>
    <w:rsid w:val="00513232"/>
    <w:rsid w:val="00517305"/>
    <w:rsid w:val="00524519"/>
    <w:rsid w:val="0052519C"/>
    <w:rsid w:val="00525F37"/>
    <w:rsid w:val="00530D5F"/>
    <w:rsid w:val="005428CA"/>
    <w:rsid w:val="0055778C"/>
    <w:rsid w:val="00557B79"/>
    <w:rsid w:val="00560093"/>
    <w:rsid w:val="005609D4"/>
    <w:rsid w:val="00560C9E"/>
    <w:rsid w:val="00562555"/>
    <w:rsid w:val="00572A9A"/>
    <w:rsid w:val="0058386C"/>
    <w:rsid w:val="00584FCB"/>
    <w:rsid w:val="00593511"/>
    <w:rsid w:val="00593F2B"/>
    <w:rsid w:val="00595AC1"/>
    <w:rsid w:val="00596B43"/>
    <w:rsid w:val="005B5583"/>
    <w:rsid w:val="005C22AA"/>
    <w:rsid w:val="005C4549"/>
    <w:rsid w:val="005C572D"/>
    <w:rsid w:val="005D1A27"/>
    <w:rsid w:val="005E3CC5"/>
    <w:rsid w:val="005E7D3D"/>
    <w:rsid w:val="005F11AF"/>
    <w:rsid w:val="006072E0"/>
    <w:rsid w:val="00612544"/>
    <w:rsid w:val="00627183"/>
    <w:rsid w:val="00627EE8"/>
    <w:rsid w:val="006337E1"/>
    <w:rsid w:val="00643EF4"/>
    <w:rsid w:val="00646A2A"/>
    <w:rsid w:val="0065067A"/>
    <w:rsid w:val="006539C3"/>
    <w:rsid w:val="00664414"/>
    <w:rsid w:val="0066746C"/>
    <w:rsid w:val="006753AA"/>
    <w:rsid w:val="0067722A"/>
    <w:rsid w:val="00681D72"/>
    <w:rsid w:val="00685610"/>
    <w:rsid w:val="006A045A"/>
    <w:rsid w:val="006B31B9"/>
    <w:rsid w:val="006B5424"/>
    <w:rsid w:val="006B70AB"/>
    <w:rsid w:val="006B7948"/>
    <w:rsid w:val="006C0E25"/>
    <w:rsid w:val="006C2206"/>
    <w:rsid w:val="006C2DB3"/>
    <w:rsid w:val="006C2E66"/>
    <w:rsid w:val="006C49EA"/>
    <w:rsid w:val="006D2D43"/>
    <w:rsid w:val="006D4ABD"/>
    <w:rsid w:val="006E0EA9"/>
    <w:rsid w:val="006E3971"/>
    <w:rsid w:val="006F0D17"/>
    <w:rsid w:val="006F2E2D"/>
    <w:rsid w:val="006F62F2"/>
    <w:rsid w:val="006F7643"/>
    <w:rsid w:val="00702EE7"/>
    <w:rsid w:val="00704DEF"/>
    <w:rsid w:val="007108C5"/>
    <w:rsid w:val="0071242D"/>
    <w:rsid w:val="00716D05"/>
    <w:rsid w:val="007232E1"/>
    <w:rsid w:val="0072663C"/>
    <w:rsid w:val="007266BC"/>
    <w:rsid w:val="0073229F"/>
    <w:rsid w:val="007328DE"/>
    <w:rsid w:val="00741D6B"/>
    <w:rsid w:val="00741FA9"/>
    <w:rsid w:val="007422BD"/>
    <w:rsid w:val="00751A44"/>
    <w:rsid w:val="007570D6"/>
    <w:rsid w:val="007602B1"/>
    <w:rsid w:val="007631AC"/>
    <w:rsid w:val="00763B31"/>
    <w:rsid w:val="00772D01"/>
    <w:rsid w:val="00776A65"/>
    <w:rsid w:val="00777C68"/>
    <w:rsid w:val="00791BF1"/>
    <w:rsid w:val="00791D93"/>
    <w:rsid w:val="00794488"/>
    <w:rsid w:val="00796950"/>
    <w:rsid w:val="007976DD"/>
    <w:rsid w:val="007A13A9"/>
    <w:rsid w:val="007A6BC0"/>
    <w:rsid w:val="007D015A"/>
    <w:rsid w:val="007E087E"/>
    <w:rsid w:val="007E3594"/>
    <w:rsid w:val="007E6A48"/>
    <w:rsid w:val="007F61FF"/>
    <w:rsid w:val="007F7755"/>
    <w:rsid w:val="00816EBC"/>
    <w:rsid w:val="00817EC7"/>
    <w:rsid w:val="008207F4"/>
    <w:rsid w:val="0082229D"/>
    <w:rsid w:val="008236A9"/>
    <w:rsid w:val="00830E33"/>
    <w:rsid w:val="0083454F"/>
    <w:rsid w:val="00835FB7"/>
    <w:rsid w:val="008363F2"/>
    <w:rsid w:val="00842B42"/>
    <w:rsid w:val="00845E89"/>
    <w:rsid w:val="00846AAC"/>
    <w:rsid w:val="00847602"/>
    <w:rsid w:val="00850FC6"/>
    <w:rsid w:val="00853D24"/>
    <w:rsid w:val="00854FE9"/>
    <w:rsid w:val="00856709"/>
    <w:rsid w:val="00867825"/>
    <w:rsid w:val="00872C5D"/>
    <w:rsid w:val="008736C0"/>
    <w:rsid w:val="00876115"/>
    <w:rsid w:val="00880633"/>
    <w:rsid w:val="008861B1"/>
    <w:rsid w:val="00892205"/>
    <w:rsid w:val="008930B9"/>
    <w:rsid w:val="008A4C77"/>
    <w:rsid w:val="008A58F2"/>
    <w:rsid w:val="008B2ACE"/>
    <w:rsid w:val="008B613C"/>
    <w:rsid w:val="008D13D0"/>
    <w:rsid w:val="008D7ADD"/>
    <w:rsid w:val="008F0ADD"/>
    <w:rsid w:val="008F19F5"/>
    <w:rsid w:val="008F1BA6"/>
    <w:rsid w:val="008F2098"/>
    <w:rsid w:val="008F5E2B"/>
    <w:rsid w:val="008F6BD2"/>
    <w:rsid w:val="00900A2B"/>
    <w:rsid w:val="009048DA"/>
    <w:rsid w:val="00920883"/>
    <w:rsid w:val="00933F7C"/>
    <w:rsid w:val="00944A81"/>
    <w:rsid w:val="00944AB7"/>
    <w:rsid w:val="00944F56"/>
    <w:rsid w:val="00945B86"/>
    <w:rsid w:val="00950869"/>
    <w:rsid w:val="00950CB5"/>
    <w:rsid w:val="00952435"/>
    <w:rsid w:val="00954DC2"/>
    <w:rsid w:val="00957258"/>
    <w:rsid w:val="00961A07"/>
    <w:rsid w:val="00962BE7"/>
    <w:rsid w:val="009805C5"/>
    <w:rsid w:val="00985D02"/>
    <w:rsid w:val="009911C1"/>
    <w:rsid w:val="009916FB"/>
    <w:rsid w:val="0099443C"/>
    <w:rsid w:val="009A2868"/>
    <w:rsid w:val="009A30B7"/>
    <w:rsid w:val="009B2B31"/>
    <w:rsid w:val="009C372A"/>
    <w:rsid w:val="009D3631"/>
    <w:rsid w:val="009E2D3C"/>
    <w:rsid w:val="009F1F0E"/>
    <w:rsid w:val="009F7024"/>
    <w:rsid w:val="00A13066"/>
    <w:rsid w:val="00A221E1"/>
    <w:rsid w:val="00A2335E"/>
    <w:rsid w:val="00A31F94"/>
    <w:rsid w:val="00A37BB5"/>
    <w:rsid w:val="00A5034F"/>
    <w:rsid w:val="00A547C7"/>
    <w:rsid w:val="00A56A6C"/>
    <w:rsid w:val="00A57896"/>
    <w:rsid w:val="00A61C98"/>
    <w:rsid w:val="00A625D3"/>
    <w:rsid w:val="00A6281C"/>
    <w:rsid w:val="00A63390"/>
    <w:rsid w:val="00A66E08"/>
    <w:rsid w:val="00A671AE"/>
    <w:rsid w:val="00A71B68"/>
    <w:rsid w:val="00A76724"/>
    <w:rsid w:val="00A85F8C"/>
    <w:rsid w:val="00A91839"/>
    <w:rsid w:val="00A945AC"/>
    <w:rsid w:val="00A94C88"/>
    <w:rsid w:val="00A94F4A"/>
    <w:rsid w:val="00AA067A"/>
    <w:rsid w:val="00AA12A4"/>
    <w:rsid w:val="00AA765C"/>
    <w:rsid w:val="00AC1620"/>
    <w:rsid w:val="00AC1E74"/>
    <w:rsid w:val="00AC2F5C"/>
    <w:rsid w:val="00AC55F8"/>
    <w:rsid w:val="00AD3BF4"/>
    <w:rsid w:val="00AD54B1"/>
    <w:rsid w:val="00AE0C99"/>
    <w:rsid w:val="00AE1433"/>
    <w:rsid w:val="00AE2127"/>
    <w:rsid w:val="00AE765C"/>
    <w:rsid w:val="00AF477B"/>
    <w:rsid w:val="00AF5A81"/>
    <w:rsid w:val="00B05D6D"/>
    <w:rsid w:val="00B071E2"/>
    <w:rsid w:val="00B20270"/>
    <w:rsid w:val="00B26B83"/>
    <w:rsid w:val="00B358C0"/>
    <w:rsid w:val="00B36AF3"/>
    <w:rsid w:val="00B47BCA"/>
    <w:rsid w:val="00B524B5"/>
    <w:rsid w:val="00B540F6"/>
    <w:rsid w:val="00B5677E"/>
    <w:rsid w:val="00B66078"/>
    <w:rsid w:val="00B71F5E"/>
    <w:rsid w:val="00B74F03"/>
    <w:rsid w:val="00B83876"/>
    <w:rsid w:val="00B93885"/>
    <w:rsid w:val="00B94AE3"/>
    <w:rsid w:val="00B96BD1"/>
    <w:rsid w:val="00BA4A0B"/>
    <w:rsid w:val="00BA4B63"/>
    <w:rsid w:val="00BA7464"/>
    <w:rsid w:val="00BB2400"/>
    <w:rsid w:val="00BB28A1"/>
    <w:rsid w:val="00BC427F"/>
    <w:rsid w:val="00BD643E"/>
    <w:rsid w:val="00BD660E"/>
    <w:rsid w:val="00BE3CDD"/>
    <w:rsid w:val="00BE4AE7"/>
    <w:rsid w:val="00BE6798"/>
    <w:rsid w:val="00BE751E"/>
    <w:rsid w:val="00BE7B11"/>
    <w:rsid w:val="00C00018"/>
    <w:rsid w:val="00C03A6D"/>
    <w:rsid w:val="00C053AE"/>
    <w:rsid w:val="00C0598E"/>
    <w:rsid w:val="00C10049"/>
    <w:rsid w:val="00C22049"/>
    <w:rsid w:val="00C23527"/>
    <w:rsid w:val="00C336E0"/>
    <w:rsid w:val="00C3427B"/>
    <w:rsid w:val="00C3685F"/>
    <w:rsid w:val="00C37529"/>
    <w:rsid w:val="00C40890"/>
    <w:rsid w:val="00C452FE"/>
    <w:rsid w:val="00C46F1A"/>
    <w:rsid w:val="00C50930"/>
    <w:rsid w:val="00C6332F"/>
    <w:rsid w:val="00C66423"/>
    <w:rsid w:val="00C7319D"/>
    <w:rsid w:val="00C75A9D"/>
    <w:rsid w:val="00C764B3"/>
    <w:rsid w:val="00C76868"/>
    <w:rsid w:val="00C90922"/>
    <w:rsid w:val="00C91363"/>
    <w:rsid w:val="00C91C20"/>
    <w:rsid w:val="00C97BB6"/>
    <w:rsid w:val="00CA27AC"/>
    <w:rsid w:val="00CB153C"/>
    <w:rsid w:val="00CB1F5D"/>
    <w:rsid w:val="00CB6A87"/>
    <w:rsid w:val="00CC7AD1"/>
    <w:rsid w:val="00CD3E6B"/>
    <w:rsid w:val="00CD5C67"/>
    <w:rsid w:val="00CE036D"/>
    <w:rsid w:val="00CE09DE"/>
    <w:rsid w:val="00CE39AD"/>
    <w:rsid w:val="00CF09AE"/>
    <w:rsid w:val="00CF1433"/>
    <w:rsid w:val="00CF1C89"/>
    <w:rsid w:val="00CF497C"/>
    <w:rsid w:val="00CF4A39"/>
    <w:rsid w:val="00D0279D"/>
    <w:rsid w:val="00D03221"/>
    <w:rsid w:val="00D07EFF"/>
    <w:rsid w:val="00D11633"/>
    <w:rsid w:val="00D15842"/>
    <w:rsid w:val="00D15BDD"/>
    <w:rsid w:val="00D169F5"/>
    <w:rsid w:val="00D25425"/>
    <w:rsid w:val="00D30AB4"/>
    <w:rsid w:val="00D33556"/>
    <w:rsid w:val="00D33615"/>
    <w:rsid w:val="00D35920"/>
    <w:rsid w:val="00D3621A"/>
    <w:rsid w:val="00D37894"/>
    <w:rsid w:val="00D379E8"/>
    <w:rsid w:val="00D402BC"/>
    <w:rsid w:val="00D468A4"/>
    <w:rsid w:val="00D51B12"/>
    <w:rsid w:val="00D52F86"/>
    <w:rsid w:val="00D55012"/>
    <w:rsid w:val="00D67101"/>
    <w:rsid w:val="00D80903"/>
    <w:rsid w:val="00D813BA"/>
    <w:rsid w:val="00D82B92"/>
    <w:rsid w:val="00D86DF9"/>
    <w:rsid w:val="00D9099A"/>
    <w:rsid w:val="00DA3926"/>
    <w:rsid w:val="00DA4314"/>
    <w:rsid w:val="00DA5B2B"/>
    <w:rsid w:val="00DA67AB"/>
    <w:rsid w:val="00DB0B86"/>
    <w:rsid w:val="00DB1817"/>
    <w:rsid w:val="00DC1EB3"/>
    <w:rsid w:val="00DC7AB8"/>
    <w:rsid w:val="00DE4E34"/>
    <w:rsid w:val="00DE7646"/>
    <w:rsid w:val="00DF0EA8"/>
    <w:rsid w:val="00E041DC"/>
    <w:rsid w:val="00E0434D"/>
    <w:rsid w:val="00E04CDC"/>
    <w:rsid w:val="00E30E39"/>
    <w:rsid w:val="00E31CC6"/>
    <w:rsid w:val="00E32BA1"/>
    <w:rsid w:val="00E35F3E"/>
    <w:rsid w:val="00E444CB"/>
    <w:rsid w:val="00E4650B"/>
    <w:rsid w:val="00E4680A"/>
    <w:rsid w:val="00E47177"/>
    <w:rsid w:val="00E6449E"/>
    <w:rsid w:val="00E67E20"/>
    <w:rsid w:val="00E70A9A"/>
    <w:rsid w:val="00E750EA"/>
    <w:rsid w:val="00E7745B"/>
    <w:rsid w:val="00E82BB5"/>
    <w:rsid w:val="00E906F5"/>
    <w:rsid w:val="00E9617E"/>
    <w:rsid w:val="00E96299"/>
    <w:rsid w:val="00E9720A"/>
    <w:rsid w:val="00EA2032"/>
    <w:rsid w:val="00EA2B60"/>
    <w:rsid w:val="00EA47CB"/>
    <w:rsid w:val="00EB003B"/>
    <w:rsid w:val="00ED0537"/>
    <w:rsid w:val="00ED0A78"/>
    <w:rsid w:val="00ED1FB6"/>
    <w:rsid w:val="00ED7582"/>
    <w:rsid w:val="00EE2F3D"/>
    <w:rsid w:val="00EF0A34"/>
    <w:rsid w:val="00EF245B"/>
    <w:rsid w:val="00EF3DE4"/>
    <w:rsid w:val="00F15070"/>
    <w:rsid w:val="00F15C42"/>
    <w:rsid w:val="00F23D85"/>
    <w:rsid w:val="00F2471B"/>
    <w:rsid w:val="00F320D3"/>
    <w:rsid w:val="00F32545"/>
    <w:rsid w:val="00F34BE2"/>
    <w:rsid w:val="00F3778D"/>
    <w:rsid w:val="00F45232"/>
    <w:rsid w:val="00F55197"/>
    <w:rsid w:val="00F55E7D"/>
    <w:rsid w:val="00F624C5"/>
    <w:rsid w:val="00F6685D"/>
    <w:rsid w:val="00F701B7"/>
    <w:rsid w:val="00F76919"/>
    <w:rsid w:val="00F82988"/>
    <w:rsid w:val="00F82A73"/>
    <w:rsid w:val="00F830F2"/>
    <w:rsid w:val="00F90BE1"/>
    <w:rsid w:val="00F923E0"/>
    <w:rsid w:val="00F96D02"/>
    <w:rsid w:val="00FB4097"/>
    <w:rsid w:val="00FC2827"/>
    <w:rsid w:val="00FC30A6"/>
    <w:rsid w:val="00FC71BB"/>
    <w:rsid w:val="00FC7908"/>
    <w:rsid w:val="00FD2221"/>
    <w:rsid w:val="00FE1B85"/>
    <w:rsid w:val="00FE5F87"/>
    <w:rsid w:val="00FE74CE"/>
    <w:rsid w:val="00FF06FA"/>
    <w:rsid w:val="4456D4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0950CE2"/>
  <w15:docId w15:val="{E2CBB653-371A-4B5B-9914-87547B091518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="Times New Roman" w:hAnsi="Times New Roman" w:eastAsia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99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iPriority="99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</w:latentStyles>
  <w:style w:type="paragraph" w:styleId="Normal" w:default="1">
    <w:name w:val="Normal"/>
    <w:qFormat/>
    <w:rsid w:val="003A4BB9"/>
    <w:pPr>
      <w:spacing w:before="120" w:after="80"/>
      <w:jc w:val="both"/>
    </w:pPr>
    <w:rPr>
      <w:rFonts w:ascii="Arial" w:hAnsi="Arial"/>
      <w:color w:val="000000"/>
      <w:sz w:val="22"/>
      <w:szCs w:val="22"/>
      <w:lang w:val="es-ES_tradnl"/>
    </w:rPr>
  </w:style>
  <w:style w:type="paragraph" w:styleId="Ttulo1">
    <w:name w:val="heading 1"/>
    <w:basedOn w:val="Normal"/>
    <w:next w:val="Normal"/>
    <w:qFormat/>
    <w:rsid w:val="003A4BB9"/>
    <w:pPr>
      <w:numPr>
        <w:numId w:val="2"/>
      </w:numPr>
      <w:spacing w:before="240" w:after="240"/>
      <w:outlineLvl w:val="0"/>
    </w:pPr>
    <w:rPr>
      <w:rFonts w:cs="Arial"/>
      <w:b/>
      <w:bCs/>
      <w:spacing w:val="-6"/>
      <w:sz w:val="28"/>
      <w:szCs w:val="32"/>
    </w:rPr>
  </w:style>
  <w:style w:type="paragraph" w:styleId="Ttulo2">
    <w:name w:val="heading 2"/>
    <w:basedOn w:val="Normal"/>
    <w:next w:val="Normal"/>
    <w:qFormat/>
    <w:rsid w:val="003A4BB9"/>
    <w:pPr>
      <w:numPr>
        <w:ilvl w:val="1"/>
        <w:numId w:val="2"/>
      </w:numPr>
      <w:spacing w:before="240" w:after="120"/>
      <w:outlineLvl w:val="1"/>
    </w:pPr>
    <w:rPr>
      <w:rFonts w:cs="Arial"/>
      <w:b/>
      <w:bCs/>
      <w:iCs/>
      <w:sz w:val="24"/>
      <w:szCs w:val="28"/>
      <w:u w:val="single"/>
    </w:rPr>
  </w:style>
  <w:style w:type="paragraph" w:styleId="Ttulo3">
    <w:name w:val="heading 3"/>
    <w:basedOn w:val="Normal"/>
    <w:next w:val="Normal"/>
    <w:qFormat/>
    <w:rsid w:val="003A4BB9"/>
    <w:pPr>
      <w:keepNext/>
      <w:numPr>
        <w:ilvl w:val="2"/>
        <w:numId w:val="2"/>
      </w:numPr>
      <w:spacing w:before="240" w:after="60"/>
      <w:outlineLvl w:val="2"/>
    </w:pPr>
    <w:rPr>
      <w:rFonts w:cs="Arial"/>
      <w:b/>
      <w:bCs/>
      <w:i/>
      <w:szCs w:val="26"/>
    </w:rPr>
  </w:style>
  <w:style w:type="paragraph" w:styleId="Ttulo4">
    <w:name w:val="heading 4"/>
    <w:basedOn w:val="Normal"/>
    <w:next w:val="Normal"/>
    <w:qFormat/>
    <w:rsid w:val="003A4BB9"/>
    <w:pPr>
      <w:keepNext/>
      <w:numPr>
        <w:ilvl w:val="3"/>
        <w:numId w:val="2"/>
      </w:numPr>
      <w:tabs>
        <w:tab w:val="left" w:pos="900"/>
      </w:tabs>
      <w:spacing w:before="240" w:after="60"/>
      <w:outlineLvl w:val="3"/>
    </w:pPr>
    <w:rPr>
      <w:i/>
      <w:szCs w:val="28"/>
      <w:u w:val="single"/>
    </w:rPr>
  </w:style>
  <w:style w:type="paragraph" w:styleId="Ttulo5">
    <w:name w:val="heading 5"/>
    <w:basedOn w:val="Normal"/>
    <w:next w:val="Normal"/>
    <w:qFormat/>
    <w:rsid w:val="003A4BB9"/>
    <w:pPr>
      <w:numPr>
        <w:ilvl w:val="4"/>
        <w:numId w:val="2"/>
      </w:numPr>
      <w:spacing w:before="240" w:after="60"/>
      <w:outlineLvl w:val="4"/>
    </w:pPr>
    <w:rPr>
      <w:bCs/>
      <w:iCs/>
      <w:szCs w:val="26"/>
    </w:rPr>
  </w:style>
  <w:style w:type="paragraph" w:styleId="Ttulo6">
    <w:name w:val="heading 6"/>
    <w:basedOn w:val="Normal"/>
    <w:next w:val="Normal"/>
    <w:qFormat/>
    <w:rsid w:val="003A4BB9"/>
    <w:pPr>
      <w:numPr>
        <w:ilvl w:val="5"/>
        <w:numId w:val="2"/>
      </w:numPr>
      <w:spacing w:before="240" w:after="60"/>
      <w:outlineLvl w:val="5"/>
    </w:pPr>
    <w:rPr>
      <w:rFonts w:ascii="Times New Roman" w:hAnsi="Times New Roman"/>
      <w:b/>
      <w:bCs/>
    </w:rPr>
  </w:style>
  <w:style w:type="paragraph" w:styleId="Ttulo7">
    <w:name w:val="heading 7"/>
    <w:basedOn w:val="Normal"/>
    <w:next w:val="Normal"/>
    <w:qFormat/>
    <w:rsid w:val="003A4BB9"/>
    <w:pPr>
      <w:numPr>
        <w:ilvl w:val="6"/>
        <w:numId w:val="2"/>
      </w:numPr>
      <w:spacing w:before="240" w:after="60"/>
      <w:outlineLvl w:val="6"/>
    </w:pPr>
    <w:rPr>
      <w:rFonts w:ascii="Times New Roman" w:hAnsi="Times New Roman"/>
    </w:rPr>
  </w:style>
  <w:style w:type="paragraph" w:styleId="Ttulo8">
    <w:name w:val="heading 8"/>
    <w:basedOn w:val="Normal"/>
    <w:next w:val="Normal"/>
    <w:qFormat/>
    <w:rsid w:val="003A4BB9"/>
    <w:pPr>
      <w:numPr>
        <w:ilvl w:val="7"/>
        <w:numId w:val="2"/>
      </w:numPr>
      <w:spacing w:before="240" w:after="60"/>
      <w:outlineLvl w:val="7"/>
    </w:pPr>
    <w:rPr>
      <w:rFonts w:ascii="Times New Roman" w:hAnsi="Times New Roman"/>
      <w:i/>
      <w:iCs/>
    </w:rPr>
  </w:style>
  <w:style w:type="paragraph" w:styleId="Ttulo9">
    <w:name w:val="heading 9"/>
    <w:basedOn w:val="Normal"/>
    <w:next w:val="Normal"/>
    <w:qFormat/>
    <w:rsid w:val="003A4BB9"/>
    <w:pPr>
      <w:numPr>
        <w:ilvl w:val="8"/>
        <w:numId w:val="2"/>
      </w:numPr>
      <w:spacing w:before="240" w:after="60"/>
      <w:outlineLvl w:val="8"/>
    </w:pPr>
    <w:rPr>
      <w:rFonts w:cs="Arial"/>
    </w:rPr>
  </w:style>
  <w:style w:type="character" w:styleId="Fuentedeprrafopredeter" w:default="1">
    <w:name w:val="Default Paragraph Font"/>
    <w:uiPriority w:val="1"/>
    <w:semiHidden/>
    <w:unhideWhenUsed/>
  </w:style>
  <w:style w:type="table" w:styleId="Tab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inlista" w:default="1">
    <w:name w:val="No List"/>
    <w:uiPriority w:val="99"/>
    <w:semiHidden/>
    <w:unhideWhenUsed/>
  </w:style>
  <w:style w:type="paragraph" w:styleId="Tabla2" w:customStyle="1">
    <w:name w:val="Tabla 2"/>
    <w:basedOn w:val="Tabla"/>
    <w:rsid w:val="003A4BB9"/>
    <w:pPr>
      <w:keepNext w:val="0"/>
      <w:numPr>
        <w:numId w:val="1"/>
      </w:numPr>
      <w:tabs>
        <w:tab w:val="clear" w:pos="397"/>
        <w:tab w:val="num" w:pos="881"/>
      </w:tabs>
      <w:spacing w:after="60"/>
      <w:ind w:left="881" w:hanging="180"/>
    </w:pPr>
  </w:style>
  <w:style w:type="paragraph" w:styleId="Tabla" w:customStyle="1">
    <w:name w:val="Tabla"/>
    <w:basedOn w:val="Normal"/>
    <w:rsid w:val="003A4BB9"/>
    <w:pPr>
      <w:keepNext/>
      <w:spacing w:before="20" w:after="20"/>
    </w:pPr>
    <w:rPr>
      <w:sz w:val="18"/>
      <w:szCs w:val="20"/>
    </w:rPr>
  </w:style>
  <w:style w:type="paragraph" w:styleId="Encabezado">
    <w:name w:val="header"/>
    <w:basedOn w:val="Normal"/>
    <w:rsid w:val="003A4BB9"/>
    <w:pPr>
      <w:tabs>
        <w:tab w:val="center" w:pos="4252"/>
        <w:tab w:val="right" w:pos="8504"/>
      </w:tabs>
    </w:pPr>
  </w:style>
  <w:style w:type="paragraph" w:styleId="TDC1">
    <w:name w:val="toc 1"/>
    <w:basedOn w:val="Normal"/>
    <w:next w:val="Normal"/>
    <w:uiPriority w:val="39"/>
    <w:rsid w:val="003A4BB9"/>
    <w:pPr>
      <w:spacing w:after="120"/>
      <w:jc w:val="left"/>
    </w:pPr>
    <w:rPr>
      <w:rFonts w:ascii="Times New Roman" w:hAnsi="Times New Roman"/>
      <w:b/>
      <w:bCs/>
      <w:caps/>
      <w:szCs w:val="24"/>
    </w:rPr>
  </w:style>
  <w:style w:type="paragraph" w:styleId="TDC2">
    <w:name w:val="toc 2"/>
    <w:basedOn w:val="Normal"/>
    <w:next w:val="Normal"/>
    <w:uiPriority w:val="39"/>
    <w:rsid w:val="003A4BB9"/>
    <w:pPr>
      <w:spacing w:before="0" w:after="0"/>
      <w:ind w:left="220"/>
      <w:jc w:val="left"/>
    </w:pPr>
    <w:rPr>
      <w:rFonts w:ascii="Times New Roman" w:hAnsi="Times New Roman"/>
      <w:smallCaps/>
      <w:szCs w:val="24"/>
    </w:rPr>
  </w:style>
  <w:style w:type="paragraph" w:styleId="TDC3">
    <w:name w:val="toc 3"/>
    <w:basedOn w:val="Normal"/>
    <w:next w:val="Normal"/>
    <w:semiHidden/>
    <w:rsid w:val="003A4BB9"/>
    <w:pPr>
      <w:spacing w:before="0" w:after="0"/>
      <w:ind w:left="440"/>
      <w:jc w:val="left"/>
    </w:pPr>
    <w:rPr>
      <w:rFonts w:ascii="Times New Roman" w:hAnsi="Times New Roman"/>
      <w:i/>
      <w:iCs/>
      <w:szCs w:val="24"/>
    </w:rPr>
  </w:style>
  <w:style w:type="paragraph" w:styleId="TDC4">
    <w:name w:val="toc 4"/>
    <w:basedOn w:val="Normal"/>
    <w:next w:val="Normal"/>
    <w:semiHidden/>
    <w:rsid w:val="003A4BB9"/>
    <w:pPr>
      <w:spacing w:before="0" w:after="0"/>
      <w:ind w:left="660"/>
      <w:jc w:val="left"/>
    </w:pPr>
    <w:rPr>
      <w:rFonts w:ascii="Times New Roman" w:hAnsi="Times New Roman"/>
      <w:szCs w:val="21"/>
    </w:rPr>
  </w:style>
  <w:style w:type="paragraph" w:styleId="TDC5">
    <w:name w:val="toc 5"/>
    <w:basedOn w:val="Normal"/>
    <w:next w:val="Normal"/>
    <w:semiHidden/>
    <w:rsid w:val="003A4BB9"/>
    <w:pPr>
      <w:spacing w:before="0" w:after="0"/>
      <w:ind w:left="880"/>
      <w:jc w:val="left"/>
    </w:pPr>
    <w:rPr>
      <w:rFonts w:ascii="Times New Roman" w:hAnsi="Times New Roman"/>
      <w:szCs w:val="21"/>
    </w:rPr>
  </w:style>
  <w:style w:type="character" w:styleId="Hipervnculo">
    <w:name w:val="Hyperlink"/>
    <w:basedOn w:val="Fuentedeprrafopredeter"/>
    <w:uiPriority w:val="99"/>
    <w:rsid w:val="003A4BB9"/>
    <w:rPr>
      <w:rFonts w:ascii="Arial" w:hAnsi="Arial"/>
      <w:color w:val="0000FF"/>
      <w:u w:val="single"/>
    </w:rPr>
  </w:style>
  <w:style w:type="character" w:styleId="Hipervnculovisitado">
    <w:name w:val="FollowedHyperlink"/>
    <w:basedOn w:val="Fuentedeprrafopredeter"/>
    <w:rsid w:val="003A4BB9"/>
    <w:rPr>
      <w:rFonts w:ascii="Arial" w:hAnsi="Arial"/>
      <w:color w:val="800080"/>
      <w:u w:val="single"/>
    </w:rPr>
  </w:style>
  <w:style w:type="paragraph" w:styleId="Comentario" w:customStyle="1">
    <w:name w:val="Comentario"/>
    <w:basedOn w:val="Normal"/>
    <w:rsid w:val="003A4BB9"/>
    <w:pPr>
      <w:pBdr>
        <w:top w:val="single" w:color="FFFFFF" w:sz="4" w:space="6"/>
        <w:left w:val="single" w:color="FFFFFF" w:sz="4" w:space="5"/>
        <w:bottom w:val="single" w:color="FFFFFF" w:sz="4" w:space="6"/>
        <w:right w:val="single" w:color="FFFFFF" w:sz="4" w:space="6"/>
      </w:pBdr>
      <w:shd w:val="clear" w:color="auto" w:fill="B0EECF"/>
    </w:pPr>
    <w:rPr>
      <w:i/>
    </w:rPr>
  </w:style>
  <w:style w:type="paragraph" w:styleId="TablaNormal0" w:customStyle="1">
    <w:name w:val="TablaNormal"/>
    <w:basedOn w:val="Normal"/>
    <w:rsid w:val="003A4BB9"/>
    <w:pPr>
      <w:spacing w:before="40" w:after="40"/>
    </w:pPr>
  </w:style>
  <w:style w:type="paragraph" w:styleId="TtuloPortada" w:customStyle="1">
    <w:name w:val="Título Portada"/>
    <w:basedOn w:val="Normal"/>
    <w:next w:val="Normal"/>
    <w:autoRedefine/>
    <w:rsid w:val="004D71D5"/>
    <w:pPr>
      <w:jc w:val="right"/>
    </w:pPr>
    <w:rPr>
      <w:sz w:val="24"/>
      <w:szCs w:val="24"/>
    </w:rPr>
  </w:style>
  <w:style w:type="paragraph" w:styleId="Textonotapie">
    <w:name w:val="footnote text"/>
    <w:basedOn w:val="Normal"/>
    <w:semiHidden/>
    <w:rsid w:val="003A4BB9"/>
    <w:pPr>
      <w:jc w:val="left"/>
    </w:pPr>
    <w:rPr>
      <w:sz w:val="18"/>
      <w:szCs w:val="20"/>
    </w:rPr>
  </w:style>
  <w:style w:type="paragraph" w:styleId="Sangrado" w:customStyle="1">
    <w:name w:val="Sangrado"/>
    <w:basedOn w:val="Listaconvietas"/>
    <w:rsid w:val="003A4BB9"/>
    <w:pPr>
      <w:tabs>
        <w:tab w:val="clear" w:pos="1474"/>
      </w:tabs>
      <w:ind w:left="1440" w:firstLine="0"/>
    </w:pPr>
  </w:style>
  <w:style w:type="paragraph" w:styleId="Listaconvietas">
    <w:name w:val="List Bullet"/>
    <w:basedOn w:val="Normal"/>
    <w:rsid w:val="003A4BB9"/>
    <w:pPr>
      <w:tabs>
        <w:tab w:val="num" w:pos="1474"/>
      </w:tabs>
      <w:spacing w:before="40" w:after="120"/>
      <w:ind w:left="1474" w:hanging="397"/>
    </w:pPr>
    <w:rPr>
      <w:lang w:val="en-US"/>
    </w:rPr>
  </w:style>
  <w:style w:type="paragraph" w:styleId="ComentarioLista" w:customStyle="1">
    <w:name w:val="Comentario Lista"/>
    <w:basedOn w:val="Comentario"/>
    <w:rsid w:val="003A4BB9"/>
    <w:pPr>
      <w:pBdr>
        <w:top w:val="single" w:color="FFFFFF" w:sz="4" w:space="4"/>
        <w:left w:val="single" w:color="FFFFFF" w:sz="4" w:space="4"/>
        <w:bottom w:val="single" w:color="FFFFFF" w:sz="4" w:space="4"/>
        <w:right w:val="single" w:color="FFFFFF" w:sz="4" w:space="4"/>
      </w:pBdr>
      <w:tabs>
        <w:tab w:val="num" w:pos="397"/>
      </w:tabs>
      <w:ind w:left="397" w:hanging="397"/>
    </w:pPr>
  </w:style>
  <w:style w:type="character" w:styleId="Refdenotaalpie">
    <w:name w:val="footnote reference"/>
    <w:basedOn w:val="Fuentedeprrafopredeter"/>
    <w:semiHidden/>
    <w:rsid w:val="003A4BB9"/>
    <w:rPr>
      <w:rFonts w:ascii="Arial" w:hAnsi="Arial"/>
      <w:vertAlign w:val="superscript"/>
    </w:rPr>
  </w:style>
  <w:style w:type="paragraph" w:styleId="Listaconnmeros">
    <w:name w:val="List Number"/>
    <w:basedOn w:val="Normal"/>
    <w:rsid w:val="003A4BB9"/>
    <w:pPr>
      <w:tabs>
        <w:tab w:val="num" w:pos="1531"/>
      </w:tabs>
      <w:spacing w:before="40" w:after="120"/>
      <w:ind w:left="1531" w:hanging="397"/>
    </w:pPr>
  </w:style>
  <w:style w:type="paragraph" w:styleId="Piedepgina">
    <w:name w:val="footer"/>
    <w:basedOn w:val="Normal"/>
    <w:rsid w:val="003A4BB9"/>
    <w:pPr>
      <w:tabs>
        <w:tab w:val="center" w:pos="4252"/>
        <w:tab w:val="right" w:pos="8504"/>
      </w:tabs>
    </w:pPr>
  </w:style>
  <w:style w:type="paragraph" w:styleId="NormalWeb">
    <w:name w:val="Normal (Web)"/>
    <w:basedOn w:val="Normal"/>
    <w:rsid w:val="003A4BB9"/>
    <w:pPr>
      <w:spacing w:before="100" w:beforeAutospacing="1" w:after="100" w:afterAutospacing="1"/>
      <w:jc w:val="left"/>
    </w:pPr>
    <w:rPr>
      <w:rFonts w:ascii="Arial Unicode MS" w:hAnsi="Arial Unicode MS" w:eastAsia="Arial Unicode MS" w:cs="Arial Unicode MS"/>
      <w:sz w:val="24"/>
    </w:rPr>
  </w:style>
  <w:style w:type="paragraph" w:styleId="TDC6">
    <w:name w:val="toc 6"/>
    <w:basedOn w:val="Normal"/>
    <w:next w:val="Normal"/>
    <w:autoRedefine/>
    <w:semiHidden/>
    <w:rsid w:val="003A4BB9"/>
    <w:pPr>
      <w:spacing w:before="0" w:after="0"/>
      <w:ind w:left="1100"/>
      <w:jc w:val="left"/>
    </w:pPr>
    <w:rPr>
      <w:rFonts w:ascii="Times New Roman" w:hAnsi="Times New Roman"/>
      <w:szCs w:val="21"/>
    </w:rPr>
  </w:style>
  <w:style w:type="paragraph" w:styleId="TDC7">
    <w:name w:val="toc 7"/>
    <w:basedOn w:val="Normal"/>
    <w:next w:val="Normal"/>
    <w:autoRedefine/>
    <w:semiHidden/>
    <w:rsid w:val="003A4BB9"/>
    <w:pPr>
      <w:spacing w:before="0" w:after="0"/>
      <w:ind w:left="1320"/>
      <w:jc w:val="left"/>
    </w:pPr>
    <w:rPr>
      <w:rFonts w:ascii="Times New Roman" w:hAnsi="Times New Roman"/>
      <w:szCs w:val="21"/>
    </w:rPr>
  </w:style>
  <w:style w:type="paragraph" w:styleId="TDC8">
    <w:name w:val="toc 8"/>
    <w:basedOn w:val="Normal"/>
    <w:next w:val="Normal"/>
    <w:autoRedefine/>
    <w:semiHidden/>
    <w:rsid w:val="003A4BB9"/>
    <w:pPr>
      <w:spacing w:before="0" w:after="0"/>
      <w:ind w:left="1540"/>
      <w:jc w:val="left"/>
    </w:pPr>
    <w:rPr>
      <w:rFonts w:ascii="Times New Roman" w:hAnsi="Times New Roman"/>
      <w:szCs w:val="21"/>
    </w:rPr>
  </w:style>
  <w:style w:type="paragraph" w:styleId="TDC9">
    <w:name w:val="toc 9"/>
    <w:basedOn w:val="Normal"/>
    <w:next w:val="Normal"/>
    <w:autoRedefine/>
    <w:semiHidden/>
    <w:rsid w:val="003A4BB9"/>
    <w:pPr>
      <w:spacing w:before="0" w:after="0"/>
      <w:ind w:left="1760"/>
      <w:jc w:val="left"/>
    </w:pPr>
    <w:rPr>
      <w:rFonts w:ascii="Times New Roman" w:hAnsi="Times New Roman"/>
      <w:szCs w:val="21"/>
    </w:rPr>
  </w:style>
  <w:style w:type="paragraph" w:styleId="Textoindependiente">
    <w:name w:val="Body Text"/>
    <w:basedOn w:val="Normal"/>
    <w:rsid w:val="003A4BB9"/>
    <w:rPr>
      <w:rFonts w:cs="Arial"/>
      <w:sz w:val="20"/>
      <w:szCs w:val="20"/>
    </w:rPr>
  </w:style>
  <w:style w:type="character" w:styleId="CdigoHTML">
    <w:name w:val="HTML Code"/>
    <w:basedOn w:val="Fuentedeprrafopredeter"/>
    <w:rsid w:val="003A4BB9"/>
    <w:rPr>
      <w:rFonts w:ascii="Arial Unicode MS" w:hAnsi="Arial Unicode MS" w:eastAsia="Arial Unicode MS" w:cs="Arial Unicode MS"/>
      <w:sz w:val="20"/>
      <w:szCs w:val="20"/>
    </w:rPr>
  </w:style>
  <w:style w:type="paragraph" w:styleId="HTMLconformatoprevio">
    <w:name w:val="HTML Preformatted"/>
    <w:basedOn w:val="Normal"/>
    <w:link w:val="HTMLconformatoprevioCar"/>
    <w:uiPriority w:val="99"/>
    <w:rsid w:val="003A4BB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/>
      <w:jc w:val="left"/>
    </w:pPr>
    <w:rPr>
      <w:rFonts w:ascii="Arial Unicode MS" w:hAnsi="Arial Unicode MS" w:eastAsia="Arial Unicode MS" w:cs="Arial Unicode MS"/>
      <w:sz w:val="20"/>
      <w:szCs w:val="20"/>
    </w:rPr>
  </w:style>
  <w:style w:type="paragraph" w:styleId="Textoindependiente2">
    <w:name w:val="Body Text 2"/>
    <w:basedOn w:val="Normal"/>
    <w:rsid w:val="003A4BB9"/>
    <w:pPr>
      <w:spacing w:before="0" w:after="0"/>
      <w:jc w:val="center"/>
    </w:pPr>
    <w:rPr>
      <w:sz w:val="12"/>
    </w:rPr>
  </w:style>
  <w:style w:type="paragraph" w:styleId="EstiloTtulo1Automtico" w:customStyle="1">
    <w:name w:val="Estilo Título 1 + Automático"/>
    <w:basedOn w:val="Ttulo1"/>
    <w:rsid w:val="003A4BB9"/>
    <w:rPr>
      <w:color w:val="auto"/>
    </w:rPr>
  </w:style>
  <w:style w:type="character" w:styleId="Ttulo1Car" w:customStyle="1">
    <w:name w:val="Título 1 Car"/>
    <w:basedOn w:val="Fuentedeprrafopredeter"/>
    <w:rsid w:val="003A4BB9"/>
    <w:rPr>
      <w:rFonts w:ascii="Arial" w:hAnsi="Arial" w:cs="Arial"/>
      <w:b/>
      <w:bCs/>
      <w:color w:val="FF0000"/>
      <w:spacing w:val="-6"/>
      <w:sz w:val="28"/>
      <w:szCs w:val="32"/>
      <w:lang w:val="es-ES" w:eastAsia="es-ES" w:bidi="ar-SA"/>
    </w:rPr>
  </w:style>
  <w:style w:type="character" w:styleId="EstiloTtulo1AutomticoCar" w:customStyle="1">
    <w:name w:val="Estilo Título 1 + Automático Car"/>
    <w:basedOn w:val="Ttulo1Car"/>
    <w:rsid w:val="003A4BB9"/>
    <w:rPr>
      <w:rFonts w:ascii="Arial" w:hAnsi="Arial" w:cs="Arial"/>
      <w:b/>
      <w:bCs/>
      <w:color w:val="FF0000"/>
      <w:spacing w:val="-6"/>
      <w:sz w:val="28"/>
      <w:szCs w:val="32"/>
      <w:lang w:val="es-ES" w:eastAsia="es-ES" w:bidi="ar-SA"/>
    </w:rPr>
  </w:style>
  <w:style w:type="paragraph" w:styleId="Sangradetextonormal">
    <w:name w:val="Body Text Indent"/>
    <w:basedOn w:val="Normal"/>
    <w:rsid w:val="003A4BB9"/>
    <w:pPr>
      <w:ind w:left="540"/>
    </w:pPr>
  </w:style>
  <w:style w:type="paragraph" w:styleId="ndice1">
    <w:name w:val="index 1"/>
    <w:basedOn w:val="Normal"/>
    <w:next w:val="Normal"/>
    <w:autoRedefine/>
    <w:semiHidden/>
    <w:rsid w:val="003A4BB9"/>
    <w:pPr>
      <w:spacing w:before="0" w:after="0"/>
      <w:ind w:left="220" w:hanging="220"/>
      <w:jc w:val="left"/>
    </w:pPr>
    <w:rPr>
      <w:rFonts w:ascii="Times New Roman" w:hAnsi="Times New Roman"/>
      <w:szCs w:val="21"/>
    </w:rPr>
  </w:style>
  <w:style w:type="paragraph" w:styleId="ndice2">
    <w:name w:val="index 2"/>
    <w:basedOn w:val="Normal"/>
    <w:next w:val="Normal"/>
    <w:autoRedefine/>
    <w:semiHidden/>
    <w:rsid w:val="003A4BB9"/>
    <w:pPr>
      <w:spacing w:before="0" w:after="0"/>
      <w:ind w:left="440" w:hanging="220"/>
      <w:jc w:val="left"/>
    </w:pPr>
    <w:rPr>
      <w:rFonts w:ascii="Times New Roman" w:hAnsi="Times New Roman"/>
      <w:szCs w:val="21"/>
    </w:rPr>
  </w:style>
  <w:style w:type="paragraph" w:styleId="ndice3">
    <w:name w:val="index 3"/>
    <w:basedOn w:val="Normal"/>
    <w:next w:val="Normal"/>
    <w:autoRedefine/>
    <w:semiHidden/>
    <w:rsid w:val="003A4BB9"/>
    <w:pPr>
      <w:spacing w:before="0" w:after="0"/>
      <w:ind w:left="660" w:hanging="220"/>
      <w:jc w:val="left"/>
    </w:pPr>
    <w:rPr>
      <w:rFonts w:ascii="Times New Roman" w:hAnsi="Times New Roman"/>
      <w:szCs w:val="21"/>
    </w:rPr>
  </w:style>
  <w:style w:type="paragraph" w:styleId="ndice4">
    <w:name w:val="index 4"/>
    <w:basedOn w:val="Normal"/>
    <w:next w:val="Normal"/>
    <w:autoRedefine/>
    <w:semiHidden/>
    <w:rsid w:val="003A4BB9"/>
    <w:pPr>
      <w:spacing w:before="0" w:after="0"/>
      <w:ind w:left="880" w:hanging="220"/>
      <w:jc w:val="left"/>
    </w:pPr>
    <w:rPr>
      <w:rFonts w:ascii="Times New Roman" w:hAnsi="Times New Roman"/>
      <w:szCs w:val="21"/>
    </w:rPr>
  </w:style>
  <w:style w:type="paragraph" w:styleId="ndice5">
    <w:name w:val="index 5"/>
    <w:basedOn w:val="Normal"/>
    <w:next w:val="Normal"/>
    <w:autoRedefine/>
    <w:semiHidden/>
    <w:rsid w:val="003A4BB9"/>
    <w:pPr>
      <w:spacing w:before="0" w:after="0"/>
      <w:ind w:left="1100" w:hanging="220"/>
      <w:jc w:val="left"/>
    </w:pPr>
    <w:rPr>
      <w:rFonts w:ascii="Times New Roman" w:hAnsi="Times New Roman"/>
      <w:szCs w:val="21"/>
    </w:rPr>
  </w:style>
  <w:style w:type="paragraph" w:styleId="ndice6">
    <w:name w:val="index 6"/>
    <w:basedOn w:val="Normal"/>
    <w:next w:val="Normal"/>
    <w:autoRedefine/>
    <w:semiHidden/>
    <w:rsid w:val="003A4BB9"/>
    <w:pPr>
      <w:spacing w:before="0" w:after="0"/>
      <w:ind w:left="1320" w:hanging="220"/>
      <w:jc w:val="left"/>
    </w:pPr>
    <w:rPr>
      <w:rFonts w:ascii="Times New Roman" w:hAnsi="Times New Roman"/>
      <w:szCs w:val="21"/>
    </w:rPr>
  </w:style>
  <w:style w:type="paragraph" w:styleId="ndice7">
    <w:name w:val="index 7"/>
    <w:basedOn w:val="Normal"/>
    <w:next w:val="Normal"/>
    <w:autoRedefine/>
    <w:semiHidden/>
    <w:rsid w:val="003A4BB9"/>
    <w:pPr>
      <w:spacing w:before="0" w:after="0"/>
      <w:ind w:left="1540" w:hanging="220"/>
      <w:jc w:val="left"/>
    </w:pPr>
    <w:rPr>
      <w:rFonts w:ascii="Times New Roman" w:hAnsi="Times New Roman"/>
      <w:szCs w:val="21"/>
    </w:rPr>
  </w:style>
  <w:style w:type="paragraph" w:styleId="ndice8">
    <w:name w:val="index 8"/>
    <w:basedOn w:val="Normal"/>
    <w:next w:val="Normal"/>
    <w:autoRedefine/>
    <w:semiHidden/>
    <w:rsid w:val="003A4BB9"/>
    <w:pPr>
      <w:spacing w:before="0" w:after="0"/>
      <w:ind w:left="1760" w:hanging="220"/>
      <w:jc w:val="left"/>
    </w:pPr>
    <w:rPr>
      <w:rFonts w:ascii="Times New Roman" w:hAnsi="Times New Roman"/>
      <w:szCs w:val="21"/>
    </w:rPr>
  </w:style>
  <w:style w:type="paragraph" w:styleId="ndice9">
    <w:name w:val="index 9"/>
    <w:basedOn w:val="Normal"/>
    <w:next w:val="Normal"/>
    <w:autoRedefine/>
    <w:semiHidden/>
    <w:rsid w:val="003A4BB9"/>
    <w:pPr>
      <w:spacing w:before="0" w:after="0"/>
      <w:ind w:left="1980" w:hanging="220"/>
      <w:jc w:val="left"/>
    </w:pPr>
    <w:rPr>
      <w:rFonts w:ascii="Times New Roman" w:hAnsi="Times New Roman"/>
      <w:szCs w:val="21"/>
    </w:rPr>
  </w:style>
  <w:style w:type="paragraph" w:styleId="Ttulodendice">
    <w:name w:val="index heading"/>
    <w:basedOn w:val="Normal"/>
    <w:next w:val="ndice1"/>
    <w:semiHidden/>
    <w:rsid w:val="003A4BB9"/>
    <w:pPr>
      <w:pBdr>
        <w:top w:val="single" w:color="auto" w:sz="12" w:space="0"/>
      </w:pBdr>
      <w:spacing w:before="360" w:after="240"/>
      <w:jc w:val="left"/>
    </w:pPr>
    <w:rPr>
      <w:rFonts w:ascii="Times New Roman" w:hAnsi="Times New Roman"/>
      <w:b/>
      <w:bCs/>
      <w:i/>
      <w:iCs/>
      <w:szCs w:val="31"/>
    </w:rPr>
  </w:style>
  <w:style w:type="paragraph" w:styleId="Tabladeilustraciones">
    <w:name w:val="table of figures"/>
    <w:basedOn w:val="Normal"/>
    <w:next w:val="Normal"/>
    <w:semiHidden/>
    <w:rsid w:val="003A4BB9"/>
    <w:pPr>
      <w:ind w:left="440" w:hanging="440"/>
    </w:pPr>
  </w:style>
  <w:style w:type="paragraph" w:styleId="Ttulo">
    <w:name w:val="Title"/>
    <w:basedOn w:val="Normal"/>
    <w:autoRedefine/>
    <w:qFormat/>
    <w:rsid w:val="003A4BB9"/>
    <w:pPr>
      <w:pBdr>
        <w:bottom w:val="single" w:color="000000" w:sz="4" w:space="1"/>
      </w:pBdr>
      <w:spacing w:before="240" w:after="60"/>
      <w:jc w:val="right"/>
      <w:outlineLvl w:val="0"/>
    </w:pPr>
    <w:rPr>
      <w:rFonts w:ascii="Trebuchet MS" w:hAnsi="Trebuchet MS" w:cs="Arial"/>
      <w:bCs/>
      <w:color w:val="auto"/>
      <w:kern w:val="28"/>
      <w:sz w:val="48"/>
      <w:szCs w:val="48"/>
    </w:rPr>
  </w:style>
  <w:style w:type="character" w:styleId="TBLHdr" w:customStyle="1">
    <w:name w:val="__TBLHdr"/>
    <w:basedOn w:val="Fuentedeprrafopredeter"/>
    <w:rsid w:val="003A4BB9"/>
    <w:rPr>
      <w:b/>
    </w:rPr>
  </w:style>
  <w:style w:type="paragraph" w:styleId="Numeracin" w:customStyle="1">
    <w:name w:val="Numeración"/>
    <w:basedOn w:val="Listaconnmeros"/>
    <w:rsid w:val="003A4BB9"/>
    <w:pPr>
      <w:tabs>
        <w:tab w:val="clear" w:pos="1531"/>
        <w:tab w:val="num" w:pos="360"/>
      </w:tabs>
      <w:spacing w:before="0" w:after="80" w:line="288" w:lineRule="auto"/>
      <w:ind w:left="360" w:hanging="360"/>
    </w:pPr>
    <w:rPr>
      <w:rFonts w:ascii="Tahoma" w:hAnsi="Tahoma"/>
      <w:color w:val="auto"/>
      <w:sz w:val="20"/>
      <w:szCs w:val="20"/>
    </w:rPr>
  </w:style>
  <w:style w:type="paragraph" w:styleId="Descripcin">
    <w:name w:val="caption"/>
    <w:basedOn w:val="Normal"/>
    <w:next w:val="Normal"/>
    <w:qFormat/>
    <w:rsid w:val="003A4BB9"/>
    <w:pPr>
      <w:tabs>
        <w:tab w:val="left" w:pos="1134"/>
      </w:tabs>
      <w:spacing w:after="120" w:line="288" w:lineRule="auto"/>
    </w:pPr>
    <w:rPr>
      <w:rFonts w:ascii="Tahoma" w:hAnsi="Tahoma"/>
      <w:b/>
      <w:bCs/>
      <w:color w:val="auto"/>
      <w:sz w:val="20"/>
      <w:szCs w:val="20"/>
    </w:rPr>
  </w:style>
  <w:style w:type="character" w:styleId="Nmerodepgina">
    <w:name w:val="page number"/>
    <w:basedOn w:val="Fuentedeprrafopredeter"/>
    <w:rsid w:val="009C372A"/>
  </w:style>
  <w:style w:type="paragraph" w:styleId="CodigoFuente" w:customStyle="1">
    <w:name w:val="Codigo Fuente"/>
    <w:basedOn w:val="Normal"/>
    <w:link w:val="CodigoFuenteCar"/>
    <w:rsid w:val="001B1439"/>
    <w:pPr>
      <w:jc w:val="left"/>
    </w:pPr>
    <w:rPr>
      <w:rFonts w:ascii="Courier New" w:hAnsi="Courier New"/>
      <w:sz w:val="16"/>
      <w:szCs w:val="20"/>
    </w:rPr>
  </w:style>
  <w:style w:type="paragraph" w:styleId="EstiloCodigoFuenteArial" w:customStyle="1">
    <w:name w:val="Estilo Codigo Fuente + Arial"/>
    <w:basedOn w:val="CodigoFuente"/>
    <w:link w:val="EstiloCodigoFuenteArialCar"/>
    <w:rsid w:val="001B1439"/>
    <w:rPr>
      <w:rFonts w:ascii="Arial" w:hAnsi="Arial"/>
    </w:rPr>
  </w:style>
  <w:style w:type="character" w:styleId="CodigoFuenteCar" w:customStyle="1">
    <w:name w:val="Codigo Fuente Car"/>
    <w:basedOn w:val="Fuentedeprrafopredeter"/>
    <w:link w:val="CodigoFuente"/>
    <w:rsid w:val="001B1439"/>
    <w:rPr>
      <w:rFonts w:ascii="Courier New" w:hAnsi="Courier New"/>
      <w:color w:val="000000"/>
      <w:sz w:val="16"/>
      <w:lang w:val="es-ES" w:eastAsia="es-ES" w:bidi="ar-SA"/>
    </w:rPr>
  </w:style>
  <w:style w:type="character" w:styleId="EstiloCodigoFuenteArialCar" w:customStyle="1">
    <w:name w:val="Estilo Codigo Fuente + Arial Car"/>
    <w:basedOn w:val="CodigoFuenteCar"/>
    <w:link w:val="EstiloCodigoFuenteArial"/>
    <w:rsid w:val="001B1439"/>
    <w:rPr>
      <w:rFonts w:ascii="Arial" w:hAnsi="Arial"/>
      <w:color w:val="000000"/>
      <w:sz w:val="16"/>
      <w:lang w:val="es-ES" w:eastAsia="es-ES" w:bidi="ar-SA"/>
    </w:rPr>
  </w:style>
  <w:style w:type="paragraph" w:styleId="EstiloCodigoFuenteIzquierda125cm" w:customStyle="1">
    <w:name w:val="Estilo Codigo Fuente + Izquierda:  125 cm"/>
    <w:basedOn w:val="CodigoFuente"/>
    <w:autoRedefine/>
    <w:rsid w:val="00627183"/>
    <w:pPr>
      <w:ind w:left="709"/>
    </w:pPr>
    <w:rPr>
      <w:color w:val="auto"/>
    </w:rPr>
  </w:style>
  <w:style w:type="table" w:styleId="Tablaconcuadrcula">
    <w:name w:val="Table Grid"/>
    <w:basedOn w:val="Tablanormal"/>
    <w:rsid w:val="00130418"/>
    <w:pPr>
      <w:spacing w:before="120" w:after="8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CarCarCharCharChar" w:customStyle="1">
    <w:name w:val="Car Car Char Char Char"/>
    <w:basedOn w:val="Normal"/>
    <w:rsid w:val="00A5034F"/>
    <w:pPr>
      <w:spacing w:before="0" w:after="160" w:line="240" w:lineRule="exact"/>
      <w:jc w:val="left"/>
    </w:pPr>
    <w:rPr>
      <w:rFonts w:ascii="Verdana" w:hAnsi="Verdana"/>
      <w:color w:val="auto"/>
      <w:sz w:val="20"/>
      <w:szCs w:val="20"/>
      <w:lang w:val="en-US" w:eastAsia="en-US"/>
    </w:rPr>
  </w:style>
  <w:style w:type="paragraph" w:styleId="cuerpo1" w:customStyle="1">
    <w:name w:val="cuerpo_1"/>
    <w:link w:val="cuerpo1Car1"/>
    <w:rsid w:val="00E30E39"/>
    <w:pPr>
      <w:spacing w:before="240"/>
      <w:jc w:val="both"/>
    </w:pPr>
    <w:rPr>
      <w:rFonts w:ascii="Arial" w:hAnsi="Arial"/>
      <w:sz w:val="22"/>
    </w:rPr>
  </w:style>
  <w:style w:type="character" w:styleId="cuerpo1Car1" w:customStyle="1">
    <w:name w:val="cuerpo_1 Car1"/>
    <w:basedOn w:val="Fuentedeprrafopredeter"/>
    <w:link w:val="cuerpo1"/>
    <w:rsid w:val="00E30E39"/>
    <w:rPr>
      <w:rFonts w:ascii="Arial" w:hAnsi="Arial"/>
      <w:sz w:val="22"/>
      <w:lang w:val="es-ES" w:eastAsia="es-ES" w:bidi="ar-SA"/>
    </w:rPr>
  </w:style>
  <w:style w:type="paragraph" w:styleId="Normal10pt" w:customStyle="1">
    <w:name w:val="Normal + 10 pt"/>
    <w:aliases w:val="Izquierda"/>
    <w:basedOn w:val="Normal"/>
    <w:rsid w:val="009F1F0E"/>
  </w:style>
  <w:style w:type="character" w:styleId="nfasis">
    <w:name w:val="Emphasis"/>
    <w:basedOn w:val="Fuentedeprrafopredeter"/>
    <w:qFormat/>
    <w:rsid w:val="00FF06FA"/>
    <w:rPr>
      <w:i/>
      <w:iCs/>
    </w:rPr>
  </w:style>
  <w:style w:type="paragraph" w:styleId="Textodeglobo">
    <w:name w:val="Balloon Text"/>
    <w:basedOn w:val="Normal"/>
    <w:link w:val="TextodegloboCar"/>
    <w:rsid w:val="00167D7E"/>
    <w:pPr>
      <w:spacing w:before="0" w:after="0"/>
    </w:pPr>
    <w:rPr>
      <w:rFonts w:ascii="Tahoma" w:hAnsi="Tahoma" w:cs="Tahoma"/>
      <w:sz w:val="16"/>
      <w:szCs w:val="16"/>
    </w:rPr>
  </w:style>
  <w:style w:type="character" w:styleId="TextodegloboCar" w:customStyle="1">
    <w:name w:val="Texto de globo Car"/>
    <w:basedOn w:val="Fuentedeprrafopredeter"/>
    <w:link w:val="Textodeglobo"/>
    <w:rsid w:val="00167D7E"/>
    <w:rPr>
      <w:rFonts w:ascii="Tahoma" w:hAnsi="Tahoma" w:cs="Tahoma"/>
      <w:color w:val="000000"/>
      <w:sz w:val="16"/>
      <w:szCs w:val="16"/>
      <w:lang w:val="es-ES_tradnl"/>
    </w:rPr>
  </w:style>
  <w:style w:type="paragraph" w:styleId="Prrafodelista">
    <w:name w:val="List Paragraph"/>
    <w:basedOn w:val="Normal"/>
    <w:uiPriority w:val="34"/>
    <w:qFormat/>
    <w:rsid w:val="001768A6"/>
    <w:pPr>
      <w:ind w:left="720"/>
      <w:contextualSpacing/>
    </w:pPr>
  </w:style>
  <w:style w:type="character" w:styleId="HTMLconformatoprevioCar" w:customStyle="1">
    <w:name w:val="HTML con formato previo Car"/>
    <w:basedOn w:val="Fuentedeprrafopredeter"/>
    <w:link w:val="HTMLconformatoprevio"/>
    <w:uiPriority w:val="99"/>
    <w:rsid w:val="0040730B"/>
    <w:rPr>
      <w:rFonts w:ascii="Arial Unicode MS" w:hAnsi="Arial Unicode MS" w:eastAsia="Arial Unicode MS" w:cs="Arial Unicode MS"/>
      <w:color w:val="000000"/>
      <w:lang w:val="es-ES_tradnl"/>
    </w:rPr>
  </w:style>
  <w:style w:type="character" w:styleId="Refdecomentario">
    <w:name w:val="annotation reference"/>
    <w:basedOn w:val="Fuentedeprrafopredeter"/>
    <w:semiHidden/>
    <w:unhideWhenUsed/>
    <w:rsid w:val="00066926"/>
    <w:rPr>
      <w:sz w:val="16"/>
      <w:szCs w:val="16"/>
    </w:rPr>
  </w:style>
  <w:style w:type="paragraph" w:styleId="Textocomentario">
    <w:name w:val="annotation text"/>
    <w:basedOn w:val="Normal"/>
    <w:link w:val="TextocomentarioCar"/>
    <w:semiHidden/>
    <w:unhideWhenUsed/>
    <w:rsid w:val="00066926"/>
    <w:rPr>
      <w:sz w:val="20"/>
      <w:szCs w:val="20"/>
    </w:rPr>
  </w:style>
  <w:style w:type="character" w:styleId="TextocomentarioCar" w:customStyle="1">
    <w:name w:val="Texto comentario Car"/>
    <w:basedOn w:val="Fuentedeprrafopredeter"/>
    <w:link w:val="Textocomentario"/>
    <w:semiHidden/>
    <w:rsid w:val="00066926"/>
    <w:rPr>
      <w:rFonts w:ascii="Arial" w:hAnsi="Arial"/>
      <w:color w:val="000000"/>
      <w:lang w:val="es-ES_tradnl"/>
    </w:rPr>
  </w:style>
  <w:style w:type="paragraph" w:styleId="Asuntodelcomentario">
    <w:name w:val="annotation subject"/>
    <w:basedOn w:val="Textocomentario"/>
    <w:next w:val="Textocomentario"/>
    <w:link w:val="AsuntodelcomentarioCar"/>
    <w:semiHidden/>
    <w:unhideWhenUsed/>
    <w:rsid w:val="00066926"/>
    <w:rPr>
      <w:b/>
      <w:bCs/>
    </w:rPr>
  </w:style>
  <w:style w:type="character" w:styleId="AsuntodelcomentarioCar" w:customStyle="1">
    <w:name w:val="Asunto del comentario Car"/>
    <w:basedOn w:val="TextocomentarioCar"/>
    <w:link w:val="Asuntodelcomentario"/>
    <w:semiHidden/>
    <w:rsid w:val="00066926"/>
    <w:rPr>
      <w:rFonts w:ascii="Arial" w:hAnsi="Arial"/>
      <w:b/>
      <w:bCs/>
      <w:color w:val="000000"/>
      <w:lang w:val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282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0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31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5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17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5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2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5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image" Target="media/image1.png" Id="rId8" /><Relationship Type="http://schemas.openxmlformats.org/officeDocument/2006/relationships/header" Target="header3.xml" Id="rId13" /><Relationship Type="http://schemas.openxmlformats.org/officeDocument/2006/relationships/customXml" Target="../customXml/item4.xml" Id="rId1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footer" Target="footer2.xml" Id="rId12" /><Relationship Type="http://schemas.openxmlformats.org/officeDocument/2006/relationships/customXml" Target="../customXml/item3.xml" Id="rId17" /><Relationship Type="http://schemas.openxmlformats.org/officeDocument/2006/relationships/numbering" Target="numbering.xml" Id="rId2" /><Relationship Type="http://schemas.openxmlformats.org/officeDocument/2006/relationships/customXml" Target="../customXml/item2.xml" Id="rId16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footer" Target="footer1.xml" Id="rId11" /><Relationship Type="http://schemas.openxmlformats.org/officeDocument/2006/relationships/webSettings" Target="webSettings.xml" Id="rId5" /><Relationship Type="http://schemas.openxmlformats.org/officeDocument/2006/relationships/theme" Target="theme/theme1.xml" Id="rId15" /><Relationship Type="http://schemas.openxmlformats.org/officeDocument/2006/relationships/header" Target="header2.xml" Id="rId10" /><Relationship Type="http://schemas.openxmlformats.org/officeDocument/2006/relationships/settings" Target="settings.xml" Id="rId4" /><Relationship Type="http://schemas.openxmlformats.org/officeDocument/2006/relationships/header" Target="header1.xml" Id="rId9" /><Relationship Type="http://schemas.openxmlformats.org/officeDocument/2006/relationships/fontTable" Target="fontTable.xml" Id="rId14" 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HB\Escritorio\titulo.do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06E148DE0DBCD4EAACA11CFBB1F1C61" ma:contentTypeVersion="8" ma:contentTypeDescription="Crear nuevo documento." ma:contentTypeScope="" ma:versionID="516056e1977d1c19d61ee63b2fa58a67">
  <xsd:schema xmlns:xsd="http://www.w3.org/2001/XMLSchema" xmlns:xs="http://www.w3.org/2001/XMLSchema" xmlns:p="http://schemas.microsoft.com/office/2006/metadata/properties" xmlns:ns2="7e898aae-408e-4d4a-9138-ab6f1a9d9d70" xmlns:ns3="15e13375-5251-4d89-b231-8e0cfa0dbfc5" targetNamespace="http://schemas.microsoft.com/office/2006/metadata/properties" ma:root="true" ma:fieldsID="6dad1107bb1536136e358bd5917d3366" ns2:_="" ns3:_="">
    <xsd:import namespace="7e898aae-408e-4d4a-9138-ab6f1a9d9d70"/>
    <xsd:import namespace="15e13375-5251-4d89-b231-8e0cfa0dbfc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898aae-408e-4d4a-9138-ab6f1a9d9d7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e13375-5251-4d89-b231-8e0cfa0dbfc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D0D5057-76F7-4B20-BCE7-864F1AD1E04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0450B6A-CB1A-4762-8504-086FEE458784}"/>
</file>

<file path=customXml/itemProps3.xml><?xml version="1.0" encoding="utf-8"?>
<ds:datastoreItem xmlns:ds="http://schemas.openxmlformats.org/officeDocument/2006/customXml" ds:itemID="{BBCE3848-818E-496E-B08D-83DE37A9D162}"/>
</file>

<file path=customXml/itemProps4.xml><?xml version="1.0" encoding="utf-8"?>
<ds:datastoreItem xmlns:ds="http://schemas.openxmlformats.org/officeDocument/2006/customXml" ds:itemID="{AEC25551-FBB0-4029-9F7A-930EBB909D43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titulo</ap:Template>
  <ap:Application>Microsoft Word for the web</ap:Application>
  <ap:DocSecurity>0</ap:DocSecurity>
  <ap:ScaleCrop>false</ap:ScaleCrop>
  <ap:Company>Área de Proceso de Datos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Demo de PVTA del CRTM</dc:title>
  <dc:subject>bac5d007-BIT-DOC-CON-CTM-APD</dc:subject>
  <dc:creator>AHB</dc:creator>
  <keywords/>
  <dc:description/>
  <lastModifiedBy>LEON FARIÑA, MARIA DEL AMOR</lastModifiedBy>
  <revision>52</revision>
  <lastPrinted>2018-10-19T11:25:00.0000000Z</lastPrinted>
  <dcterms:created xsi:type="dcterms:W3CDTF">2018-02-13T10:59:00.0000000Z</dcterms:created>
  <dcterms:modified xsi:type="dcterms:W3CDTF">2024-05-22T12:47:41.1138540Z</dcterms:modified>
  <category>Web Services</category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0x010100D06E148DE0DBCD4EAACA11CFBB1F1C61</vt:lpwstr>
  </property>
</Properties>
</file>